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26" w:rsidRPr="00612B4A" w:rsidRDefault="00C85726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C85726" w:rsidRPr="00302A18" w:rsidRDefault="00C8572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85726" w:rsidRPr="00302A18" w:rsidRDefault="00C8572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85726" w:rsidRPr="00CC2FDB" w:rsidRDefault="00C85726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85726" w:rsidRDefault="00C85726">
      <w:pPr>
        <w:rPr>
          <w:rFonts w:ascii="Times New Roman" w:hAnsi="Times New Roman"/>
          <w:sz w:val="28"/>
          <w:szCs w:val="28"/>
          <w:lang w:val="uk-UA"/>
        </w:rPr>
      </w:pPr>
    </w:p>
    <w:p w:rsidR="00C85726" w:rsidRDefault="00C85726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Логістика в туризмі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726" w:rsidRDefault="00C85726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242 «Туризм»</w:t>
      </w:r>
    </w:p>
    <w:p w:rsidR="00C85726" w:rsidRDefault="00C85726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C85726" w:rsidRPr="00612B4A" w:rsidRDefault="00C85726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C85726" w:rsidRDefault="00C85726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Михальчик, Л.Ю. Оптимізація логістичних витрат промислового підприємства засобами аудиту [Текст] / Л. Ю. Михальчик, О. А. Мельничук // Вісник Хмельницького національного університету. Економічні науки. – 2010. – № 4, т. 1. – С. 120-123.</w:t>
      </w:r>
    </w:p>
    <w:p w:rsidR="00C85726" w:rsidRDefault="00C85726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Логістичний менеджмент в системі загального менеджменту // Тюріна Н. М. Логістика : навч. посіб. / Н. М. Тюріна, І. В. Гой, І. В. Бабій. – Київ : Центр учбової літератури, 2015. – С. 117-146.</w:t>
      </w:r>
    </w:p>
    <w:p w:rsidR="00C85726" w:rsidRDefault="00C85726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Пухальська, Я.П.Логістичне управління підприємством: сутність і основні принципи [Текст] / Я. П. Пухальська // Вісник Хмельницького національного університету. Економічні науки. – 2016. – № 3, т. 1. – С. 28-31.</w:t>
      </w:r>
    </w:p>
    <w:p w:rsidR="00C85726" w:rsidRDefault="00C85726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Бабій, І.В. Характеристика потокових процесів у логістичній системі підприємства [Текст] / І. В. Бабій // Вісник Хмельницького національного університету. Економічні науки. – 2015. – № 2, т. 2. – С. 108-111.</w:t>
      </w:r>
    </w:p>
    <w:p w:rsidR="00C85726" w:rsidRDefault="00C85726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Фесенко, Т.С. Теоретичні засади ефективності застосування комерційної логістики [Текст] / Т. С. Фесенко, Н. О. Назаренко // Вісник Хмельницького національного університету. Економічні науки. – 2010. – № 6, т. 4. – С. 204-206.</w:t>
      </w:r>
    </w:p>
    <w:p w:rsidR="00C85726" w:rsidRPr="003B1379" w:rsidRDefault="00C85726" w:rsidP="002D5907">
      <w:pPr>
        <w:ind w:right="-1"/>
        <w:jc w:val="both"/>
        <w:rPr>
          <w:lang w:val="en-US"/>
        </w:rPr>
      </w:pPr>
    </w:p>
    <w:sectPr w:rsidR="00C85726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2D5907"/>
    <w:rsid w:val="00302A18"/>
    <w:rsid w:val="00303AF6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A2173"/>
    <w:rsid w:val="006C08AA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32910"/>
    <w:rsid w:val="00975929"/>
    <w:rsid w:val="009772F5"/>
    <w:rsid w:val="00991E66"/>
    <w:rsid w:val="009940A2"/>
    <w:rsid w:val="009A585F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147B"/>
    <w:rsid w:val="00C0490B"/>
    <w:rsid w:val="00C102B2"/>
    <w:rsid w:val="00C77CB6"/>
    <w:rsid w:val="00C8265A"/>
    <w:rsid w:val="00C85726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D5907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273</Words>
  <Characters>1561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10</cp:revision>
  <dcterms:created xsi:type="dcterms:W3CDTF">2017-10-30T22:26:00Z</dcterms:created>
  <dcterms:modified xsi:type="dcterms:W3CDTF">2019-02-05T10:07:00Z</dcterms:modified>
</cp:coreProperties>
</file>