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83C" w:rsidRPr="00612B4A" w:rsidRDefault="0040383C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40383C" w:rsidRPr="00302A18" w:rsidRDefault="0040383C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40383C" w:rsidRPr="00302A18" w:rsidRDefault="0040383C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40383C" w:rsidRPr="00CC2FDB" w:rsidRDefault="0040383C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302A18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40383C" w:rsidRDefault="0040383C">
      <w:pPr>
        <w:rPr>
          <w:rFonts w:ascii="Times New Roman" w:hAnsi="Times New Roman"/>
          <w:sz w:val="28"/>
          <w:szCs w:val="28"/>
          <w:lang w:val="uk-UA"/>
        </w:rPr>
      </w:pPr>
    </w:p>
    <w:p w:rsidR="0040383C" w:rsidRDefault="0040383C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line id="Прямая соединительная линия 2" o:spid="_x0000_s1026" style="position:absolute;z-index:251656192;visibility:visible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"/>
        </w:pict>
      </w: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Pr="000E3B26">
        <w:rPr>
          <w:rFonts w:ascii="Times New Roman" w:hAnsi="Times New Roman"/>
          <w:b/>
          <w:sz w:val="28"/>
          <w:szCs w:val="28"/>
          <w:lang w:val="uk-UA"/>
        </w:rPr>
        <w:t>«</w:t>
      </w:r>
      <w:r>
        <w:rPr>
          <w:rFonts w:ascii="Times New Roman" w:hAnsi="Times New Roman"/>
          <w:b/>
          <w:sz w:val="28"/>
          <w:szCs w:val="28"/>
          <w:lang w:val="uk-UA"/>
        </w:rPr>
        <w:t>Логістика в туризмі</w:t>
      </w:r>
      <w:r w:rsidRPr="000E3B2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40383C" w:rsidRDefault="0040383C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line id="Прямая соединительная линия 4" o:spid="_x0000_s1027" style="position:absolute;z-index:251658240;visibility:visible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"/>
        </w:pict>
      </w:r>
      <w:r>
        <w:rPr>
          <w:noProof/>
          <w:lang w:eastAsia="ru-RU"/>
        </w:rPr>
        <w:pict>
          <v:line id="Прямая соединительная линия 3" o:spid="_x0000_s1028" style="position:absolute;z-index:251657216;visibility:visible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"/>
        </w:pict>
      </w:r>
      <w:r>
        <w:rPr>
          <w:rFonts w:ascii="Times New Roman" w:hAnsi="Times New Roman"/>
          <w:sz w:val="28"/>
          <w:szCs w:val="28"/>
          <w:lang w:val="uk-UA"/>
        </w:rPr>
        <w:t>Кафедра / факультет / інститут</w:t>
      </w:r>
      <w:r>
        <w:rPr>
          <w:rFonts w:ascii="Times New Roman" w:hAnsi="Times New Roman"/>
          <w:sz w:val="28"/>
          <w:szCs w:val="28"/>
          <w:lang w:val="uk-UA"/>
        </w:rPr>
        <w:tab/>
        <w:t>кафедра організації туризму та управління соціокультурною діяльністю / факультет туризму/ спеціальність 242 «Туризм» Скорочений термін навчання</w:t>
      </w:r>
    </w:p>
    <w:p w:rsidR="0040383C" w:rsidRDefault="0040383C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line id="Прямая соединительная линия 5" o:spid="_x0000_s1029" style="position:absolute;z-index:251659264;visibility:visible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"/>
        </w:pict>
      </w:r>
      <w:r>
        <w:rPr>
          <w:rFonts w:ascii="Times New Roman" w:hAnsi="Times New Roman"/>
          <w:sz w:val="28"/>
          <w:szCs w:val="28"/>
          <w:lang w:val="uk-UA"/>
        </w:rPr>
        <w:t>Викладач   Орлова В.В.</w:t>
      </w:r>
    </w:p>
    <w:p w:rsidR="0040383C" w:rsidRPr="00612B4A" w:rsidRDefault="0040383C" w:rsidP="0063743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/>
          <w:sz w:val="28"/>
          <w:szCs w:val="28"/>
          <w:lang w:val="uk-UA"/>
        </w:rPr>
        <w:t>):</w:t>
      </w:r>
    </w:p>
    <w:p w:rsidR="0040383C" w:rsidRDefault="0040383C" w:rsidP="002D5907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Михальчик, Л.Ю. Оптимізація логістичних витрат промислового підприємства засобами аудиту [Текст] / Л. Ю. Михальчик, О. А. Мельничук // Вісник Хмельницького національного університету. Економічні науки. – 2010. – № 4, т. 1. – С. 120-123.</w:t>
      </w:r>
    </w:p>
    <w:p w:rsidR="0040383C" w:rsidRDefault="0040383C" w:rsidP="002D5907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Логістичний менеджмент в системі загального менеджменту // Тюріна Н. М. Логістика : навч. посіб. / Н. М. Тюріна, І. В. Гой, І. В. Бабій. – Київ : Центр учбової літератури, 2015. – С. 117-146.</w:t>
      </w:r>
    </w:p>
    <w:p w:rsidR="0040383C" w:rsidRDefault="0040383C" w:rsidP="002D5907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Пухальська, Я.П.Логістичне управління підприємством: сутність і основні принципи [Текст] / Я. П. Пухальська // Вісник Хмельницького національного університету. Економічні науки. – 2016. – № 3, т. 1. – С. 28-31.</w:t>
      </w:r>
    </w:p>
    <w:p w:rsidR="0040383C" w:rsidRDefault="0040383C" w:rsidP="002D5907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Бабій, І.В. Характеристика потокових процесів у логістичній системі підприємства [Текст] / І. В. Бабій // Вісник Хмельницького національного університету. Економічні науки. – 2015. – № 2, т. 2. – С. 108-111.</w:t>
      </w:r>
    </w:p>
    <w:p w:rsidR="0040383C" w:rsidRDefault="0040383C" w:rsidP="002D5907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Фесенко, Т.С. Теоретичні засади ефективності застосування комерційної логістики [Текст] / Т. С. Фесенко, Н. О. Назаренко // Вісник Хмельницького національного університету. Економічні науки. – 2010. – № 6, т. 4. – С. 204-206.</w:t>
      </w:r>
    </w:p>
    <w:p w:rsidR="0040383C" w:rsidRPr="003B1379" w:rsidRDefault="0040383C" w:rsidP="002D5907">
      <w:pPr>
        <w:ind w:right="-1"/>
        <w:jc w:val="both"/>
        <w:rPr>
          <w:lang w:val="en-US"/>
        </w:rPr>
      </w:pPr>
    </w:p>
    <w:sectPr w:rsidR="0040383C" w:rsidRPr="003B1379" w:rsidSect="00794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63BD1"/>
    <w:multiLevelType w:val="hybridMultilevel"/>
    <w:tmpl w:val="16700F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54E4"/>
    <w:rsid w:val="00011584"/>
    <w:rsid w:val="000132B1"/>
    <w:rsid w:val="00022AD8"/>
    <w:rsid w:val="000E0EAA"/>
    <w:rsid w:val="000E3B26"/>
    <w:rsid w:val="00111406"/>
    <w:rsid w:val="00114E9C"/>
    <w:rsid w:val="00157B9D"/>
    <w:rsid w:val="0022718B"/>
    <w:rsid w:val="0025247D"/>
    <w:rsid w:val="002848FA"/>
    <w:rsid w:val="002B54E4"/>
    <w:rsid w:val="002C0779"/>
    <w:rsid w:val="002D5907"/>
    <w:rsid w:val="00302A18"/>
    <w:rsid w:val="00303AF6"/>
    <w:rsid w:val="00330349"/>
    <w:rsid w:val="00355901"/>
    <w:rsid w:val="003B1379"/>
    <w:rsid w:val="003B27AE"/>
    <w:rsid w:val="003B468A"/>
    <w:rsid w:val="0040383C"/>
    <w:rsid w:val="004202FA"/>
    <w:rsid w:val="00434EED"/>
    <w:rsid w:val="004630F7"/>
    <w:rsid w:val="00523F49"/>
    <w:rsid w:val="00553583"/>
    <w:rsid w:val="005B456E"/>
    <w:rsid w:val="005C1BF7"/>
    <w:rsid w:val="005F6408"/>
    <w:rsid w:val="00612B4A"/>
    <w:rsid w:val="00637439"/>
    <w:rsid w:val="00696913"/>
    <w:rsid w:val="006A2173"/>
    <w:rsid w:val="006C08AA"/>
    <w:rsid w:val="0075036D"/>
    <w:rsid w:val="007621B8"/>
    <w:rsid w:val="007624FC"/>
    <w:rsid w:val="00794111"/>
    <w:rsid w:val="007A53A6"/>
    <w:rsid w:val="007B4B53"/>
    <w:rsid w:val="008401BE"/>
    <w:rsid w:val="00860742"/>
    <w:rsid w:val="00887A78"/>
    <w:rsid w:val="008C6D37"/>
    <w:rsid w:val="008E69FC"/>
    <w:rsid w:val="009076B0"/>
    <w:rsid w:val="00932910"/>
    <w:rsid w:val="00975929"/>
    <w:rsid w:val="009772F5"/>
    <w:rsid w:val="00991E66"/>
    <w:rsid w:val="009940A2"/>
    <w:rsid w:val="009A585F"/>
    <w:rsid w:val="009C69BA"/>
    <w:rsid w:val="009E28B6"/>
    <w:rsid w:val="00A35D46"/>
    <w:rsid w:val="00A41272"/>
    <w:rsid w:val="00A44E74"/>
    <w:rsid w:val="00A95EF2"/>
    <w:rsid w:val="00AF41FC"/>
    <w:rsid w:val="00B070B0"/>
    <w:rsid w:val="00B16AC3"/>
    <w:rsid w:val="00B41E81"/>
    <w:rsid w:val="00B5329F"/>
    <w:rsid w:val="00B6780C"/>
    <w:rsid w:val="00B820EA"/>
    <w:rsid w:val="00B92B78"/>
    <w:rsid w:val="00BD6EDA"/>
    <w:rsid w:val="00C0147B"/>
    <w:rsid w:val="00C0490B"/>
    <w:rsid w:val="00C102B2"/>
    <w:rsid w:val="00C77CB6"/>
    <w:rsid w:val="00C8265A"/>
    <w:rsid w:val="00C85726"/>
    <w:rsid w:val="00C93182"/>
    <w:rsid w:val="00CC1223"/>
    <w:rsid w:val="00CC2FDB"/>
    <w:rsid w:val="00D430D7"/>
    <w:rsid w:val="00D90F53"/>
    <w:rsid w:val="00DB0613"/>
    <w:rsid w:val="00DD7C7B"/>
    <w:rsid w:val="00E65F23"/>
    <w:rsid w:val="00E738E6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2D5907"/>
    <w:pPr>
      <w:spacing w:after="0" w:line="240" w:lineRule="auto"/>
      <w:ind w:left="720"/>
      <w:contextualSpacing/>
      <w:jc w:val="both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</TotalTime>
  <Pages>1</Pages>
  <Words>277</Words>
  <Characters>1584</Characters>
  <Application>Microsoft Office Word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KTR</cp:lastModifiedBy>
  <cp:revision>12</cp:revision>
  <dcterms:created xsi:type="dcterms:W3CDTF">2017-10-30T22:26:00Z</dcterms:created>
  <dcterms:modified xsi:type="dcterms:W3CDTF">2019-02-05T10:08:00Z</dcterms:modified>
</cp:coreProperties>
</file>