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A5D" w:rsidRDefault="00C02A5D" w:rsidP="00250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C02A5D" w:rsidRDefault="00C02A5D" w:rsidP="00250BB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02A5D" w:rsidRDefault="00C02A5D" w:rsidP="00250BB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C02A5D" w:rsidRDefault="00C02A5D" w:rsidP="00250BBF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C02A5D" w:rsidRDefault="00C02A5D" w:rsidP="00250BBF">
      <w:pPr>
        <w:rPr>
          <w:sz w:val="28"/>
          <w:szCs w:val="28"/>
        </w:rPr>
      </w:pPr>
    </w:p>
    <w:p w:rsidR="00C02A5D" w:rsidRDefault="00C02A5D" w:rsidP="00250BBF">
      <w:pPr>
        <w:rPr>
          <w:sz w:val="28"/>
          <w:szCs w:val="28"/>
        </w:rPr>
      </w:pPr>
      <w:r>
        <w:rPr>
          <w:sz w:val="28"/>
          <w:szCs w:val="28"/>
        </w:rPr>
        <w:t>Викладачі: доктор економічних наук_завідувач кафедри теоретичної та прикладної економіки_</w:t>
      </w:r>
      <w:r w:rsidRPr="00250BBF">
        <w:rPr>
          <w:b/>
          <w:sz w:val="28"/>
          <w:szCs w:val="28"/>
        </w:rPr>
        <w:t>Пилипів Надія Іванівна</w:t>
      </w:r>
    </w:p>
    <w:p w:rsidR="00C02A5D" w:rsidRPr="00CC50AD" w:rsidRDefault="00C02A5D" w:rsidP="00250BBF">
      <w:pPr>
        <w:rPr>
          <w:sz w:val="28"/>
          <w:szCs w:val="28"/>
        </w:rPr>
      </w:pPr>
      <w:r>
        <w:rPr>
          <w:sz w:val="28"/>
          <w:szCs w:val="28"/>
        </w:rPr>
        <w:t xml:space="preserve"> _кандидат економічних наук, доцент </w:t>
      </w:r>
      <w:r>
        <w:rPr>
          <w:b/>
          <w:sz w:val="28"/>
          <w:szCs w:val="28"/>
          <w:lang w:val="ru-RU"/>
        </w:rPr>
        <w:t>Максимів Юлія Василівна</w:t>
      </w:r>
    </w:p>
    <w:p w:rsidR="00C02A5D" w:rsidRDefault="00C02A5D" w:rsidP="00250BBF">
      <w:pPr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обліку і аудиту</w:t>
      </w:r>
    </w:p>
    <w:p w:rsidR="00C02A5D" w:rsidRDefault="00C02A5D" w:rsidP="00250BBF">
      <w:pPr>
        <w:jc w:val="both"/>
        <w:rPr>
          <w:sz w:val="28"/>
          <w:szCs w:val="28"/>
        </w:rPr>
      </w:pPr>
    </w:p>
    <w:p w:rsidR="00C02A5D" w:rsidRPr="00250BBF" w:rsidRDefault="00C02A5D" w:rsidP="00250BBF">
      <w:pPr>
        <w:ind w:firstLine="720"/>
        <w:jc w:val="both"/>
        <w:rPr>
          <w:b/>
          <w:sz w:val="28"/>
          <w:szCs w:val="28"/>
          <w:lang w:val="ru-RU"/>
        </w:rPr>
      </w:pPr>
      <w:r w:rsidRPr="0034339A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Судово-економічна експертиза</w:t>
      </w:r>
    </w:p>
    <w:p w:rsidR="00C02A5D" w:rsidRPr="00250BBF" w:rsidRDefault="00C02A5D" w:rsidP="00250BBF">
      <w:pPr>
        <w:ind w:firstLine="720"/>
        <w:jc w:val="both"/>
        <w:rPr>
          <w:b/>
          <w:sz w:val="28"/>
          <w:szCs w:val="28"/>
          <w:lang w:val="ru-RU"/>
        </w:rPr>
      </w:pPr>
    </w:p>
    <w:p w:rsidR="00C02A5D" w:rsidRPr="0034339A" w:rsidRDefault="00C02A5D" w:rsidP="00250BBF">
      <w:pPr>
        <w:ind w:firstLine="720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Місце збереження документів:</w:t>
      </w:r>
    </w:p>
    <w:p w:rsidR="00C02A5D" w:rsidRPr="0034339A" w:rsidRDefault="00C02A5D" w:rsidP="00250BBF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КХ – загальне книгосховище</w:t>
      </w:r>
    </w:p>
    <w:p w:rsidR="00C02A5D" w:rsidRPr="0034339A" w:rsidRDefault="00C02A5D" w:rsidP="00250BBF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ЕК – читальний зал екон. мат. та фіз.</w:t>
      </w:r>
    </w:p>
    <w:p w:rsidR="00C02A5D" w:rsidRPr="00250BBF" w:rsidRDefault="00C02A5D" w:rsidP="00250BBF">
      <w:pPr>
        <w:ind w:firstLine="709"/>
        <w:jc w:val="both"/>
        <w:rPr>
          <w:sz w:val="28"/>
          <w:szCs w:val="28"/>
          <w:lang w:val="ru-RU"/>
        </w:rPr>
      </w:pPr>
      <w:r w:rsidRPr="0034339A">
        <w:rPr>
          <w:sz w:val="28"/>
          <w:szCs w:val="28"/>
        </w:rPr>
        <w:t>Заг ЧЗ – Загальний читальний зал</w:t>
      </w:r>
    </w:p>
    <w:p w:rsidR="00C02A5D" w:rsidRPr="008E1F54" w:rsidRDefault="00C02A5D" w:rsidP="00250BBF">
      <w:pPr>
        <w:ind w:firstLine="709"/>
        <w:jc w:val="both"/>
        <w:rPr>
          <w:sz w:val="28"/>
          <w:szCs w:val="28"/>
        </w:rPr>
      </w:pPr>
      <w:r w:rsidRPr="00866A82">
        <w:rPr>
          <w:sz w:val="28"/>
          <w:szCs w:val="28"/>
        </w:rPr>
        <w:t>ЕЛ – електронна бібліотека</w:t>
      </w:r>
    </w:p>
    <w:p w:rsidR="00C02A5D" w:rsidRDefault="00C02A5D" w:rsidP="00C57725">
      <w:pPr>
        <w:ind w:firstLine="720"/>
        <w:jc w:val="center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1. </w:t>
      </w:r>
      <w:hyperlink r:id="rId4" w:tooltip="Пошук за автором" w:history="1">
        <w:r w:rsidRPr="00FF764A">
          <w:rPr>
            <w:color w:val="000000"/>
            <w:sz w:val="28"/>
            <w:szCs w:val="28"/>
          </w:rPr>
          <w:t>Хомутенко О. В.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FF764A">
        <w:rPr>
          <w:bCs/>
          <w:color w:val="000000"/>
          <w:sz w:val="28"/>
          <w:szCs w:val="28"/>
        </w:rPr>
        <w:t>Судова економічна експертиза як інструмент формування принципів забезпечення позитивних ефектів в економіці</w:t>
      </w:r>
      <w:r w:rsidRPr="00FF764A">
        <w:rPr>
          <w:color w:val="000000"/>
          <w:sz w:val="28"/>
          <w:szCs w:val="28"/>
        </w:rPr>
        <w:t xml:space="preserve"> [Електронний ресурс] / О. В. Хомутенко // </w:t>
      </w:r>
      <w:hyperlink r:id="rId5" w:tooltip="Періодичне видання" w:history="1">
        <w:r w:rsidRPr="00FF764A">
          <w:rPr>
            <w:color w:val="000000"/>
            <w:sz w:val="28"/>
            <w:szCs w:val="28"/>
          </w:rPr>
          <w:t>Теорія та практика судової експертизи і криміналістики</w:t>
        </w:r>
      </w:hyperlink>
      <w:r w:rsidRPr="00FF764A">
        <w:rPr>
          <w:color w:val="000000"/>
          <w:sz w:val="28"/>
          <w:szCs w:val="28"/>
        </w:rPr>
        <w:t xml:space="preserve">. - 2015. - Вип. 15. - С. 306-312. - Режим доступу: </w:t>
      </w:r>
      <w:hyperlink r:id="rId6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FF764A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Tpsek</w:t>
        </w:r>
        <w:r w:rsidRPr="00FF764A">
          <w:rPr>
            <w:color w:val="000000"/>
            <w:sz w:val="28"/>
            <w:szCs w:val="28"/>
          </w:rPr>
          <w:t>_2015_15_41</w:t>
        </w:r>
      </w:hyperlink>
      <w:r w:rsidRPr="00FF764A">
        <w:rPr>
          <w:color w:val="000000"/>
          <w:sz w:val="28"/>
          <w:szCs w:val="28"/>
        </w:rPr>
        <w:t xml:space="preserve"> </w:t>
      </w:r>
      <w:hyperlink r:id="rId7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 xml:space="preserve">308.881 </w:t>
        </w:r>
        <w:r w:rsidRPr="00FF764A">
          <w:rPr>
            <w:color w:val="000000"/>
            <w:sz w:val="28"/>
            <w:szCs w:val="28"/>
            <w:lang w:val="ru-RU"/>
          </w:rPr>
          <w:t>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  <w:r w:rsidRPr="00C836FA">
        <w:rPr>
          <w:b/>
          <w:sz w:val="28"/>
          <w:szCs w:val="28"/>
        </w:rPr>
        <w:t>(ЕЛ)</w:t>
      </w:r>
    </w:p>
    <w:p w:rsidR="00C02A5D" w:rsidRPr="00FF764A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2. </w:t>
      </w:r>
      <w:hyperlink r:id="rId8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Корінько М. Д.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FF764A">
        <w:rPr>
          <w:bCs/>
          <w:color w:val="000000"/>
          <w:sz w:val="28"/>
          <w:szCs w:val="28"/>
          <w:lang w:val="ru-RU"/>
        </w:rPr>
        <w:t>Судова економічна експертиза: вирішення питань щодо обґрунтування сплати податку на додану вартість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М. Д. Корінько, Є. О. Кушнір // </w:t>
      </w:r>
      <w:hyperlink r:id="rId9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Інтелект XXI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- 2016. - № 4. - С. 73-83. - Режим доступу: </w:t>
      </w:r>
      <w:hyperlink r:id="rId10" w:history="1">
        <w:r w:rsidRPr="00FF764A">
          <w:rPr>
            <w:color w:val="000000"/>
            <w:sz w:val="28"/>
            <w:szCs w:val="28"/>
            <w:lang w:val="ru-RU"/>
          </w:rPr>
          <w:t>http://nbuv.gov.ua/UJRN/int_XXI_2016_4_10</w:t>
        </w:r>
      </w:hyperlink>
      <w:r w:rsidRPr="00FF764A">
        <w:rPr>
          <w:color w:val="000000"/>
          <w:sz w:val="28"/>
          <w:szCs w:val="28"/>
          <w:lang w:val="ru-RU"/>
        </w:rPr>
        <w:t xml:space="preserve">    </w:t>
      </w:r>
      <w:hyperlink r:id="rId11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- 153.909 Kb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C836FA">
        <w:rPr>
          <w:b/>
          <w:sz w:val="28"/>
          <w:szCs w:val="28"/>
        </w:rPr>
        <w:t>(ЕЛ)</w:t>
      </w:r>
    </w:p>
    <w:p w:rsidR="00C02A5D" w:rsidRPr="009E63F0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3. </w:t>
      </w:r>
      <w:hyperlink r:id="rId12" w:tooltip="Пошук за автором" w:history="1">
        <w:r w:rsidRPr="00FF764A">
          <w:rPr>
            <w:color w:val="000000"/>
            <w:sz w:val="28"/>
            <w:szCs w:val="28"/>
          </w:rPr>
          <w:t>Бугай Н.</w:t>
        </w:r>
      </w:hyperlink>
      <w:r w:rsidRPr="00FF764A">
        <w:rPr>
          <w:color w:val="000000"/>
          <w:sz w:val="28"/>
          <w:szCs w:val="28"/>
        </w:rPr>
        <w:t xml:space="preserve"> </w:t>
      </w:r>
      <w:r w:rsidRPr="00FF764A">
        <w:rPr>
          <w:bCs/>
          <w:color w:val="000000"/>
          <w:sz w:val="28"/>
          <w:szCs w:val="28"/>
        </w:rPr>
        <w:t>Судово-бухгалтерська експертиза як складова економічного контролю: сьогодення та майбутнє</w:t>
      </w:r>
      <w:r w:rsidRPr="00FF764A">
        <w:rPr>
          <w:color w:val="000000"/>
          <w:sz w:val="28"/>
          <w:szCs w:val="28"/>
        </w:rPr>
        <w:t xml:space="preserve"> [Електронний ресурс] / Н. Бугай // </w:t>
      </w:r>
      <w:hyperlink r:id="rId13" w:tooltip="Періодичне видання" w:history="1">
        <w:r w:rsidRPr="00FF764A">
          <w:rPr>
            <w:color w:val="000000"/>
            <w:sz w:val="28"/>
            <w:szCs w:val="28"/>
          </w:rPr>
          <w:t>Соціально-економічні проблеми і держава</w:t>
        </w:r>
      </w:hyperlink>
      <w:r w:rsidRPr="00FF764A">
        <w:rPr>
          <w:color w:val="000000"/>
          <w:sz w:val="28"/>
          <w:szCs w:val="28"/>
        </w:rPr>
        <w:t xml:space="preserve">. - 2014. - Вип. 2. - С. 62-70. - Режим доступу: </w:t>
      </w:r>
      <w:hyperlink r:id="rId14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FF764A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Sepid</w:t>
        </w:r>
        <w:r w:rsidRPr="00FF764A">
          <w:rPr>
            <w:color w:val="000000"/>
            <w:sz w:val="28"/>
            <w:szCs w:val="28"/>
          </w:rPr>
          <w:t>_2014_2_9</w:t>
        </w:r>
      </w:hyperlink>
      <w:r w:rsidRPr="00FF764A">
        <w:rPr>
          <w:color w:val="000000"/>
          <w:sz w:val="28"/>
          <w:szCs w:val="28"/>
        </w:rPr>
        <w:t xml:space="preserve"> </w:t>
      </w:r>
      <w:hyperlink r:id="rId15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 xml:space="preserve">1.329 </w:t>
        </w:r>
        <w:r w:rsidRPr="00FF764A">
          <w:rPr>
            <w:color w:val="000000"/>
            <w:sz w:val="28"/>
            <w:szCs w:val="28"/>
            <w:lang w:val="ru-RU"/>
          </w:rPr>
          <w:t>Mb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C836FA">
        <w:rPr>
          <w:b/>
          <w:sz w:val="28"/>
          <w:szCs w:val="28"/>
        </w:rPr>
        <w:t>(ЕЛ)</w:t>
      </w:r>
    </w:p>
    <w:p w:rsidR="00C02A5D" w:rsidRPr="00FF764A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4. </w:t>
      </w:r>
      <w:hyperlink r:id="rId16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Левченко Н. М.</w:t>
        </w:r>
      </w:hyperlink>
      <w:r w:rsidRPr="00FF764A">
        <w:rPr>
          <w:color w:val="000000"/>
          <w:sz w:val="28"/>
          <w:szCs w:val="28"/>
          <w:lang w:val="ru-RU"/>
        </w:rPr>
        <w:t xml:space="preserve"> </w:t>
      </w:r>
      <w:r w:rsidRPr="00FF764A">
        <w:rPr>
          <w:bCs/>
          <w:color w:val="000000"/>
          <w:sz w:val="28"/>
          <w:szCs w:val="28"/>
          <w:lang w:val="ru-RU"/>
        </w:rPr>
        <w:t>Судово-бухгалтерська експертиза розрахунків за виплатами працівникам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Н. М. Левченко, К. В. Авраменко // </w:t>
      </w:r>
      <w:hyperlink r:id="rId17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Сталий розвиток економіки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- 2015. - № 3. - С. 198-205. - Режим доступу: </w:t>
      </w:r>
      <w:hyperlink r:id="rId18" w:history="1">
        <w:r w:rsidRPr="00FF764A">
          <w:rPr>
            <w:color w:val="000000"/>
            <w:sz w:val="28"/>
            <w:szCs w:val="28"/>
            <w:lang w:val="ru-RU"/>
          </w:rPr>
          <w:t>http://nbuv.gov.ua/UJRN/sre_2015_3_30</w:t>
        </w:r>
      </w:hyperlink>
      <w:r w:rsidRPr="00FF764A">
        <w:rPr>
          <w:color w:val="000000"/>
          <w:sz w:val="28"/>
          <w:szCs w:val="28"/>
          <w:lang w:val="ru-RU"/>
        </w:rPr>
        <w:t xml:space="preserve">  </w:t>
      </w:r>
      <w:hyperlink r:id="rId19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- 158.803 Kb</w:t>
        </w:r>
      </w:hyperlink>
      <w:r>
        <w:t xml:space="preserve"> </w:t>
      </w:r>
      <w:r w:rsidRPr="00C836FA">
        <w:rPr>
          <w:b/>
          <w:sz w:val="28"/>
          <w:szCs w:val="28"/>
        </w:rPr>
        <w:t>(ЕЛ)</w:t>
      </w:r>
    </w:p>
    <w:p w:rsidR="00C02A5D" w:rsidRPr="009E63F0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5. </w:t>
      </w:r>
      <w:hyperlink r:id="rId20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Єрмоленко В. А.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FF764A">
        <w:rPr>
          <w:bCs/>
          <w:color w:val="000000"/>
          <w:sz w:val="28"/>
          <w:szCs w:val="28"/>
          <w:lang w:val="ru-RU"/>
        </w:rPr>
        <w:t>Сутність дефініції "судово-економічна експертиза"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В. А. Єрмоленко // </w:t>
      </w:r>
      <w:hyperlink r:id="rId21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Управління розвитком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- 2014. - № 12. - С. 42-43. - Режим доступу: </w:t>
      </w:r>
      <w:hyperlink r:id="rId22" w:history="1">
        <w:r w:rsidRPr="00FF764A">
          <w:rPr>
            <w:color w:val="000000"/>
            <w:sz w:val="28"/>
            <w:szCs w:val="28"/>
            <w:lang w:val="ru-RU"/>
          </w:rPr>
          <w:t>http://nbuv.gov.ua/UJRN/Uproz_2014_12_21</w:t>
        </w:r>
      </w:hyperlink>
      <w:r w:rsidRPr="00FF764A">
        <w:rPr>
          <w:color w:val="000000"/>
          <w:sz w:val="28"/>
          <w:szCs w:val="28"/>
          <w:lang w:val="ru-RU"/>
        </w:rPr>
        <w:t xml:space="preserve">    </w:t>
      </w:r>
      <w:hyperlink r:id="rId23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- 331.493 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  <w:r w:rsidRPr="00C836FA">
        <w:rPr>
          <w:b/>
          <w:sz w:val="28"/>
          <w:szCs w:val="28"/>
        </w:rPr>
        <w:t>(ЕЛ)</w:t>
      </w:r>
    </w:p>
    <w:p w:rsidR="00C02A5D" w:rsidRPr="009E63F0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6. </w:t>
      </w:r>
      <w:hyperlink r:id="rId24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Ковальчук О. О.</w:t>
        </w:r>
      </w:hyperlink>
      <w:r w:rsidRPr="00FF764A">
        <w:rPr>
          <w:color w:val="000000"/>
          <w:sz w:val="28"/>
          <w:szCs w:val="28"/>
          <w:lang w:val="ru-RU"/>
        </w:rPr>
        <w:t xml:space="preserve"> </w:t>
      </w:r>
      <w:r w:rsidRPr="00FF764A">
        <w:rPr>
          <w:bCs/>
          <w:color w:val="000000"/>
          <w:sz w:val="28"/>
          <w:szCs w:val="28"/>
          <w:lang w:val="ru-RU"/>
        </w:rPr>
        <w:t>Судово-економічна експертиза: теоретичний аспект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О. О. Ковальчук // </w:t>
      </w:r>
      <w:hyperlink r:id="rId25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Управління розвитком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- 2014. - № 12. - С. 49-51. - Режим доступу: </w:t>
      </w:r>
      <w:hyperlink r:id="rId26" w:history="1">
        <w:r w:rsidRPr="00FF764A">
          <w:rPr>
            <w:color w:val="000000"/>
            <w:sz w:val="28"/>
            <w:szCs w:val="28"/>
            <w:lang w:val="ru-RU"/>
          </w:rPr>
          <w:t>http://nbuv.gov.ua/UJRN/Uproz_2014_12_25</w:t>
        </w:r>
      </w:hyperlink>
      <w:r w:rsidRPr="00FF764A">
        <w:rPr>
          <w:color w:val="000000"/>
          <w:sz w:val="28"/>
          <w:szCs w:val="28"/>
          <w:lang w:val="ru-RU"/>
        </w:rPr>
        <w:t xml:space="preserve">    </w:t>
      </w:r>
      <w:hyperlink r:id="rId27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- 337.519 Kb</w:t>
        </w:r>
      </w:hyperlink>
      <w:r>
        <w:t xml:space="preserve"> </w:t>
      </w:r>
      <w:r w:rsidRPr="00C836FA">
        <w:rPr>
          <w:b/>
          <w:sz w:val="28"/>
          <w:szCs w:val="28"/>
        </w:rPr>
        <w:t>(ЕЛ)</w:t>
      </w:r>
    </w:p>
    <w:p w:rsidR="00C02A5D" w:rsidRPr="009E63F0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7. </w:t>
      </w:r>
      <w:hyperlink r:id="rId28" w:tooltip="Пошук за автором" w:history="1">
        <w:r w:rsidRPr="00FF764A">
          <w:rPr>
            <w:color w:val="000000"/>
            <w:sz w:val="28"/>
            <w:szCs w:val="28"/>
          </w:rPr>
          <w:t>Крівцова Т. О.</w:t>
        </w:r>
      </w:hyperlink>
      <w:r w:rsidRPr="00FF764A">
        <w:rPr>
          <w:color w:val="000000"/>
          <w:sz w:val="28"/>
          <w:szCs w:val="28"/>
        </w:rPr>
        <w:t xml:space="preserve"> </w:t>
      </w:r>
      <w:r w:rsidRPr="00FF764A">
        <w:rPr>
          <w:bCs/>
          <w:color w:val="000000"/>
          <w:sz w:val="28"/>
          <w:szCs w:val="28"/>
        </w:rPr>
        <w:t>Судово-економічна експертиза розрахунків, пов'язаних із податком на доходи фізичних осіб: теоретико-методичні аспекти</w:t>
      </w:r>
      <w:r w:rsidRPr="00FF764A">
        <w:rPr>
          <w:color w:val="000000"/>
          <w:sz w:val="28"/>
          <w:szCs w:val="28"/>
        </w:rPr>
        <w:t xml:space="preserve"> [Електронний ресурс] / Т. О. Крівцова // </w:t>
      </w:r>
      <w:hyperlink r:id="rId29" w:tooltip="Періодичне видання" w:history="1">
        <w:r w:rsidRPr="00FF764A">
          <w:rPr>
            <w:color w:val="000000"/>
            <w:sz w:val="28"/>
            <w:szCs w:val="28"/>
          </w:rPr>
          <w:t>Економіка розвитку</w:t>
        </w:r>
      </w:hyperlink>
      <w:r w:rsidRPr="00FF764A">
        <w:rPr>
          <w:color w:val="000000"/>
          <w:sz w:val="28"/>
          <w:szCs w:val="28"/>
        </w:rPr>
        <w:t xml:space="preserve">. - 2015. - № 1. - С. 46-53. - Режим доступу: </w:t>
      </w:r>
      <w:hyperlink r:id="rId30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FF764A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ecro</w:t>
        </w:r>
        <w:r w:rsidRPr="00FF764A">
          <w:rPr>
            <w:color w:val="000000"/>
            <w:sz w:val="28"/>
            <w:szCs w:val="28"/>
          </w:rPr>
          <w:t>_2015_1_8</w:t>
        </w:r>
      </w:hyperlink>
      <w:r w:rsidRPr="00FF764A">
        <w:rPr>
          <w:color w:val="000000"/>
          <w:sz w:val="28"/>
          <w:szCs w:val="28"/>
        </w:rPr>
        <w:t xml:space="preserve">    :</w:t>
      </w:r>
      <w:r w:rsidRPr="00FF764A">
        <w:rPr>
          <w:color w:val="000000"/>
          <w:sz w:val="28"/>
          <w:szCs w:val="28"/>
          <w:lang w:val="ru-RU"/>
        </w:rPr>
        <w:t> </w:t>
      </w:r>
      <w:hyperlink r:id="rId31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 xml:space="preserve">391.209 </w:t>
        </w:r>
        <w:r w:rsidRPr="00FF764A">
          <w:rPr>
            <w:color w:val="000000"/>
            <w:sz w:val="28"/>
            <w:szCs w:val="28"/>
            <w:lang w:val="ru-RU"/>
          </w:rPr>
          <w:t>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  <w:r w:rsidRPr="00C836FA">
        <w:rPr>
          <w:b/>
          <w:sz w:val="28"/>
          <w:szCs w:val="28"/>
        </w:rPr>
        <w:t>(ЕЛ)</w:t>
      </w:r>
    </w:p>
    <w:p w:rsidR="00C02A5D" w:rsidRPr="00FF764A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8. </w:t>
      </w:r>
      <w:hyperlink r:id="rId32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Клименко Н. І.</w:t>
        </w:r>
      </w:hyperlink>
      <w:r w:rsidRPr="00FF764A">
        <w:rPr>
          <w:color w:val="000000"/>
          <w:sz w:val="28"/>
          <w:szCs w:val="28"/>
          <w:lang w:val="ru-RU"/>
        </w:rPr>
        <w:t xml:space="preserve"> </w:t>
      </w:r>
      <w:r w:rsidRPr="00FF764A">
        <w:rPr>
          <w:bCs/>
          <w:color w:val="000000"/>
          <w:sz w:val="28"/>
          <w:szCs w:val="28"/>
          <w:lang w:val="ru-RU"/>
        </w:rPr>
        <w:t>Судово-економічна експертиза: сучасний стан і актуальні питання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Н. І. Клименко, В. В. Федчишина // </w:t>
      </w:r>
      <w:hyperlink r:id="rId33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Криміналістичний вісник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- 2016. - № 1. - С. 56-61. - Режим доступу: </w:t>
      </w:r>
      <w:hyperlink r:id="rId34" w:history="1">
        <w:r w:rsidRPr="00FF764A">
          <w:rPr>
            <w:color w:val="000000"/>
            <w:sz w:val="28"/>
            <w:szCs w:val="28"/>
            <w:lang w:val="ru-RU"/>
          </w:rPr>
          <w:t>http://nbuv.gov.ua/UJRN/krvis_2016_1_11</w:t>
        </w:r>
      </w:hyperlink>
      <w:r w:rsidRPr="00FF764A">
        <w:rPr>
          <w:color w:val="000000"/>
          <w:sz w:val="28"/>
          <w:szCs w:val="28"/>
          <w:lang w:val="ru-RU"/>
        </w:rPr>
        <w:t xml:space="preserve">  </w:t>
      </w:r>
      <w:hyperlink r:id="rId35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- 267.402 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  <w:r w:rsidRPr="00C836FA">
        <w:rPr>
          <w:b/>
          <w:sz w:val="28"/>
          <w:szCs w:val="28"/>
        </w:rPr>
        <w:t>(ЕЛ)</w:t>
      </w:r>
    </w:p>
    <w:p w:rsidR="00C02A5D" w:rsidRPr="009E63F0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9. </w:t>
      </w:r>
      <w:hyperlink r:id="rId36" w:tooltip="Пошук за автором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Янчук О. Ю.</w:t>
        </w:r>
      </w:hyperlink>
      <w:r w:rsidRPr="00FF764A">
        <w:rPr>
          <w:color w:val="000000"/>
          <w:sz w:val="28"/>
          <w:szCs w:val="28"/>
        </w:rPr>
        <w:t> </w:t>
      </w:r>
      <w:r w:rsidRPr="00FF764A">
        <w:rPr>
          <w:bCs/>
          <w:color w:val="000000"/>
          <w:sz w:val="28"/>
          <w:szCs w:val="28"/>
        </w:rPr>
        <w:t>Судова експертиза в адміністративному судочинстві</w:t>
      </w:r>
      <w:r w:rsidRPr="00FF764A">
        <w:rPr>
          <w:color w:val="000000"/>
          <w:sz w:val="28"/>
          <w:szCs w:val="28"/>
        </w:rPr>
        <w:t xml:space="preserve"> [Електронний ресурс] / О. Ю. Янчук // </w:t>
      </w:r>
      <w:hyperlink r:id="rId37" w:tooltip="Періодичне видання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Вісник Академії адвокатури України</w:t>
        </w:r>
      </w:hyperlink>
      <w:r w:rsidRPr="00FF764A">
        <w:rPr>
          <w:color w:val="000000"/>
          <w:sz w:val="28"/>
          <w:szCs w:val="28"/>
        </w:rPr>
        <w:t xml:space="preserve">. - 2009. - Число 2. - С. 145-150. - Режим доступу: </w:t>
      </w:r>
      <w:hyperlink r:id="rId38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http://nbuv.gov.ua/UJRN/vaau_2009_2_23</w:t>
        </w:r>
      </w:hyperlink>
      <w:r>
        <w:t xml:space="preserve"> </w:t>
      </w:r>
      <w:r w:rsidRPr="00C836FA">
        <w:rPr>
          <w:b/>
          <w:sz w:val="28"/>
          <w:szCs w:val="28"/>
        </w:rPr>
        <w:t>(ЕЛ)</w:t>
      </w:r>
    </w:p>
    <w:p w:rsidR="00C02A5D" w:rsidRPr="009E63F0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EE395C" w:rsidRDefault="00C02A5D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  <w:lang w:val="ru-RU"/>
        </w:rPr>
        <w:t xml:space="preserve">10. </w:t>
      </w:r>
      <w:hyperlink r:id="rId39" w:tooltip="Пошук за автором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Селіверстова Катерина.</w:t>
        </w:r>
      </w:hyperlink>
      <w:r w:rsidRPr="00FF764A">
        <w:rPr>
          <w:color w:val="000000"/>
          <w:sz w:val="28"/>
          <w:szCs w:val="28"/>
        </w:rPr>
        <w:t> </w:t>
      </w:r>
      <w:r w:rsidRPr="00FF764A">
        <w:rPr>
          <w:bCs/>
          <w:color w:val="000000"/>
          <w:sz w:val="28"/>
          <w:szCs w:val="28"/>
        </w:rPr>
        <w:t>Експертиза цінності документів: уточнення поняття та його змісту</w:t>
      </w:r>
      <w:r w:rsidRPr="00FF764A">
        <w:rPr>
          <w:color w:val="000000"/>
          <w:sz w:val="28"/>
          <w:szCs w:val="28"/>
        </w:rPr>
        <w:t xml:space="preserve"> [Електронний ресурс] / Катерина. Селіверстова // </w:t>
      </w:r>
      <w:hyperlink r:id="rId40" w:tooltip="Періодичне видання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Студії з архівної справи та документознавства</w:t>
        </w:r>
      </w:hyperlink>
      <w:r w:rsidRPr="00FF764A">
        <w:rPr>
          <w:color w:val="000000"/>
          <w:sz w:val="28"/>
          <w:szCs w:val="28"/>
        </w:rPr>
        <w:t xml:space="preserve">. - 2009. - Т. 17. - С. 73-82. - Режим доступу: </w:t>
      </w:r>
      <w:hyperlink r:id="rId41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http://nbuv.gov.ua/UJRN/sasd_2009_17_14</w:t>
        </w:r>
      </w:hyperlink>
      <w:r>
        <w:t xml:space="preserve"> </w:t>
      </w:r>
      <w:r w:rsidRPr="00C836FA">
        <w:rPr>
          <w:b/>
          <w:sz w:val="28"/>
          <w:szCs w:val="28"/>
        </w:rPr>
        <w:t>(ЕЛ)</w:t>
      </w:r>
    </w:p>
    <w:p w:rsidR="00C02A5D" w:rsidRPr="009E63F0" w:rsidRDefault="00C02A5D" w:rsidP="00C57725">
      <w:pPr>
        <w:ind w:firstLine="720"/>
        <w:jc w:val="both"/>
        <w:rPr>
          <w:color w:val="000000"/>
          <w:sz w:val="28"/>
          <w:szCs w:val="28"/>
        </w:rPr>
      </w:pPr>
    </w:p>
    <w:p w:rsidR="00C02A5D" w:rsidRPr="00FF764A" w:rsidRDefault="00C02A5D">
      <w:pPr>
        <w:rPr>
          <w:color w:val="000000"/>
          <w:sz w:val="28"/>
          <w:szCs w:val="28"/>
          <w:lang w:val="ru-RU"/>
        </w:rPr>
      </w:pPr>
      <w:bookmarkStart w:id="0" w:name="_GoBack"/>
      <w:bookmarkEnd w:id="0"/>
    </w:p>
    <w:sectPr w:rsidR="00C02A5D" w:rsidRPr="00FF764A" w:rsidSect="006A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725"/>
    <w:rsid w:val="000C1BAE"/>
    <w:rsid w:val="00156167"/>
    <w:rsid w:val="00250BBF"/>
    <w:rsid w:val="0034339A"/>
    <w:rsid w:val="0038457C"/>
    <w:rsid w:val="006A1F9D"/>
    <w:rsid w:val="006B3299"/>
    <w:rsid w:val="007C592A"/>
    <w:rsid w:val="00866A82"/>
    <w:rsid w:val="008A10BB"/>
    <w:rsid w:val="008E1F54"/>
    <w:rsid w:val="00946BCE"/>
    <w:rsid w:val="009E63F0"/>
    <w:rsid w:val="00BC4AC7"/>
    <w:rsid w:val="00C02A5D"/>
    <w:rsid w:val="00C57725"/>
    <w:rsid w:val="00C836FA"/>
    <w:rsid w:val="00CC50AD"/>
    <w:rsid w:val="00D960D5"/>
    <w:rsid w:val="00E91ADF"/>
    <w:rsid w:val="00EE395C"/>
    <w:rsid w:val="00FF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725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8457C"/>
    <w:rPr>
      <w:rFonts w:ascii="Tahoma" w:eastAsia="Calibri" w:hAnsi="Tahoma" w:cs="Tahoma"/>
      <w:color w:val="auto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color w:val="323232"/>
      <w:sz w:val="2"/>
      <w:lang w:val="uk-UA"/>
    </w:rPr>
  </w:style>
  <w:style w:type="character" w:styleId="Hyperlink">
    <w:name w:val="Hyperlink"/>
    <w:basedOn w:val="DefaultParagraphFont"/>
    <w:uiPriority w:val="99"/>
    <w:rsid w:val="00FF76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1%96%D0%BD%D1%8C%D0%BA%D0%BE%20%D0%9C$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639" TargetMode="External"/><Relationship Id="rId18" Type="http://schemas.openxmlformats.org/officeDocument/2006/relationships/hyperlink" Target="http://nbuv.gov.ua/UJRN/sre_2015_3_30" TargetMode="External"/><Relationship Id="rId26" Type="http://schemas.openxmlformats.org/officeDocument/2006/relationships/hyperlink" Target="http://nbuv.gov.ua/UJRN/Uproz_2014_12_25" TargetMode="External"/><Relationship Id="rId3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0%BB%D1%96%D0%B2%D0%B5%D1%80%D1%81%D1%82%D0%BE%D0%B2%D0%B0%20%D0%9A%D0%B0%D1%82%D0%B5%D1%80%D0%B8%D0%BD%D0%B0$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34" Type="http://schemas.openxmlformats.org/officeDocument/2006/relationships/hyperlink" Target="http://nbuv.gov.ua/UJRN/krvis_2016_1_11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nbuv.gov.ua/j-pdf/Tpsek_2015_15_41.pdf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0%B3%D0%B0%D0%B9%20%D0%9D$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489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560" TargetMode="External"/><Relationship Id="rId38" Type="http://schemas.openxmlformats.org/officeDocument/2006/relationships/hyperlink" Target="http://nbuv.gov.ua/UJRN/vaau_2009_2_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2%D1%87%D0%B5%D0%BD%D0%BA%D0%BE%20%D0%9D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4%D1%80%D0%BC%D0%BE%D0%BB%D0%B5%D0%BD%D0%BA%D0%BE%20%D0%92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201" TargetMode="External"/><Relationship Id="rId41" Type="http://schemas.openxmlformats.org/officeDocument/2006/relationships/hyperlink" Target="http://nbuv.gov.ua/UJRN/sasd_2009_17_14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Tpsek_2015_15_41" TargetMode="External"/><Relationship Id="rId11" Type="http://schemas.openxmlformats.org/officeDocument/2006/relationships/hyperlink" Target="http://nbuv.gov.ua/j-pdf/int_XXI_2016_4_10.pdf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2%D0%B0%D0%BB%D1%8C%D1%87%D1%83%D0%BA%20%D0%9E$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B%D0%B8%D0%BC%D0%B5%D0%BD%D0%BA%D0%BE%20%D0%9D$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4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076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492" TargetMode="External"/><Relationship Id="rId15" Type="http://schemas.openxmlformats.org/officeDocument/2006/relationships/hyperlink" Target="http://nbuv.gov.ua/j-pdf/Sepid_2014_2_9.pdf" TargetMode="External"/><Relationship Id="rId23" Type="http://schemas.openxmlformats.org/officeDocument/2006/relationships/hyperlink" Target="http://nbuv.gov.ua/j-pdf/Uproz_2014_12_21.pdf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1%96%D0%B2%D1%86%D0%BE%D0%B2%D0%B0%20%D0%A2$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D%D1%87%D1%83%D0%BA%20%D0%9E$" TargetMode="External"/><Relationship Id="rId10" Type="http://schemas.openxmlformats.org/officeDocument/2006/relationships/hyperlink" Target="http://nbuv.gov.ua/UJRN/int_XXI_2016_4_10" TargetMode="External"/><Relationship Id="rId19" Type="http://schemas.openxmlformats.org/officeDocument/2006/relationships/hyperlink" Target="http://nbuv.gov.ua/j-pdf/sre_2015_3_30.pdf" TargetMode="External"/><Relationship Id="rId31" Type="http://schemas.openxmlformats.org/officeDocument/2006/relationships/hyperlink" Target="http://nbuv.gov.ua/j-pdf/ecro_2015_1_8.pdf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5%D0%BE%D0%BC%D1%83%D1%82%D0%B5%D0%BD%D0%BA%D0%BE%20%D0%9E$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99" TargetMode="External"/><Relationship Id="rId14" Type="http://schemas.openxmlformats.org/officeDocument/2006/relationships/hyperlink" Target="http://nbuv.gov.ua/UJRN/Sepid_2014_2_9" TargetMode="External"/><Relationship Id="rId22" Type="http://schemas.openxmlformats.org/officeDocument/2006/relationships/hyperlink" Target="http://nbuv.gov.ua/UJRN/Uproz_2014_12_21" TargetMode="External"/><Relationship Id="rId27" Type="http://schemas.openxmlformats.org/officeDocument/2006/relationships/hyperlink" Target="http://nbuv.gov.ua/j-pdf/Uproz_2014_12_25.pdf" TargetMode="External"/><Relationship Id="rId30" Type="http://schemas.openxmlformats.org/officeDocument/2006/relationships/hyperlink" Target="http://nbuv.gov.ua/UJRN/ecro_2015_1_8" TargetMode="External"/><Relationship Id="rId35" Type="http://schemas.openxmlformats.org/officeDocument/2006/relationships/hyperlink" Target="http://nbuv.gov.ua/j-pdf/krvis_2016_1_11.pd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1546</Words>
  <Characters>8817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4</cp:revision>
  <dcterms:created xsi:type="dcterms:W3CDTF">2017-11-10T08:56:00Z</dcterms:created>
  <dcterms:modified xsi:type="dcterms:W3CDTF">2019-02-05T09:14:00Z</dcterms:modified>
</cp:coreProperties>
</file>