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334" w:rsidRPr="00612B4A" w:rsidRDefault="00DC7334" w:rsidP="000F17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Електронні навчально-методичні видання</w:t>
      </w:r>
    </w:p>
    <w:p w:rsidR="00DC7334" w:rsidRPr="00D06D14" w:rsidRDefault="00DC7334" w:rsidP="000F178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12B4A">
        <w:rPr>
          <w:rFonts w:ascii="Times New Roman" w:hAnsi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C7334" w:rsidRPr="00D06D14" w:rsidRDefault="00DC7334" w:rsidP="000F178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12B4A">
        <w:rPr>
          <w:rFonts w:ascii="Times New Roman" w:hAnsi="Times New Roman"/>
          <w:b/>
          <w:sz w:val="28"/>
          <w:szCs w:val="28"/>
        </w:rPr>
        <w:t>підготовки бакалаврів і магістрів</w:t>
      </w:r>
    </w:p>
    <w:p w:rsidR="00DC7334" w:rsidRPr="00CC2FDB" w:rsidRDefault="00DC7334" w:rsidP="000F1789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06D14">
        <w:rPr>
          <w:rFonts w:ascii="Times New Roman" w:hAnsi="Times New Roman"/>
          <w:sz w:val="24"/>
          <w:szCs w:val="24"/>
        </w:rPr>
        <w:t>(</w:t>
      </w:r>
      <w:r w:rsidRPr="00CC2FDB">
        <w:rPr>
          <w:rFonts w:ascii="Times New Roman" w:hAnsi="Times New Roman"/>
          <w:sz w:val="24"/>
          <w:szCs w:val="24"/>
        </w:rPr>
        <w:t>згідно з розпорядженням Науково-дослідної частини № 03-21 від 05.05. 2017 р.)</w:t>
      </w:r>
    </w:p>
    <w:p w:rsidR="00DC7334" w:rsidRDefault="00DC7334" w:rsidP="000F178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0C3B27" w:rsidRPr="000C3B27" w:rsidRDefault="00DC7334" w:rsidP="000F178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Дисципліна «</w:t>
      </w:r>
      <w:r w:rsidRPr="00E20A5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</w:t>
      </w:r>
      <w:r w:rsidR="00E263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узична педагогіка вищої</w:t>
      </w:r>
      <w:r w:rsidRPr="00E20A5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школ</w:t>
      </w:r>
      <w:r w:rsidR="00E263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</w:t>
      </w:r>
      <w:r w:rsidRPr="00E20A57">
        <w:rPr>
          <w:rFonts w:ascii="Times New Roman" w:hAnsi="Times New Roman"/>
          <w:sz w:val="28"/>
          <w:szCs w:val="28"/>
        </w:rPr>
        <w:t>»</w:t>
      </w:r>
      <w:r w:rsidR="001E146E">
        <w:rPr>
          <w:rFonts w:ascii="Times New Roman" w:hAnsi="Times New Roman"/>
          <w:sz w:val="28"/>
          <w:szCs w:val="28"/>
        </w:rPr>
        <w:t>.</w:t>
      </w:r>
      <w:r w:rsidR="001164F3">
        <w:rPr>
          <w:rFonts w:ascii="Times New Roman" w:hAnsi="Times New Roman"/>
          <w:sz w:val="28"/>
          <w:szCs w:val="28"/>
        </w:rPr>
        <w:t xml:space="preserve"> (</w:t>
      </w:r>
      <w:r w:rsidR="001E146E">
        <w:rPr>
          <w:rFonts w:ascii="Times New Roman" w:hAnsi="Times New Roman"/>
          <w:sz w:val="28"/>
          <w:szCs w:val="28"/>
        </w:rPr>
        <w:t xml:space="preserve">Спеціальність 025 «музичне мистецтво», </w:t>
      </w:r>
      <w:r w:rsidR="000C3B27" w:rsidRPr="000C3B27">
        <w:rPr>
          <w:rFonts w:ascii="Times New Roman" w:hAnsi="Times New Roman"/>
          <w:sz w:val="28"/>
          <w:szCs w:val="28"/>
        </w:rPr>
        <w:t>014 Середня освіта (музичне мистецтво за вибором)</w:t>
      </w:r>
      <w:r w:rsidR="000C3B27">
        <w:rPr>
          <w:rFonts w:ascii="Times New Roman" w:hAnsi="Times New Roman"/>
          <w:sz w:val="28"/>
          <w:szCs w:val="28"/>
        </w:rPr>
        <w:t>, ОПР «магіст</w:t>
      </w:r>
      <w:r w:rsidR="000C3B27" w:rsidRPr="000C3B27">
        <w:rPr>
          <w:rFonts w:ascii="Times New Roman" w:hAnsi="Times New Roman"/>
          <w:sz w:val="28"/>
          <w:szCs w:val="28"/>
        </w:rPr>
        <w:t>р»)</w:t>
      </w:r>
    </w:p>
    <w:p w:rsidR="00DC7334" w:rsidRDefault="00DC7334" w:rsidP="000F1789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Кафедра </w:t>
      </w:r>
      <w:r w:rsidR="0029723E">
        <w:rPr>
          <w:rFonts w:ascii="Times New Roman" w:hAnsi="Times New Roman"/>
          <w:sz w:val="28"/>
          <w:szCs w:val="28"/>
          <w:u w:val="single"/>
        </w:rPr>
        <w:t>методики музичного виховання та диригування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C7334" w:rsidRPr="004949EF" w:rsidRDefault="00DC7334" w:rsidP="000F1789">
      <w:pPr>
        <w:spacing w:line="240" w:lineRule="auto"/>
        <w:rPr>
          <w:rFonts w:ascii="Times New Roman" w:hAnsi="Times New Roman"/>
          <w:sz w:val="28"/>
          <w:szCs w:val="28"/>
          <w:u w:val="single"/>
        </w:rPr>
      </w:pPr>
      <w:r w:rsidRPr="004949EF">
        <w:rPr>
          <w:rFonts w:ascii="Times New Roman" w:hAnsi="Times New Roman"/>
          <w:sz w:val="28"/>
          <w:szCs w:val="28"/>
          <w:u w:val="single"/>
        </w:rPr>
        <w:t>Навчально-науковий інститут мистецтв</w:t>
      </w:r>
    </w:p>
    <w:p w:rsidR="00DC7334" w:rsidRDefault="00DC7334" w:rsidP="000F1789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Викладач </w:t>
      </w:r>
      <w:r w:rsidR="0029723E">
        <w:rPr>
          <w:rFonts w:ascii="Times New Roman" w:hAnsi="Times New Roman"/>
          <w:sz w:val="28"/>
          <w:szCs w:val="28"/>
          <w:u w:val="single"/>
        </w:rPr>
        <w:t>Кіндратюк Богдан Дмитр</w:t>
      </w:r>
      <w:r>
        <w:rPr>
          <w:rFonts w:ascii="Times New Roman" w:hAnsi="Times New Roman"/>
          <w:sz w:val="28"/>
          <w:szCs w:val="28"/>
          <w:u w:val="single"/>
        </w:rPr>
        <w:t>ович</w:t>
      </w:r>
    </w:p>
    <w:p w:rsidR="00DC7334" w:rsidRPr="009836CF" w:rsidRDefault="00DC7334" w:rsidP="000F1789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2D202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9836C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 </w:t>
      </w:r>
      <w:r w:rsidR="0029723E">
        <w:rPr>
          <w:rFonts w:ascii="Times New Roman" w:hAnsi="Times New Roman"/>
          <w:sz w:val="28"/>
          <w:szCs w:val="28"/>
          <w:lang w:val="en-US"/>
        </w:rPr>
        <w:t>bohkind</w:t>
      </w:r>
      <w:r w:rsidRPr="009836CF"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ukr</w:t>
      </w:r>
      <w:r w:rsidRPr="009836C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net</w:t>
      </w:r>
    </w:p>
    <w:p w:rsidR="00DC7334" w:rsidRPr="002D2021" w:rsidRDefault="00DC7334" w:rsidP="000F178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наукових текстів, що включенні у збірник текстів для самостійної роботи студента («хрестоматію) і електронні версії яких додаються:</w:t>
      </w:r>
    </w:p>
    <w:p w:rsidR="000F1789" w:rsidRDefault="000F1789" w:rsidP="000F1789">
      <w:pPr>
        <w:pStyle w:val="a3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 w:cs="Times New Roman"/>
          <w:color w:val="3A3A3A"/>
          <w:sz w:val="28"/>
          <w:szCs w:val="28"/>
        </w:rPr>
      </w:pPr>
      <w:r>
        <w:rPr>
          <w:rFonts w:ascii="Times New Roman" w:hAnsi="Times New Roman" w:cs="Times New Roman"/>
          <w:color w:val="3A3A3A"/>
          <w:sz w:val="28"/>
          <w:szCs w:val="28"/>
        </w:rPr>
        <w:t>Глосарій основних термінів із муз.пед.вищої школи.</w:t>
      </w:r>
    </w:p>
    <w:p w:rsidR="00686C2F" w:rsidRDefault="00686C2F" w:rsidP="000F1789">
      <w:pPr>
        <w:pStyle w:val="a3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 w:cs="Times New Roman"/>
          <w:color w:val="3A3A3A"/>
          <w:sz w:val="28"/>
          <w:szCs w:val="28"/>
        </w:rPr>
      </w:pPr>
      <w:r>
        <w:rPr>
          <w:rFonts w:ascii="Times New Roman" w:hAnsi="Times New Roman" w:cs="Times New Roman"/>
          <w:color w:val="3A3A3A"/>
          <w:sz w:val="28"/>
          <w:szCs w:val="28"/>
        </w:rPr>
        <w:t xml:space="preserve">Гончаренко С. Методологічні характеристики педагогічних досліджень // </w:t>
      </w:r>
      <w:r w:rsidRPr="00686C2F">
        <w:rPr>
          <w:rFonts w:ascii="Times New Roman" w:hAnsi="Times New Roman" w:cs="Times New Roman"/>
          <w:i/>
          <w:color w:val="3A3A3A"/>
          <w:sz w:val="28"/>
          <w:szCs w:val="28"/>
        </w:rPr>
        <w:t>Вісник АПН України</w:t>
      </w:r>
      <w:r>
        <w:rPr>
          <w:rFonts w:ascii="Times New Roman" w:hAnsi="Times New Roman" w:cs="Times New Roman"/>
          <w:color w:val="3A3A3A"/>
          <w:sz w:val="28"/>
          <w:szCs w:val="28"/>
        </w:rPr>
        <w:t>. 1993. № 2. С. 11‒23.</w:t>
      </w:r>
    </w:p>
    <w:p w:rsidR="00931908" w:rsidRDefault="00931908" w:rsidP="000F1789">
      <w:pPr>
        <w:pStyle w:val="a3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 w:cs="Times New Roman"/>
          <w:color w:val="3A3A3A"/>
          <w:sz w:val="28"/>
          <w:szCs w:val="28"/>
        </w:rPr>
      </w:pPr>
      <w:r>
        <w:rPr>
          <w:rFonts w:ascii="Times New Roman" w:hAnsi="Times New Roman" w:cs="Times New Roman"/>
          <w:color w:val="3A3A3A"/>
          <w:sz w:val="28"/>
          <w:szCs w:val="28"/>
        </w:rPr>
        <w:t>Гунько Н. Методика музичного виховання у ВНЗ (програма).</w:t>
      </w:r>
    </w:p>
    <w:p w:rsidR="00256216" w:rsidRDefault="00256216" w:rsidP="000F1789">
      <w:pPr>
        <w:pStyle w:val="a3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 w:cs="Times New Roman"/>
          <w:color w:val="3A3A3A"/>
          <w:sz w:val="28"/>
          <w:szCs w:val="28"/>
        </w:rPr>
      </w:pPr>
      <w:r w:rsidRPr="00256216">
        <w:rPr>
          <w:rFonts w:ascii="Times New Roman" w:hAnsi="Times New Roman" w:cs="Times New Roman"/>
          <w:color w:val="3A3A3A"/>
          <w:sz w:val="28"/>
          <w:szCs w:val="28"/>
        </w:rPr>
        <w:t>З</w:t>
      </w:r>
      <w:r>
        <w:rPr>
          <w:rFonts w:ascii="Times New Roman" w:hAnsi="Times New Roman" w:cs="Times New Roman"/>
          <w:color w:val="3A3A3A"/>
          <w:sz w:val="28"/>
          <w:szCs w:val="28"/>
        </w:rPr>
        <w:t xml:space="preserve">акон </w:t>
      </w:r>
      <w:r w:rsidRPr="00256216">
        <w:rPr>
          <w:rFonts w:ascii="Times New Roman" w:hAnsi="Times New Roman" w:cs="Times New Roman"/>
          <w:color w:val="3A3A3A"/>
          <w:sz w:val="28"/>
          <w:szCs w:val="28"/>
        </w:rPr>
        <w:t>У</w:t>
      </w:r>
      <w:r>
        <w:rPr>
          <w:rFonts w:ascii="Times New Roman" w:hAnsi="Times New Roman" w:cs="Times New Roman"/>
          <w:color w:val="3A3A3A"/>
          <w:sz w:val="28"/>
          <w:szCs w:val="28"/>
        </w:rPr>
        <w:t>країни</w:t>
      </w:r>
      <w:r w:rsidRPr="00256216">
        <w:rPr>
          <w:rFonts w:ascii="Times New Roman" w:hAnsi="Times New Roman" w:cs="Times New Roman"/>
          <w:color w:val="3A3A3A"/>
          <w:sz w:val="28"/>
          <w:szCs w:val="28"/>
        </w:rPr>
        <w:t xml:space="preserve"> «Про вищу освіту»</w:t>
      </w:r>
      <w:r>
        <w:rPr>
          <w:rFonts w:ascii="Times New Roman" w:hAnsi="Times New Roman" w:cs="Times New Roman"/>
          <w:color w:val="3A3A3A"/>
          <w:sz w:val="28"/>
          <w:szCs w:val="28"/>
        </w:rPr>
        <w:t>.</w:t>
      </w:r>
      <w:r w:rsidR="00CE6305" w:rsidRPr="00CE6305">
        <w:rPr>
          <w:rFonts w:ascii="Times New Roman" w:hAnsi="Times New Roman" w:cs="Times New Roman"/>
          <w:color w:val="3A3A3A"/>
          <w:sz w:val="28"/>
          <w:szCs w:val="28"/>
        </w:rPr>
        <w:t xml:space="preserve"> </w:t>
      </w:r>
    </w:p>
    <w:p w:rsidR="00931908" w:rsidRDefault="00931908" w:rsidP="000F1789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 w:cs="Times New Roman"/>
          <w:color w:val="3A3A3A"/>
          <w:sz w:val="28"/>
          <w:szCs w:val="28"/>
        </w:rPr>
      </w:pPr>
      <w:r>
        <w:rPr>
          <w:rFonts w:ascii="Times New Roman" w:hAnsi="Times New Roman" w:cs="Times New Roman"/>
          <w:color w:val="3A3A3A"/>
          <w:sz w:val="28"/>
          <w:szCs w:val="28"/>
        </w:rPr>
        <w:t>Запитання для опрацювання тексту зі с. 14 посіб. Ольги Олексюк Музична педагогіка.</w:t>
      </w:r>
    </w:p>
    <w:p w:rsidR="000F1789" w:rsidRPr="000F1789" w:rsidRDefault="000F1789" w:rsidP="000F1789">
      <w:pPr>
        <w:pStyle w:val="a3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 w:cs="Times New Roman"/>
          <w:color w:val="3A3A3A"/>
          <w:sz w:val="28"/>
          <w:szCs w:val="28"/>
        </w:rPr>
      </w:pPr>
      <w:r>
        <w:rPr>
          <w:rFonts w:ascii="Times New Roman" w:hAnsi="Times New Roman" w:cs="Times New Roman"/>
          <w:color w:val="3A3A3A"/>
          <w:sz w:val="28"/>
          <w:szCs w:val="28"/>
        </w:rPr>
        <w:t>Запитання контрольної роботи за Законом України про вищу освіту.</w:t>
      </w:r>
    </w:p>
    <w:p w:rsidR="00931908" w:rsidRPr="00931908" w:rsidRDefault="00E06AFD" w:rsidP="000F1789">
      <w:pPr>
        <w:pStyle w:val="a3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 w:cs="Times New Roman"/>
          <w:color w:val="3A3A3A"/>
          <w:sz w:val="28"/>
          <w:szCs w:val="28"/>
        </w:rPr>
      </w:pPr>
      <w:r w:rsidRPr="00D06C77">
        <w:rPr>
          <w:rFonts w:ascii="Times New Roman" w:hAnsi="Times New Roman" w:cs="Times New Roman"/>
          <w:bCs/>
          <w:sz w:val="28"/>
          <w:szCs w:val="28"/>
        </w:rPr>
        <w:t>Кіндратюк Б. «Історія української літератури» Михайла Грушевського як органологічне джерело : монографія. Вид. 2-ге, випр. і доп. [наук. ред. Ю. Ясіновський] : монографія. – Івано-Франківськ : Прикарпат. нац. ун-ту ім. В. Стефаника, 2017. 202 с.</w:t>
      </w:r>
    </w:p>
    <w:p w:rsidR="000F1789" w:rsidRPr="000F1789" w:rsidRDefault="000F1789" w:rsidP="000F1789">
      <w:pPr>
        <w:pStyle w:val="a3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 w:cs="Times New Roman"/>
          <w:color w:val="3A3A3A"/>
          <w:sz w:val="28"/>
          <w:szCs w:val="28"/>
        </w:rPr>
      </w:pPr>
      <w:r>
        <w:rPr>
          <w:rFonts w:ascii="Times New Roman" w:hAnsi="Times New Roman" w:cs="Times New Roman"/>
          <w:color w:val="3A3A3A"/>
          <w:sz w:val="28"/>
          <w:szCs w:val="28"/>
        </w:rPr>
        <w:t>Контрольна завдання та тести.</w:t>
      </w:r>
    </w:p>
    <w:p w:rsidR="00D06C77" w:rsidRPr="00D06C77" w:rsidRDefault="00931908" w:rsidP="000F1789">
      <w:pPr>
        <w:pStyle w:val="a3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 w:cs="Times New Roman"/>
          <w:color w:val="3A3A3A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Методологіч наукового дослідження (реферат талановитого аспіранта)</w:t>
      </w:r>
      <w:r w:rsidR="00E06AFD" w:rsidRPr="00D06C7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A55E8" w:rsidRPr="00D06C77" w:rsidRDefault="00FA55E8" w:rsidP="000F1789">
      <w:pPr>
        <w:pStyle w:val="a3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 w:cs="Times New Roman"/>
          <w:color w:val="3A3A3A"/>
          <w:sz w:val="28"/>
          <w:szCs w:val="28"/>
        </w:rPr>
      </w:pPr>
      <w:r w:rsidRPr="00D06C77">
        <w:rPr>
          <w:rFonts w:ascii="Times New Roman" w:hAnsi="Times New Roman" w:cs="Times New Roman"/>
          <w:color w:val="3A3A3A"/>
          <w:sz w:val="28"/>
          <w:szCs w:val="28"/>
        </w:rPr>
        <w:t>Нагачевська З. Педагогіка вищої школи: Метод</w:t>
      </w:r>
      <w:r w:rsidR="00D06C77">
        <w:rPr>
          <w:rFonts w:ascii="Times New Roman" w:hAnsi="Times New Roman" w:cs="Times New Roman"/>
          <w:color w:val="3A3A3A"/>
          <w:sz w:val="28"/>
          <w:szCs w:val="28"/>
        </w:rPr>
        <w:t>.</w:t>
      </w:r>
      <w:r w:rsidRPr="00D06C77">
        <w:rPr>
          <w:rFonts w:ascii="Times New Roman" w:hAnsi="Times New Roman" w:cs="Times New Roman"/>
          <w:color w:val="3A3A3A"/>
          <w:sz w:val="28"/>
          <w:szCs w:val="28"/>
        </w:rPr>
        <w:t xml:space="preserve"> реком</w:t>
      </w:r>
      <w:r w:rsidR="00D06C77">
        <w:rPr>
          <w:rFonts w:ascii="Times New Roman" w:hAnsi="Times New Roman" w:cs="Times New Roman"/>
          <w:color w:val="3A3A3A"/>
          <w:sz w:val="28"/>
          <w:szCs w:val="28"/>
        </w:rPr>
        <w:t>.</w:t>
      </w:r>
      <w:r w:rsidRPr="00D06C77">
        <w:rPr>
          <w:rFonts w:ascii="Times New Roman" w:hAnsi="Times New Roman" w:cs="Times New Roman"/>
          <w:color w:val="3A3A3A"/>
          <w:sz w:val="28"/>
          <w:szCs w:val="28"/>
        </w:rPr>
        <w:t xml:space="preserve"> для самостійної роботи студентів ОКР “магістр”.</w:t>
      </w:r>
      <w:r w:rsidRPr="00D06C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6C77">
        <w:rPr>
          <w:rFonts w:ascii="Times New Roman" w:hAnsi="Times New Roman" w:cs="Times New Roman"/>
          <w:color w:val="3A3A3A"/>
          <w:sz w:val="28"/>
          <w:szCs w:val="28"/>
        </w:rPr>
        <w:t>Івано-Франківськ</w:t>
      </w:r>
      <w:r w:rsidR="00D06C77">
        <w:rPr>
          <w:rFonts w:ascii="Times New Roman" w:hAnsi="Times New Roman" w:cs="Times New Roman"/>
          <w:color w:val="3A3A3A"/>
          <w:sz w:val="28"/>
          <w:szCs w:val="28"/>
        </w:rPr>
        <w:t xml:space="preserve"> </w:t>
      </w:r>
      <w:r w:rsidRPr="00D06C77">
        <w:rPr>
          <w:rFonts w:ascii="Times New Roman" w:hAnsi="Times New Roman" w:cs="Times New Roman"/>
          <w:color w:val="3A3A3A"/>
          <w:sz w:val="28"/>
          <w:szCs w:val="28"/>
        </w:rPr>
        <w:t>: «НАІР», 201</w:t>
      </w:r>
      <w:r w:rsidRPr="00D06C77">
        <w:rPr>
          <w:rFonts w:ascii="Times New Roman" w:hAnsi="Times New Roman" w:cs="Times New Roman"/>
          <w:color w:val="3A3A3A"/>
          <w:sz w:val="28"/>
          <w:szCs w:val="28"/>
          <w:lang w:val="en-US"/>
        </w:rPr>
        <w:t>3</w:t>
      </w:r>
      <w:r w:rsidRPr="00D06C77">
        <w:rPr>
          <w:rFonts w:ascii="Times New Roman" w:hAnsi="Times New Roman" w:cs="Times New Roman"/>
          <w:color w:val="3A3A3A"/>
          <w:sz w:val="28"/>
          <w:szCs w:val="28"/>
        </w:rPr>
        <w:t>. 45 с.</w:t>
      </w:r>
      <w:r w:rsidR="00931908">
        <w:rPr>
          <w:rFonts w:ascii="Times New Roman" w:hAnsi="Times New Roman" w:cs="Times New Roman"/>
          <w:color w:val="3A3A3A"/>
          <w:sz w:val="28"/>
          <w:szCs w:val="28"/>
        </w:rPr>
        <w:t xml:space="preserve"> (у т. ч. ВИДИ ОПРАЦЮВАННЯ НАУКОВИХ ТЕКСТІВ).</w:t>
      </w:r>
    </w:p>
    <w:p w:rsidR="000F1789" w:rsidRPr="000F1789" w:rsidRDefault="000F1789" w:rsidP="000F1789">
      <w:pPr>
        <w:pStyle w:val="a3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Невербальна комунікація (Основи педмайстерності викладача ВНЗ)</w:t>
      </w:r>
    </w:p>
    <w:p w:rsidR="00D06C77" w:rsidRDefault="00D06C77" w:rsidP="000F1789">
      <w:pPr>
        <w:pStyle w:val="a3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6C77">
        <w:rPr>
          <w:rFonts w:ascii="Times New Roman" w:hAnsi="Times New Roman" w:cs="Times New Roman"/>
          <w:bCs/>
          <w:sz w:val="28"/>
          <w:szCs w:val="28"/>
          <w:lang w:val="ru-RU"/>
        </w:rPr>
        <w:t>Ражников В. Резервы музыкальной педагогики. Москва</w:t>
      </w:r>
      <w:r w:rsidRPr="00D06C77">
        <w:rPr>
          <w:rFonts w:ascii="Times New Roman" w:hAnsi="Times New Roman" w:cs="Times New Roman"/>
          <w:bCs/>
          <w:sz w:val="28"/>
          <w:szCs w:val="28"/>
        </w:rPr>
        <w:t xml:space="preserve"> : Знание</w:t>
      </w:r>
      <w:r w:rsidRPr="00D06C77">
        <w:rPr>
          <w:rFonts w:ascii="Times New Roman" w:hAnsi="Times New Roman" w:cs="Times New Roman"/>
          <w:bCs/>
          <w:sz w:val="28"/>
          <w:szCs w:val="28"/>
          <w:lang w:val="ru-RU"/>
        </w:rPr>
        <w:t>, 1980</w:t>
      </w:r>
      <w:r w:rsidRPr="00D06C77">
        <w:rPr>
          <w:rFonts w:ascii="Times New Roman" w:hAnsi="Times New Roman" w:cs="Times New Roman"/>
          <w:bCs/>
          <w:sz w:val="28"/>
          <w:szCs w:val="28"/>
        </w:rPr>
        <w:t xml:space="preserve">. 80 с. </w:t>
      </w:r>
      <w:r>
        <w:rPr>
          <w:rFonts w:ascii="Times New Roman" w:hAnsi="Times New Roman" w:cs="Times New Roman"/>
          <w:bCs/>
          <w:sz w:val="28"/>
          <w:szCs w:val="28"/>
        </w:rPr>
        <w:t>(конспект українською мовою у перекладі Б. Кіндратюка)</w:t>
      </w:r>
    </w:p>
    <w:p w:rsidR="000F1789" w:rsidRPr="00D06C77" w:rsidRDefault="000F1789" w:rsidP="000F1789">
      <w:pPr>
        <w:pStyle w:val="a3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1789">
        <w:rPr>
          <w:rFonts w:ascii="Times New Roman" w:hAnsi="Times New Roman" w:cs="Times New Roman"/>
          <w:bCs/>
          <w:sz w:val="28"/>
          <w:szCs w:val="28"/>
          <w:lang w:val="ru-RU"/>
        </w:rPr>
        <w:t>Ражников В. Резервы музыкальной педагогики. Москва</w:t>
      </w:r>
      <w:r w:rsidRPr="000F1789">
        <w:rPr>
          <w:rFonts w:ascii="Times New Roman" w:hAnsi="Times New Roman" w:cs="Times New Roman"/>
          <w:bCs/>
          <w:sz w:val="28"/>
          <w:szCs w:val="28"/>
        </w:rPr>
        <w:t xml:space="preserve"> : Знание</w:t>
      </w:r>
      <w:r w:rsidRPr="000F1789">
        <w:rPr>
          <w:rFonts w:ascii="Times New Roman" w:hAnsi="Times New Roman" w:cs="Times New Roman"/>
          <w:bCs/>
          <w:sz w:val="28"/>
          <w:szCs w:val="28"/>
          <w:lang w:val="ru-RU"/>
        </w:rPr>
        <w:t>, 1980</w:t>
      </w:r>
      <w:r w:rsidRPr="000F1789">
        <w:rPr>
          <w:rFonts w:ascii="Times New Roman" w:hAnsi="Times New Roman" w:cs="Times New Roman"/>
          <w:bCs/>
          <w:sz w:val="28"/>
          <w:szCs w:val="28"/>
        </w:rPr>
        <w:t>. 80 с.</w:t>
      </w:r>
      <w:r>
        <w:rPr>
          <w:rFonts w:ascii="Times New Roman" w:hAnsi="Times New Roman" w:cs="Times New Roman"/>
          <w:bCs/>
          <w:sz w:val="28"/>
          <w:szCs w:val="28"/>
        </w:rPr>
        <w:t xml:space="preserve"> (сканований посібник).</w:t>
      </w:r>
    </w:p>
    <w:p w:rsidR="00931908" w:rsidRDefault="00931908" w:rsidP="000F1789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 w:cs="Times New Roman"/>
          <w:color w:val="3A3A3A"/>
          <w:sz w:val="28"/>
          <w:szCs w:val="28"/>
        </w:rPr>
      </w:pPr>
      <w:r w:rsidRPr="0099736C">
        <w:rPr>
          <w:rFonts w:ascii="Times New Roman" w:hAnsi="Times New Roman" w:cs="Times New Roman"/>
          <w:color w:val="3A3A3A"/>
          <w:sz w:val="28"/>
          <w:szCs w:val="28"/>
        </w:rPr>
        <w:t>Словник естетичних емоцій, що існують у музиці як ознаки характеру звучання (за Володимиром Ражниковим)</w:t>
      </w:r>
      <w:r w:rsidR="00D932D7">
        <w:rPr>
          <w:rFonts w:ascii="Times New Roman" w:hAnsi="Times New Roman" w:cs="Times New Roman"/>
          <w:color w:val="3A3A3A"/>
          <w:sz w:val="28"/>
          <w:szCs w:val="28"/>
        </w:rPr>
        <w:t>.</w:t>
      </w:r>
    </w:p>
    <w:p w:rsidR="00D932D7" w:rsidRPr="0099736C" w:rsidRDefault="00D932D7" w:rsidP="000F1789">
      <w:pPr>
        <w:pStyle w:val="a3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 w:cs="Times New Roman"/>
          <w:color w:val="3A3A3A"/>
          <w:sz w:val="28"/>
          <w:szCs w:val="28"/>
        </w:rPr>
      </w:pPr>
      <w:r>
        <w:rPr>
          <w:rFonts w:ascii="Times New Roman" w:hAnsi="Times New Roman" w:cs="Times New Roman"/>
          <w:color w:val="3A3A3A"/>
          <w:sz w:val="28"/>
          <w:szCs w:val="28"/>
        </w:rPr>
        <w:t xml:space="preserve"> отець Мирон Бендик. Щоб звуки серце сколихнули… </w:t>
      </w:r>
      <w:r w:rsidR="00AF692E">
        <w:rPr>
          <w:rFonts w:ascii="Times New Roman" w:hAnsi="Times New Roman" w:cs="Times New Roman"/>
          <w:color w:val="3A3A3A"/>
          <w:sz w:val="28"/>
          <w:szCs w:val="28"/>
        </w:rPr>
        <w:t>(про рівні сприймання музики)</w:t>
      </w:r>
    </w:p>
    <w:p w:rsidR="00004D7C" w:rsidRDefault="00004D7C" w:rsidP="000F1789">
      <w:pPr>
        <w:pStyle w:val="a3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bookmarkStart w:id="0" w:name="_GoBack"/>
      <w:bookmarkEnd w:id="0"/>
    </w:p>
    <w:sectPr w:rsidR="00004D7C" w:rsidSect="0093190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96B9E"/>
    <w:multiLevelType w:val="hybridMultilevel"/>
    <w:tmpl w:val="95A8B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D46A8F"/>
    <w:multiLevelType w:val="hybridMultilevel"/>
    <w:tmpl w:val="95A8B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FE0C33"/>
    <w:multiLevelType w:val="hybridMultilevel"/>
    <w:tmpl w:val="95A8B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2B5E3B"/>
    <w:multiLevelType w:val="hybridMultilevel"/>
    <w:tmpl w:val="95A8B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5D1129"/>
    <w:multiLevelType w:val="hybridMultilevel"/>
    <w:tmpl w:val="95A8B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543EF2"/>
    <w:multiLevelType w:val="hybridMultilevel"/>
    <w:tmpl w:val="95A8B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7334"/>
    <w:rsid w:val="00004D7C"/>
    <w:rsid w:val="00073B06"/>
    <w:rsid w:val="000C3B27"/>
    <w:rsid w:val="000F1173"/>
    <w:rsid w:val="000F1789"/>
    <w:rsid w:val="000F1FA3"/>
    <w:rsid w:val="001164F3"/>
    <w:rsid w:val="00182F3A"/>
    <w:rsid w:val="001E146E"/>
    <w:rsid w:val="001E308D"/>
    <w:rsid w:val="001F26F9"/>
    <w:rsid w:val="00256216"/>
    <w:rsid w:val="0029723E"/>
    <w:rsid w:val="00440F18"/>
    <w:rsid w:val="00686C2F"/>
    <w:rsid w:val="007270D6"/>
    <w:rsid w:val="0076073B"/>
    <w:rsid w:val="00872B65"/>
    <w:rsid w:val="00931908"/>
    <w:rsid w:val="009718A7"/>
    <w:rsid w:val="0099736C"/>
    <w:rsid w:val="009B1484"/>
    <w:rsid w:val="00AF692E"/>
    <w:rsid w:val="00B341A7"/>
    <w:rsid w:val="00C61C58"/>
    <w:rsid w:val="00CD648A"/>
    <w:rsid w:val="00CE6305"/>
    <w:rsid w:val="00D06C77"/>
    <w:rsid w:val="00D23EA4"/>
    <w:rsid w:val="00D932D7"/>
    <w:rsid w:val="00DC7334"/>
    <w:rsid w:val="00E06AFD"/>
    <w:rsid w:val="00E20A57"/>
    <w:rsid w:val="00E26371"/>
    <w:rsid w:val="00F534BE"/>
    <w:rsid w:val="00FA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08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7334"/>
    <w:pPr>
      <w:ind w:left="720"/>
      <w:contextualSpacing/>
    </w:pPr>
  </w:style>
  <w:style w:type="paragraph" w:customStyle="1" w:styleId="Default">
    <w:name w:val="Default"/>
    <w:rsid w:val="007270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5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1382</Words>
  <Characters>789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dcterms:created xsi:type="dcterms:W3CDTF">2019-02-13T11:44:00Z</dcterms:created>
  <dcterms:modified xsi:type="dcterms:W3CDTF">2019-03-01T10:17:00Z</dcterms:modified>
</cp:coreProperties>
</file>