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7E" w:rsidRPr="00612B4A" w:rsidRDefault="008F0B7E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8F0B7E" w:rsidRPr="00D06D14" w:rsidRDefault="008F0B7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F0B7E" w:rsidRPr="00D06D14" w:rsidRDefault="008F0B7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F0B7E" w:rsidRPr="00CC2FDB" w:rsidRDefault="008F0B7E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F0B7E" w:rsidRDefault="008F0B7E">
      <w:pPr>
        <w:rPr>
          <w:rFonts w:ascii="Times New Roman" w:hAnsi="Times New Roman"/>
          <w:sz w:val="28"/>
          <w:szCs w:val="28"/>
          <w:lang w:val="uk-UA"/>
        </w:rPr>
      </w:pPr>
    </w:p>
    <w:p w:rsidR="008F0B7E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«Методи вимірювання параметрів навколишнього середовища» </w:t>
      </w:r>
    </w:p>
    <w:p w:rsidR="008F0B7E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</w:p>
    <w:p w:rsidR="008F0B7E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біології та екології, факультет природничих наук </w:t>
      </w:r>
    </w:p>
    <w:p w:rsidR="008F0B7E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доц. Миленька М.М. ______________________________________</w:t>
      </w:r>
    </w:p>
    <w:p w:rsidR="008F0B7E" w:rsidRPr="00561990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6199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61990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mulenka</w:t>
      </w:r>
      <w:r w:rsidRPr="0056199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61990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56199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</w:p>
    <w:p w:rsidR="008F0B7E" w:rsidRPr="00561990" w:rsidRDefault="008F0B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619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F0B7E" w:rsidRPr="00925B83" w:rsidRDefault="008F0B7E" w:rsidP="00925B8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925B83">
        <w:rPr>
          <w:rFonts w:ascii="Times New Roman" w:hAnsi="Times New Roman"/>
          <w:sz w:val="24"/>
          <w:szCs w:val="24"/>
          <w:lang w:val="uk-UA"/>
        </w:rPr>
        <w:t>Конспект лекцій з дисципліни «Методивимірювання параметрів навколишнього середовища».</w:t>
      </w:r>
    </w:p>
    <w:p w:rsidR="008F0B7E" w:rsidRPr="00925B83" w:rsidRDefault="008F0B7E" w:rsidP="00925B8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925B83">
        <w:rPr>
          <w:rFonts w:ascii="Times New Roman" w:hAnsi="Times New Roman"/>
          <w:sz w:val="24"/>
          <w:szCs w:val="24"/>
          <w:lang w:val="uk-UA"/>
        </w:rPr>
        <w:t>Лабораторна робота «Забруднення харчових продуктів нітратами та визначення їх  в різних овочевих культурах у залежності від виду, сорту, органу, тканини» (методична розробка)</w:t>
      </w:r>
    </w:p>
    <w:p w:rsidR="008F0B7E" w:rsidRPr="00925B83" w:rsidRDefault="008F0B7E" w:rsidP="00925B8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925B83">
        <w:rPr>
          <w:rFonts w:ascii="Times New Roman" w:hAnsi="Times New Roman"/>
          <w:sz w:val="24"/>
          <w:szCs w:val="24"/>
          <w:lang w:val="uk-UA"/>
        </w:rPr>
        <w:t>Методичні рекомендації до виконання лабораторних робіт з дисципліни «Методи вимірювання параметрів навколишнього середовища».</w:t>
      </w:r>
    </w:p>
    <w:p w:rsidR="008F0B7E" w:rsidRPr="00925B83" w:rsidRDefault="008F0B7E" w:rsidP="00925B8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925B83">
        <w:rPr>
          <w:rFonts w:ascii="Times New Roman" w:hAnsi="Times New Roman"/>
          <w:sz w:val="24"/>
          <w:szCs w:val="24"/>
          <w:lang w:val="uk-UA"/>
        </w:rPr>
        <w:t>Методичні вказівки до виконання самостійної роботи з дисципліни «Методи вимірювання параметрів навколишнього середовища».</w:t>
      </w:r>
    </w:p>
    <w:p w:rsidR="008F0B7E" w:rsidRPr="00925B83" w:rsidRDefault="008F0B7E" w:rsidP="00925B83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925B83">
        <w:rPr>
          <w:rFonts w:ascii="Times New Roman" w:hAnsi="Times New Roman"/>
          <w:sz w:val="24"/>
          <w:szCs w:val="24"/>
          <w:lang w:val="uk-UA"/>
        </w:rPr>
        <w:t xml:space="preserve">Посудін Ю.І. Методи вимірювання параметрів навколишнього середовища. </w:t>
      </w:r>
      <w:r w:rsidRPr="00925B83">
        <w:rPr>
          <w:rFonts w:ascii="Times New Roman" w:hAnsi="Times New Roman"/>
          <w:sz w:val="24"/>
          <w:szCs w:val="24"/>
        </w:rPr>
        <w:t>Підручник. — Київ: Світ, 2003. — 288 с</w:t>
      </w:r>
      <w:r w:rsidRPr="00925B83">
        <w:rPr>
          <w:rFonts w:ascii="Times New Roman" w:hAnsi="Times New Roman"/>
          <w:sz w:val="24"/>
          <w:szCs w:val="24"/>
          <w:lang w:val="uk-UA"/>
        </w:rPr>
        <w:t>.</w:t>
      </w:r>
    </w:p>
    <w:sectPr w:rsidR="008F0B7E" w:rsidRPr="00925B83" w:rsidSect="0008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520FE"/>
    <w:multiLevelType w:val="hybridMultilevel"/>
    <w:tmpl w:val="60D8AE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80473FD"/>
    <w:multiLevelType w:val="hybridMultilevel"/>
    <w:tmpl w:val="3B429F80"/>
    <w:lvl w:ilvl="0" w:tplc="8B8ACD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80B97"/>
    <w:rsid w:val="000E0EAA"/>
    <w:rsid w:val="001101E0"/>
    <w:rsid w:val="00111406"/>
    <w:rsid w:val="00114E9C"/>
    <w:rsid w:val="00130BE6"/>
    <w:rsid w:val="00157B9D"/>
    <w:rsid w:val="0022718B"/>
    <w:rsid w:val="0025247D"/>
    <w:rsid w:val="00271B10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D6DCC"/>
    <w:rsid w:val="00523F49"/>
    <w:rsid w:val="00531540"/>
    <w:rsid w:val="00553583"/>
    <w:rsid w:val="00561990"/>
    <w:rsid w:val="005C1BF7"/>
    <w:rsid w:val="00612B4A"/>
    <w:rsid w:val="006B1D0D"/>
    <w:rsid w:val="006C08AA"/>
    <w:rsid w:val="00734729"/>
    <w:rsid w:val="0075036D"/>
    <w:rsid w:val="007621B8"/>
    <w:rsid w:val="007A69F0"/>
    <w:rsid w:val="007B4B53"/>
    <w:rsid w:val="007E29EA"/>
    <w:rsid w:val="008401BE"/>
    <w:rsid w:val="00887A78"/>
    <w:rsid w:val="008C6D37"/>
    <w:rsid w:val="008F0B7E"/>
    <w:rsid w:val="009048DB"/>
    <w:rsid w:val="00925B83"/>
    <w:rsid w:val="00975929"/>
    <w:rsid w:val="0098055D"/>
    <w:rsid w:val="00991E66"/>
    <w:rsid w:val="009940A2"/>
    <w:rsid w:val="009C69BA"/>
    <w:rsid w:val="009E28B6"/>
    <w:rsid w:val="00A35D46"/>
    <w:rsid w:val="00A41272"/>
    <w:rsid w:val="00A60D31"/>
    <w:rsid w:val="00A95EF2"/>
    <w:rsid w:val="00AB779D"/>
    <w:rsid w:val="00AD0E9A"/>
    <w:rsid w:val="00AF41FC"/>
    <w:rsid w:val="00B16AC3"/>
    <w:rsid w:val="00B41E81"/>
    <w:rsid w:val="00B45623"/>
    <w:rsid w:val="00B6780C"/>
    <w:rsid w:val="00B820EA"/>
    <w:rsid w:val="00B92B78"/>
    <w:rsid w:val="00BD6EDA"/>
    <w:rsid w:val="00BD7B7F"/>
    <w:rsid w:val="00C0490B"/>
    <w:rsid w:val="00C50102"/>
    <w:rsid w:val="00C93182"/>
    <w:rsid w:val="00CC1223"/>
    <w:rsid w:val="00CC2FDB"/>
    <w:rsid w:val="00CE0DE0"/>
    <w:rsid w:val="00D06D14"/>
    <w:rsid w:val="00D430D7"/>
    <w:rsid w:val="00D5273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97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a">
    <w:name w:val="Знак Знак Знак Знак"/>
    <w:basedOn w:val="Normal"/>
    <w:uiPriority w:val="99"/>
    <w:rsid w:val="0098055D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BD7B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863</Words>
  <Characters>492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ПК</cp:lastModifiedBy>
  <cp:revision>2</cp:revision>
  <dcterms:created xsi:type="dcterms:W3CDTF">2019-03-18T01:12:00Z</dcterms:created>
  <dcterms:modified xsi:type="dcterms:W3CDTF">2019-03-18T01:12:00Z</dcterms:modified>
</cp:coreProperties>
</file>