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6F9" w:rsidRPr="00612B4A" w:rsidRDefault="000016F9" w:rsidP="00077D89">
      <w:pPr>
        <w:jc w:val="center"/>
        <w:rPr>
          <w:b/>
          <w:sz w:val="28"/>
          <w:szCs w:val="28"/>
          <w:lang w:val="uk-UA"/>
        </w:rPr>
      </w:pPr>
      <w:r w:rsidRPr="00612B4A">
        <w:rPr>
          <w:b/>
          <w:sz w:val="28"/>
          <w:szCs w:val="28"/>
        </w:rPr>
        <w:t>Електронн</w:t>
      </w:r>
      <w:r w:rsidRPr="00612B4A">
        <w:rPr>
          <w:b/>
          <w:sz w:val="28"/>
          <w:szCs w:val="28"/>
          <w:lang w:val="uk-UA"/>
        </w:rPr>
        <w:t>і</w:t>
      </w:r>
      <w:r w:rsidRPr="00612B4A">
        <w:rPr>
          <w:b/>
          <w:sz w:val="28"/>
          <w:szCs w:val="28"/>
        </w:rPr>
        <w:t xml:space="preserve"> навчально-методичн</w:t>
      </w:r>
      <w:r w:rsidRPr="00612B4A">
        <w:rPr>
          <w:b/>
          <w:sz w:val="28"/>
          <w:szCs w:val="28"/>
          <w:lang w:val="uk-UA"/>
        </w:rPr>
        <w:t>і видання</w:t>
      </w:r>
    </w:p>
    <w:p w:rsidR="000016F9" w:rsidRPr="00D06D14" w:rsidRDefault="000016F9" w:rsidP="00077D89">
      <w:pPr>
        <w:ind w:firstLine="709"/>
        <w:jc w:val="center"/>
        <w:rPr>
          <w:b/>
          <w:sz w:val="28"/>
          <w:szCs w:val="28"/>
          <w:lang w:val="uk-UA"/>
        </w:rPr>
      </w:pPr>
      <w:r w:rsidRPr="00612B4A">
        <w:rPr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016F9" w:rsidRPr="00D06D14" w:rsidRDefault="000016F9" w:rsidP="00077D89">
      <w:pPr>
        <w:ind w:firstLine="709"/>
        <w:jc w:val="center"/>
        <w:rPr>
          <w:b/>
          <w:sz w:val="28"/>
          <w:szCs w:val="28"/>
          <w:lang w:val="uk-UA"/>
        </w:rPr>
      </w:pPr>
      <w:r w:rsidRPr="00612B4A">
        <w:rPr>
          <w:b/>
          <w:sz w:val="28"/>
          <w:szCs w:val="28"/>
          <w:lang w:val="uk-UA"/>
        </w:rPr>
        <w:t>підготовки бакалаврів і магістрів</w:t>
      </w:r>
    </w:p>
    <w:p w:rsidR="000016F9" w:rsidRPr="00CC2FDB" w:rsidRDefault="000016F9" w:rsidP="00077D89">
      <w:pPr>
        <w:ind w:firstLine="709"/>
        <w:jc w:val="center"/>
        <w:rPr>
          <w:lang w:val="uk-UA"/>
        </w:rPr>
      </w:pPr>
      <w:r w:rsidRPr="00D06D14">
        <w:rPr>
          <w:lang w:val="uk-UA"/>
        </w:rPr>
        <w:t>(</w:t>
      </w:r>
      <w:r w:rsidRPr="00CC2FDB">
        <w:rPr>
          <w:lang w:val="uk-UA"/>
        </w:rPr>
        <w:t>згідно з розпорядженням Науково-дослідної частини № 03-21 від 05.05. 2017 р.)</w:t>
      </w:r>
    </w:p>
    <w:p w:rsidR="000016F9" w:rsidRDefault="000016F9" w:rsidP="00077D89">
      <w:pPr>
        <w:rPr>
          <w:sz w:val="28"/>
          <w:szCs w:val="28"/>
          <w:lang w:val="uk-UA"/>
        </w:rPr>
      </w:pPr>
    </w:p>
    <w:p w:rsidR="000016F9" w:rsidRPr="00C35C29" w:rsidRDefault="000016F9" w:rsidP="00077D8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Дисципліна </w:t>
      </w:r>
      <w:r w:rsidRPr="00C35C29">
        <w:rPr>
          <w:sz w:val="28"/>
          <w:szCs w:val="28"/>
          <w:u w:val="single"/>
          <w:lang w:val="uk-UA"/>
        </w:rPr>
        <w:t>«</w:t>
      </w:r>
      <w:r>
        <w:rPr>
          <w:sz w:val="28"/>
          <w:szCs w:val="28"/>
          <w:u w:val="single"/>
          <w:lang w:val="uk-UA"/>
        </w:rPr>
        <w:t>Оздоровче плавання</w:t>
      </w:r>
      <w:r w:rsidRPr="00C35C29">
        <w:rPr>
          <w:sz w:val="28"/>
          <w:szCs w:val="28"/>
          <w:u w:val="single"/>
          <w:lang w:val="uk-UA"/>
        </w:rPr>
        <w:t>»</w:t>
      </w:r>
    </w:p>
    <w:p w:rsidR="000016F9" w:rsidRPr="00C35C29" w:rsidRDefault="000016F9" w:rsidP="00077D89">
      <w:pPr>
        <w:rPr>
          <w:sz w:val="28"/>
          <w:szCs w:val="28"/>
          <w:u w:val="single"/>
          <w:lang w:val="uk-UA"/>
        </w:rPr>
      </w:pPr>
      <w:r w:rsidRPr="00C35C29">
        <w:rPr>
          <w:sz w:val="28"/>
          <w:szCs w:val="28"/>
          <w:lang w:val="uk-UA"/>
        </w:rPr>
        <w:t xml:space="preserve">Кафедра  </w:t>
      </w:r>
      <w:r w:rsidRPr="00C35C29">
        <w:rPr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0016F9" w:rsidRDefault="000016F9" w:rsidP="00077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Викладач </w:t>
      </w:r>
      <w:r>
        <w:rPr>
          <w:sz w:val="28"/>
          <w:szCs w:val="28"/>
          <w:u w:val="single"/>
          <w:lang w:val="uk-UA"/>
        </w:rPr>
        <w:t xml:space="preserve">Полатайко Юрій Олексійович, Майструк Віктор Васильович  </w:t>
      </w:r>
    </w:p>
    <w:p w:rsidR="000016F9" w:rsidRPr="00077D89" w:rsidRDefault="000016F9" w:rsidP="00077D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 w:rsidRPr="00077D89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  <w:lang w:val="uk-UA"/>
        </w:rPr>
        <w:t xml:space="preserve"> </w:t>
      </w:r>
      <w:r w:rsidRPr="00C35C29">
        <w:rPr>
          <w:sz w:val="28"/>
          <w:szCs w:val="28"/>
          <w:u w:val="single"/>
          <w:lang w:val="en-US"/>
        </w:rPr>
        <w:t>halinapy</w:t>
      </w:r>
      <w:r w:rsidRPr="00077D89">
        <w:rPr>
          <w:sz w:val="28"/>
          <w:szCs w:val="28"/>
          <w:u w:val="single"/>
          <w:lang w:val="uk-UA"/>
        </w:rPr>
        <w:t>@</w:t>
      </w:r>
      <w:r w:rsidRPr="00C35C29">
        <w:rPr>
          <w:sz w:val="28"/>
          <w:szCs w:val="28"/>
          <w:u w:val="single"/>
          <w:lang w:val="en-US"/>
        </w:rPr>
        <w:t>gmail</w:t>
      </w:r>
      <w:r w:rsidRPr="00077D89">
        <w:rPr>
          <w:sz w:val="28"/>
          <w:szCs w:val="28"/>
          <w:u w:val="single"/>
          <w:lang w:val="uk-UA"/>
        </w:rPr>
        <w:t>.</w:t>
      </w:r>
      <w:r w:rsidRPr="00C35C29">
        <w:rPr>
          <w:sz w:val="28"/>
          <w:szCs w:val="28"/>
          <w:u w:val="single"/>
          <w:lang w:val="en-US"/>
        </w:rPr>
        <w:t>com</w:t>
      </w:r>
    </w:p>
    <w:p w:rsidR="000016F9" w:rsidRPr="00077D89" w:rsidRDefault="000016F9" w:rsidP="00077D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Список наукових текстів (до 10 позицій), </w:t>
      </w:r>
      <w:r w:rsidRPr="00077D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0016F9" w:rsidRDefault="000016F9" w:rsidP="00077D8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0016F9" w:rsidRPr="00F86779" w:rsidRDefault="000016F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6779">
        <w:rPr>
          <w:sz w:val="28"/>
          <w:szCs w:val="28"/>
        </w:rPr>
        <w:t>Булгакова Н.Ж. Обучение плаванню в школе. – М.:Просвящение</w:t>
      </w:r>
      <w:r>
        <w:rPr>
          <w:sz w:val="28"/>
          <w:szCs w:val="28"/>
        </w:rPr>
        <w:t>,19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4.</w:t>
      </w:r>
      <w:r w:rsidRPr="00F86779">
        <w:rPr>
          <w:sz w:val="28"/>
          <w:szCs w:val="28"/>
        </w:rPr>
        <w:t>–192 с.</w:t>
      </w:r>
    </w:p>
    <w:p w:rsidR="000016F9" w:rsidRPr="00F86779" w:rsidRDefault="000016F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6779">
        <w:rPr>
          <w:sz w:val="28"/>
          <w:szCs w:val="28"/>
        </w:rPr>
        <w:t>Ганчар И.Л. Плавание: теория и методика преподавания. – Одесса.: Друк, І996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  <w:r w:rsidRPr="00F86779">
        <w:rPr>
          <w:sz w:val="28"/>
          <w:szCs w:val="28"/>
        </w:rPr>
        <w:t xml:space="preserve"> – 84 с.</w:t>
      </w:r>
    </w:p>
    <w:p w:rsidR="000016F9" w:rsidRPr="00F86779" w:rsidRDefault="000016F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6779">
        <w:rPr>
          <w:sz w:val="28"/>
          <w:szCs w:val="28"/>
        </w:rPr>
        <w:t>Каунсилмен Д. Наука о плавании: Пер. с англ.</w:t>
      </w:r>
      <w:r>
        <w:rPr>
          <w:sz w:val="28"/>
          <w:szCs w:val="28"/>
          <w:lang w:val="uk-UA"/>
        </w:rPr>
        <w:t xml:space="preserve"> </w:t>
      </w:r>
      <w:r w:rsidRPr="00F86779">
        <w:rPr>
          <w:sz w:val="28"/>
          <w:szCs w:val="28"/>
        </w:rPr>
        <w:t>М</w:t>
      </w:r>
      <w:r>
        <w:rPr>
          <w:sz w:val="28"/>
          <w:szCs w:val="28"/>
          <w:lang w:val="uk-UA"/>
        </w:rPr>
        <w:t>осква</w:t>
      </w:r>
      <w:r>
        <w:rPr>
          <w:sz w:val="28"/>
          <w:szCs w:val="28"/>
        </w:rPr>
        <w:t>.: ФиС,1972.</w:t>
      </w:r>
      <w:r w:rsidRPr="00F86779">
        <w:rPr>
          <w:sz w:val="28"/>
          <w:szCs w:val="28"/>
        </w:rPr>
        <w:t>– 492 с.</w:t>
      </w:r>
    </w:p>
    <w:p w:rsidR="000016F9" w:rsidRPr="00F86779" w:rsidRDefault="000016F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Платонов В.Н. Плаван</w:t>
      </w:r>
      <w:r>
        <w:rPr>
          <w:sz w:val="28"/>
          <w:szCs w:val="28"/>
          <w:lang w:val="uk-UA"/>
        </w:rPr>
        <w:t>ие.</w:t>
      </w:r>
      <w:r w:rsidRPr="00F86779">
        <w:rPr>
          <w:sz w:val="28"/>
          <w:szCs w:val="28"/>
        </w:rPr>
        <w:t xml:space="preserve"> – К</w:t>
      </w:r>
      <w:r>
        <w:rPr>
          <w:sz w:val="28"/>
          <w:szCs w:val="28"/>
          <w:lang w:val="uk-UA"/>
        </w:rPr>
        <w:t>иев</w:t>
      </w:r>
      <w:r w:rsidRPr="00F86779">
        <w:rPr>
          <w:sz w:val="28"/>
          <w:szCs w:val="28"/>
        </w:rPr>
        <w:t>.: Олимпийская</w:t>
      </w:r>
      <w:r>
        <w:rPr>
          <w:sz w:val="28"/>
          <w:szCs w:val="28"/>
          <w:lang w:val="uk-UA"/>
        </w:rPr>
        <w:t xml:space="preserve"> </w:t>
      </w:r>
      <w:r w:rsidRPr="00F86779">
        <w:rPr>
          <w:sz w:val="28"/>
          <w:szCs w:val="28"/>
        </w:rPr>
        <w:t>литература, 2000. – 496 с.</w:t>
      </w:r>
    </w:p>
    <w:p w:rsidR="000016F9" w:rsidRPr="00F86779" w:rsidRDefault="000016F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Полатайко Ю.О</w:t>
      </w:r>
      <w:r>
        <w:rPr>
          <w:sz w:val="28"/>
          <w:szCs w:val="28"/>
        </w:rPr>
        <w:t>. Плаван</w:t>
      </w:r>
      <w:r>
        <w:rPr>
          <w:sz w:val="28"/>
          <w:szCs w:val="28"/>
          <w:lang w:val="uk-UA"/>
        </w:rPr>
        <w:t>ня</w:t>
      </w:r>
      <w:r w:rsidRPr="00F86779">
        <w:rPr>
          <w:sz w:val="28"/>
          <w:szCs w:val="28"/>
        </w:rPr>
        <w:t>. –</w:t>
      </w:r>
      <w:r>
        <w:rPr>
          <w:sz w:val="28"/>
          <w:szCs w:val="28"/>
          <w:lang w:val="uk-UA"/>
        </w:rPr>
        <w:t xml:space="preserve"> Івано-Франківськ</w:t>
      </w:r>
      <w:r w:rsidRPr="00F86779">
        <w:rPr>
          <w:sz w:val="28"/>
          <w:szCs w:val="28"/>
        </w:rPr>
        <w:t xml:space="preserve">.: </w:t>
      </w:r>
      <w:r>
        <w:rPr>
          <w:sz w:val="28"/>
          <w:szCs w:val="28"/>
          <w:lang w:val="uk-UA"/>
        </w:rPr>
        <w:t>Плай</w:t>
      </w:r>
      <w:r w:rsidRPr="00F86779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2006</w:t>
      </w:r>
      <w:r w:rsidRPr="00F86779">
        <w:rPr>
          <w:sz w:val="28"/>
          <w:szCs w:val="28"/>
        </w:rPr>
        <w:t>. – 288 с.</w:t>
      </w:r>
    </w:p>
    <w:p w:rsidR="000016F9" w:rsidRDefault="000016F9"/>
    <w:sectPr w:rsidR="000016F9" w:rsidSect="002B79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A61F6"/>
    <w:multiLevelType w:val="hybridMultilevel"/>
    <w:tmpl w:val="E9F62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66B"/>
    <w:rsid w:val="000016F9"/>
    <w:rsid w:val="00015CD6"/>
    <w:rsid w:val="00077D89"/>
    <w:rsid w:val="00184E76"/>
    <w:rsid w:val="00244547"/>
    <w:rsid w:val="00274A90"/>
    <w:rsid w:val="002B7929"/>
    <w:rsid w:val="00327679"/>
    <w:rsid w:val="0037266B"/>
    <w:rsid w:val="00612B4A"/>
    <w:rsid w:val="00615BF7"/>
    <w:rsid w:val="00733513"/>
    <w:rsid w:val="007C737A"/>
    <w:rsid w:val="00834D4B"/>
    <w:rsid w:val="008B6AC8"/>
    <w:rsid w:val="00945606"/>
    <w:rsid w:val="00C35C29"/>
    <w:rsid w:val="00CC2FDB"/>
    <w:rsid w:val="00D06D14"/>
    <w:rsid w:val="00F27C5B"/>
    <w:rsid w:val="00F86779"/>
    <w:rsid w:val="00FB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D8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158</Words>
  <Characters>904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2019-01-15T07:37:00Z</dcterms:created>
  <dcterms:modified xsi:type="dcterms:W3CDTF">2019-03-19T19:33:00Z</dcterms:modified>
</cp:coreProperties>
</file>