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53" w:rsidRPr="00612B4A" w:rsidRDefault="00B93053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B93053" w:rsidRPr="00D06D14" w:rsidRDefault="00B93053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93053" w:rsidRPr="00D06D14" w:rsidRDefault="00B93053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B93053" w:rsidRPr="00CC2FDB" w:rsidRDefault="00B93053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B9305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305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</w:t>
      </w:r>
      <w:r w:rsidRPr="00BE1323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Інформаційні технології в екології</w:t>
      </w:r>
    </w:p>
    <w:p w:rsidR="00B93053" w:rsidRPr="00BE132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BE1323">
        <w:rPr>
          <w:rFonts w:ascii="Times New Roman" w:hAnsi="Times New Roman" w:cs="Times New Roman"/>
          <w:b/>
          <w:bCs/>
          <w:sz w:val="28"/>
          <w:szCs w:val="28"/>
          <w:lang w:val="uk-UA"/>
        </w:rPr>
        <w:t>Екологія</w:t>
      </w:r>
    </w:p>
    <w:p w:rsidR="00B93053" w:rsidRPr="00BE132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 w:rsidRPr="00BE1323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B93053" w:rsidRPr="006F072A" w:rsidRDefault="00B93053" w:rsidP="0005054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B93053" w:rsidRPr="006F072A" w:rsidRDefault="00B93053" w:rsidP="00050543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B9305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B93053" w:rsidRPr="005D25DA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E5A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B9305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B93053" w:rsidRPr="005D25DA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3053" w:rsidRPr="000E7762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1.  Типи баз даних</w:t>
      </w:r>
    </w:p>
    <w:p w:rsidR="00B93053" w:rsidRPr="000E7762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2.  Системи управління базами даних</w:t>
      </w:r>
    </w:p>
    <w:p w:rsidR="00B93053" w:rsidRDefault="00B9305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E7762">
        <w:rPr>
          <w:rFonts w:ascii="Times New Roman" w:hAnsi="Times New Roman" w:cs="Times New Roman"/>
          <w:sz w:val="28"/>
          <w:szCs w:val="28"/>
          <w:lang w:val="uk-UA"/>
        </w:rPr>
        <w:t>3.  Мова структурованих запитів до баз даних (SQL)</w:t>
      </w:r>
      <w:r w:rsidRPr="004176D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B93053" w:rsidRDefault="00B9305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93053" w:rsidRPr="00B6780C" w:rsidRDefault="00B9305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B93053" w:rsidRPr="00B6780C" w:rsidRDefault="00B93053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B93053" w:rsidRDefault="00B9305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B93053" w:rsidSect="005C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35AC"/>
    <w:rsid w:val="000132B1"/>
    <w:rsid w:val="00022AD8"/>
    <w:rsid w:val="00050543"/>
    <w:rsid w:val="000E0EAA"/>
    <w:rsid w:val="000E7762"/>
    <w:rsid w:val="001101E0"/>
    <w:rsid w:val="00111406"/>
    <w:rsid w:val="00114E9C"/>
    <w:rsid w:val="00157B9D"/>
    <w:rsid w:val="0017565B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176D9"/>
    <w:rsid w:val="004202FA"/>
    <w:rsid w:val="00434EED"/>
    <w:rsid w:val="004630F7"/>
    <w:rsid w:val="004E774C"/>
    <w:rsid w:val="00523F49"/>
    <w:rsid w:val="00553583"/>
    <w:rsid w:val="005C0DBB"/>
    <w:rsid w:val="005C1BF7"/>
    <w:rsid w:val="005D25DA"/>
    <w:rsid w:val="00612B4A"/>
    <w:rsid w:val="00622BC4"/>
    <w:rsid w:val="006569DA"/>
    <w:rsid w:val="00666B83"/>
    <w:rsid w:val="00670444"/>
    <w:rsid w:val="006C08AA"/>
    <w:rsid w:val="006F072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40D0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518CD"/>
    <w:rsid w:val="00B6780C"/>
    <w:rsid w:val="00B820EA"/>
    <w:rsid w:val="00B92B78"/>
    <w:rsid w:val="00B93053"/>
    <w:rsid w:val="00BD6EDA"/>
    <w:rsid w:val="00BE1323"/>
    <w:rsid w:val="00C0490B"/>
    <w:rsid w:val="00C93182"/>
    <w:rsid w:val="00CA7287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D058E"/>
    <w:rsid w:val="00F22D57"/>
    <w:rsid w:val="00F314E4"/>
    <w:rsid w:val="00F378D5"/>
    <w:rsid w:val="00F61FDA"/>
    <w:rsid w:val="00F96875"/>
    <w:rsid w:val="00FA3B59"/>
    <w:rsid w:val="00FC10BE"/>
    <w:rsid w:val="00FE5ABA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DB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178</Words>
  <Characters>1018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25</cp:revision>
  <dcterms:created xsi:type="dcterms:W3CDTF">2017-05-17T09:04:00Z</dcterms:created>
  <dcterms:modified xsi:type="dcterms:W3CDTF">2019-06-24T07:41:00Z</dcterms:modified>
</cp:coreProperties>
</file>