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761" w:rsidRPr="00612B4A" w:rsidRDefault="00831761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831761" w:rsidRPr="00D06D14" w:rsidRDefault="00831761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31761" w:rsidRPr="00D06D14" w:rsidRDefault="00831761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831761" w:rsidRPr="00CC2FDB" w:rsidRDefault="00831761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831761" w:rsidRDefault="0083176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31761" w:rsidRDefault="0083176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    </w:t>
      </w:r>
      <w:r w:rsidRPr="00811E8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Інформаційні технології в галузі аграрних наук</w:t>
      </w:r>
    </w:p>
    <w:p w:rsidR="00831761" w:rsidRPr="00811E86" w:rsidRDefault="0083176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   </w:t>
      </w:r>
      <w:r w:rsidRPr="00811E86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Агрономія</w:t>
      </w:r>
    </w:p>
    <w:p w:rsidR="00831761" w:rsidRPr="00811E86" w:rsidRDefault="0083176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Pr="00811E86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акалавр</w:t>
      </w:r>
    </w:p>
    <w:p w:rsidR="00831761" w:rsidRPr="006F072A" w:rsidRDefault="00831761" w:rsidP="00D63A7E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математики та інформатики і методики навчання</w:t>
      </w:r>
    </w:p>
    <w:p w:rsidR="00831761" w:rsidRPr="006F072A" w:rsidRDefault="00831761" w:rsidP="00D63A7E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Факультет математики та інформатики</w:t>
      </w:r>
    </w:p>
    <w:p w:rsidR="00831761" w:rsidRDefault="0083176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Кланічка Юрій Володимирович</w:t>
      </w:r>
    </w:p>
    <w:p w:rsidR="00831761" w:rsidRPr="0017565B" w:rsidRDefault="0083176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y.klanichka@gmail.com</w:t>
      </w:r>
    </w:p>
    <w:p w:rsidR="00831761" w:rsidRDefault="0083176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bCs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31761" w:rsidRPr="005D25DA" w:rsidRDefault="0083176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31761" w:rsidRPr="00177E81" w:rsidRDefault="0083176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7E8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177E81">
        <w:rPr>
          <w:rFonts w:ascii="Times New Roman" w:hAnsi="Times New Roman" w:cs="Times New Roman"/>
          <w:sz w:val="28"/>
          <w:szCs w:val="28"/>
        </w:rPr>
        <w:t xml:space="preserve">  Функції, призначення і принципи ГІС</w:t>
      </w:r>
    </w:p>
    <w:p w:rsidR="00831761" w:rsidRPr="00177E81" w:rsidRDefault="0083176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7E81">
        <w:rPr>
          <w:rFonts w:ascii="Times New Roman" w:hAnsi="Times New Roman" w:cs="Times New Roman"/>
          <w:sz w:val="28"/>
          <w:szCs w:val="28"/>
          <w:lang w:val="uk-UA"/>
        </w:rPr>
        <w:t>2. Програмно-апаратне забезпечення ГІС: зміст, структура, функції, тенденції розвитку.</w:t>
      </w:r>
    </w:p>
    <w:p w:rsidR="00831761" w:rsidRPr="00177E81" w:rsidRDefault="00831761">
      <w:pPr>
        <w:rPr>
          <w:rFonts w:ascii="Times New Roman" w:hAnsi="Times New Roman" w:cs="Times New Roman"/>
          <w:sz w:val="28"/>
          <w:szCs w:val="28"/>
        </w:rPr>
      </w:pPr>
      <w:r w:rsidRPr="00177E81">
        <w:rPr>
          <w:rFonts w:ascii="Times New Roman" w:hAnsi="Times New Roman" w:cs="Times New Roman"/>
          <w:sz w:val="28"/>
          <w:szCs w:val="28"/>
          <w:lang w:val="uk-UA"/>
        </w:rPr>
        <w:t>3. Поняття про картографічні банки даних, експертні системи.</w:t>
      </w:r>
    </w:p>
    <w:p w:rsidR="00831761" w:rsidRPr="00177E81" w:rsidRDefault="00831761">
      <w:pPr>
        <w:rPr>
          <w:rFonts w:ascii="Times New Roman" w:hAnsi="Times New Roman" w:cs="Times New Roman"/>
          <w:sz w:val="20"/>
          <w:szCs w:val="20"/>
        </w:rPr>
      </w:pPr>
    </w:p>
    <w:p w:rsidR="00831761" w:rsidRPr="00177E81" w:rsidRDefault="00831761">
      <w:pPr>
        <w:rPr>
          <w:rFonts w:ascii="Times New Roman" w:hAnsi="Times New Roman" w:cs="Times New Roman"/>
          <w:sz w:val="20"/>
          <w:szCs w:val="20"/>
        </w:rPr>
      </w:pPr>
    </w:p>
    <w:p w:rsidR="00831761" w:rsidRPr="00B6780C" w:rsidRDefault="00831761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(опрацювується в порядку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надходження).</w:t>
      </w:r>
    </w:p>
    <w:p w:rsidR="00831761" w:rsidRPr="00B6780C" w:rsidRDefault="00831761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831761" w:rsidRDefault="0083176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831761" w:rsidSect="00867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7565B"/>
    <w:rsid w:val="00177E81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6F072A"/>
    <w:rsid w:val="00730F12"/>
    <w:rsid w:val="00734729"/>
    <w:rsid w:val="0075036D"/>
    <w:rsid w:val="007621B8"/>
    <w:rsid w:val="007A69F0"/>
    <w:rsid w:val="007B4B53"/>
    <w:rsid w:val="00811E86"/>
    <w:rsid w:val="00831761"/>
    <w:rsid w:val="008401BE"/>
    <w:rsid w:val="00867007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538A4"/>
    <w:rsid w:val="00D63A7E"/>
    <w:rsid w:val="00D90F53"/>
    <w:rsid w:val="00DB0613"/>
    <w:rsid w:val="00DB4320"/>
    <w:rsid w:val="00DD7C7B"/>
    <w:rsid w:val="00E65F23"/>
    <w:rsid w:val="00EF2164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00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1756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193</Words>
  <Characters>1101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Юра</cp:lastModifiedBy>
  <cp:revision>4</cp:revision>
  <dcterms:created xsi:type="dcterms:W3CDTF">2019-03-28T15:33:00Z</dcterms:created>
  <dcterms:modified xsi:type="dcterms:W3CDTF">2019-06-24T07:45:00Z</dcterms:modified>
</cp:coreProperties>
</file>