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16" w:rsidRPr="00612B4A" w:rsidRDefault="00734416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734416" w:rsidRPr="00D06D14" w:rsidRDefault="00734416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34416" w:rsidRPr="00D06D14" w:rsidRDefault="00734416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734416" w:rsidRPr="00CC2FDB" w:rsidRDefault="00734416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3441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34416" w:rsidRPr="00C56EDF" w:rsidRDefault="00734416" w:rsidP="00850A4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C56ED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Інформатика та географічні інформаційні системи і технології</w:t>
      </w:r>
    </w:p>
    <w:p w:rsidR="00734416" w:rsidRPr="00097473" w:rsidRDefault="0073441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 w:rsidRPr="0009747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Середня освіта Географія</w:t>
      </w:r>
    </w:p>
    <w:p w:rsidR="00734416" w:rsidRPr="00850A4B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 w:rsidRPr="00850A4B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</w:p>
    <w:p w:rsidR="00734416" w:rsidRPr="006F072A" w:rsidRDefault="00734416" w:rsidP="006F71D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734416" w:rsidRPr="006F072A" w:rsidRDefault="00734416" w:rsidP="006F71DB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73441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734416" w:rsidRPr="00850A4B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73441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73441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34416" w:rsidRPr="004C0D8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0D86">
        <w:rPr>
          <w:rFonts w:ascii="Times New Roman" w:hAnsi="Times New Roman" w:cs="Times New Roman"/>
          <w:sz w:val="28"/>
          <w:szCs w:val="28"/>
          <w:lang w:val="uk-UA"/>
        </w:rPr>
        <w:t xml:space="preserve">1.  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Головні риси аналітичного потенціалу ГІС</w:t>
      </w:r>
    </w:p>
    <w:p w:rsidR="00734416" w:rsidRPr="004C0D8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0D86">
        <w:rPr>
          <w:rFonts w:ascii="Times New Roman" w:hAnsi="Times New Roman" w:cs="Times New Roman"/>
          <w:sz w:val="28"/>
          <w:szCs w:val="28"/>
          <w:lang w:val="uk-UA"/>
        </w:rPr>
        <w:t xml:space="preserve">2.   </w:t>
      </w:r>
      <w:r>
        <w:rPr>
          <w:rFonts w:ascii="Times New Roman" w:hAnsi="Times New Roman" w:cs="Times New Roman"/>
          <w:sz w:val="28"/>
          <w:szCs w:val="28"/>
          <w:lang w:val="uk-UA"/>
        </w:rPr>
        <w:t>Типи просторової інформації та її відображення</w:t>
      </w:r>
    </w:p>
    <w:p w:rsidR="00734416" w:rsidRPr="004C0D8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0D86">
        <w:rPr>
          <w:rFonts w:ascii="Times New Roman" w:hAnsi="Times New Roman" w:cs="Times New Roman"/>
          <w:sz w:val="28"/>
          <w:szCs w:val="28"/>
          <w:lang w:val="uk-UA"/>
        </w:rPr>
        <w:t xml:space="preserve">3.   </w:t>
      </w:r>
      <w:r>
        <w:rPr>
          <w:rFonts w:ascii="Times New Roman" w:hAnsi="Times New Roman" w:cs="Times New Roman"/>
          <w:sz w:val="28"/>
          <w:szCs w:val="28"/>
          <w:lang w:val="uk-UA"/>
        </w:rPr>
        <w:t>Просторовий аналіз</w:t>
      </w:r>
    </w:p>
    <w:p w:rsidR="00734416" w:rsidRPr="001B60B3" w:rsidRDefault="00734416">
      <w:pPr>
        <w:rPr>
          <w:rFonts w:ascii="Times New Roman" w:hAnsi="Times New Roman" w:cs="Times New Roman"/>
          <w:sz w:val="20"/>
          <w:szCs w:val="20"/>
        </w:rPr>
      </w:pPr>
    </w:p>
    <w:p w:rsidR="00734416" w:rsidRPr="00B6780C" w:rsidRDefault="0073441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734416" w:rsidRPr="00B6780C" w:rsidRDefault="00734416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734416" w:rsidRDefault="007344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734416" w:rsidSect="00850A4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97473"/>
    <w:rsid w:val="000E0EAA"/>
    <w:rsid w:val="001101E0"/>
    <w:rsid w:val="00111406"/>
    <w:rsid w:val="00114E9C"/>
    <w:rsid w:val="00132E8F"/>
    <w:rsid w:val="00157B9D"/>
    <w:rsid w:val="0017565B"/>
    <w:rsid w:val="00177E81"/>
    <w:rsid w:val="001B60B3"/>
    <w:rsid w:val="0020685E"/>
    <w:rsid w:val="0022718B"/>
    <w:rsid w:val="0025247D"/>
    <w:rsid w:val="002643B3"/>
    <w:rsid w:val="002A018A"/>
    <w:rsid w:val="002B26C2"/>
    <w:rsid w:val="002B54E4"/>
    <w:rsid w:val="002C0779"/>
    <w:rsid w:val="00303AF6"/>
    <w:rsid w:val="00330349"/>
    <w:rsid w:val="00355901"/>
    <w:rsid w:val="003568A3"/>
    <w:rsid w:val="00391DD1"/>
    <w:rsid w:val="003B468A"/>
    <w:rsid w:val="003B7F5B"/>
    <w:rsid w:val="004202FA"/>
    <w:rsid w:val="00434EED"/>
    <w:rsid w:val="004358A4"/>
    <w:rsid w:val="004630F7"/>
    <w:rsid w:val="004C0D86"/>
    <w:rsid w:val="004D0D78"/>
    <w:rsid w:val="004D71DF"/>
    <w:rsid w:val="00523F49"/>
    <w:rsid w:val="00553583"/>
    <w:rsid w:val="005C1BF7"/>
    <w:rsid w:val="005D25DA"/>
    <w:rsid w:val="0060045F"/>
    <w:rsid w:val="00612B4A"/>
    <w:rsid w:val="00617F84"/>
    <w:rsid w:val="006C08AA"/>
    <w:rsid w:val="006F072A"/>
    <w:rsid w:val="006F71DB"/>
    <w:rsid w:val="00734416"/>
    <w:rsid w:val="00734729"/>
    <w:rsid w:val="0075036D"/>
    <w:rsid w:val="007621B8"/>
    <w:rsid w:val="007A69F0"/>
    <w:rsid w:val="007B4B53"/>
    <w:rsid w:val="007D3831"/>
    <w:rsid w:val="00835FA5"/>
    <w:rsid w:val="008401BE"/>
    <w:rsid w:val="00850A4B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46F34"/>
    <w:rsid w:val="00A95EF2"/>
    <w:rsid w:val="00AD4FE0"/>
    <w:rsid w:val="00AF41FC"/>
    <w:rsid w:val="00B14CEC"/>
    <w:rsid w:val="00B16AC3"/>
    <w:rsid w:val="00B41E81"/>
    <w:rsid w:val="00B45623"/>
    <w:rsid w:val="00B6780C"/>
    <w:rsid w:val="00B77D9D"/>
    <w:rsid w:val="00B820EA"/>
    <w:rsid w:val="00B92B78"/>
    <w:rsid w:val="00BD6EDA"/>
    <w:rsid w:val="00BF1A3B"/>
    <w:rsid w:val="00C0490B"/>
    <w:rsid w:val="00C26650"/>
    <w:rsid w:val="00C541C2"/>
    <w:rsid w:val="00C56ED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7087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3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850A4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0D7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68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1</Pages>
  <Words>186</Words>
  <Characters>1065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30</cp:revision>
  <dcterms:created xsi:type="dcterms:W3CDTF">2017-05-17T09:04:00Z</dcterms:created>
  <dcterms:modified xsi:type="dcterms:W3CDTF">2019-06-24T07:49:00Z</dcterms:modified>
</cp:coreProperties>
</file>