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79A" w:rsidRPr="00612B4A" w:rsidRDefault="009B579A" w:rsidP="00612B4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bCs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і видання</w:t>
      </w:r>
    </w:p>
    <w:p w:rsidR="009B579A" w:rsidRPr="00D06D14" w:rsidRDefault="009B579A" w:rsidP="00612B4A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9B579A" w:rsidRPr="00D06D14" w:rsidRDefault="009B579A" w:rsidP="00612B4A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підготовки бакалаврів і магістрів</w:t>
      </w:r>
    </w:p>
    <w:p w:rsidR="009B579A" w:rsidRPr="00CC2FDB" w:rsidRDefault="009B579A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9B579A" w:rsidRDefault="009B579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B579A" w:rsidRPr="00622BC4" w:rsidRDefault="009B579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   </w:t>
      </w:r>
      <w:r w:rsidRPr="00622BC4">
        <w:rPr>
          <w:rFonts w:ascii="Times New Roman" w:hAnsi="Times New Roman" w:cs="Times New Roman"/>
          <w:b/>
          <w:bCs/>
          <w:sz w:val="28"/>
          <w:szCs w:val="28"/>
          <w:lang w:val="uk-UA"/>
        </w:rPr>
        <w:t>Основи інформатики</w:t>
      </w:r>
    </w:p>
    <w:p w:rsidR="009B579A" w:rsidRPr="00622BC4" w:rsidRDefault="009B579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 </w:t>
      </w:r>
      <w:r w:rsidRPr="00622BC4">
        <w:rPr>
          <w:rFonts w:ascii="Times New Roman" w:hAnsi="Times New Roman" w:cs="Times New Roman"/>
          <w:b/>
          <w:bCs/>
          <w:sz w:val="28"/>
          <w:szCs w:val="28"/>
          <w:lang w:val="uk-UA"/>
        </w:rPr>
        <w:t>Біологія (ОП Лабораторна діагностика)</w:t>
      </w:r>
    </w:p>
    <w:p w:rsidR="009B579A" w:rsidRPr="00622BC4" w:rsidRDefault="009B579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   </w:t>
      </w:r>
      <w:r w:rsidRPr="00622BC4">
        <w:rPr>
          <w:rFonts w:ascii="Times New Roman" w:hAnsi="Times New Roman" w:cs="Times New Roman"/>
          <w:b/>
          <w:bCs/>
          <w:sz w:val="28"/>
          <w:szCs w:val="28"/>
          <w:lang w:val="uk-UA"/>
        </w:rPr>
        <w:t>Бакалавр</w:t>
      </w:r>
    </w:p>
    <w:p w:rsidR="009B579A" w:rsidRPr="006F072A" w:rsidRDefault="009B579A" w:rsidP="00CD5A52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F072A">
        <w:rPr>
          <w:rFonts w:ascii="Times New Roman" w:hAnsi="Times New Roman" w:cs="Times New Roman"/>
          <w:b/>
          <w:bCs/>
          <w:sz w:val="28"/>
          <w:szCs w:val="28"/>
          <w:lang w:val="uk-UA"/>
        </w:rPr>
        <w:t>Кафедра математики та інформатики і методики навчання</w:t>
      </w:r>
    </w:p>
    <w:p w:rsidR="009B579A" w:rsidRPr="006F072A" w:rsidRDefault="009B579A" w:rsidP="00CD5A52">
      <w:pP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6F072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Факультет математики та інформатики</w:t>
      </w:r>
    </w:p>
    <w:p w:rsidR="009B579A" w:rsidRDefault="009B579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   </w:t>
      </w:r>
      <w:r w:rsidRPr="0017565B">
        <w:rPr>
          <w:rFonts w:ascii="Times New Roman" w:hAnsi="Times New Roman" w:cs="Times New Roman"/>
          <w:b/>
          <w:bCs/>
          <w:sz w:val="28"/>
          <w:szCs w:val="28"/>
          <w:lang w:val="uk-UA"/>
        </w:rPr>
        <w:t>Кланічка Юрій Володимирович</w:t>
      </w:r>
    </w:p>
    <w:p w:rsidR="009B579A" w:rsidRPr="00622BC4" w:rsidRDefault="009B579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17565B">
        <w:rPr>
          <w:rFonts w:ascii="Times New Roman" w:hAnsi="Times New Roman" w:cs="Times New Roman"/>
          <w:b/>
          <w:bCs/>
          <w:sz w:val="28"/>
          <w:szCs w:val="28"/>
          <w:lang w:val="uk-UA"/>
        </w:rPr>
        <w:t>y.klanichka@gmail.com</w:t>
      </w:r>
    </w:p>
    <w:p w:rsidR="009B579A" w:rsidRDefault="009B579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bCs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9B579A" w:rsidRPr="005D25DA" w:rsidRDefault="009B579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B579A" w:rsidRPr="00B306E1" w:rsidRDefault="009B579A" w:rsidP="00B306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06E1">
        <w:rPr>
          <w:rFonts w:ascii="Times New Roman" w:hAnsi="Times New Roman" w:cs="Times New Roman"/>
          <w:sz w:val="20"/>
          <w:szCs w:val="20"/>
          <w:lang w:val="uk-UA"/>
        </w:rPr>
        <w:t xml:space="preserve">1. </w:t>
      </w:r>
      <w:r w:rsidRPr="00B306E1">
        <w:rPr>
          <w:rFonts w:ascii="Times New Roman" w:hAnsi="Times New Roman" w:cs="Times New Roman"/>
          <w:sz w:val="28"/>
          <w:szCs w:val="28"/>
        </w:rPr>
        <w:t>Основні поняття, концепції операційних систем</w:t>
      </w:r>
    </w:p>
    <w:p w:rsidR="009B579A" w:rsidRPr="00B306E1" w:rsidRDefault="009B579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306E1">
        <w:rPr>
          <w:rFonts w:ascii="Times New Roman" w:hAnsi="Times New Roman" w:cs="Times New Roman"/>
          <w:sz w:val="20"/>
          <w:szCs w:val="20"/>
          <w:lang w:val="uk-UA"/>
        </w:rPr>
        <w:t xml:space="preserve">2.  </w:t>
      </w:r>
      <w:r w:rsidRPr="00B306E1">
        <w:rPr>
          <w:rFonts w:ascii="Times New Roman" w:hAnsi="Times New Roman" w:cs="Times New Roman"/>
          <w:sz w:val="28"/>
          <w:szCs w:val="28"/>
        </w:rPr>
        <w:t>Класифікація</w:t>
      </w:r>
      <w:r w:rsidRPr="00CD5A52">
        <w:rPr>
          <w:rFonts w:ascii="Times New Roman" w:hAnsi="Times New Roman" w:cs="Times New Roman"/>
          <w:sz w:val="28"/>
          <w:szCs w:val="28"/>
        </w:rPr>
        <w:t xml:space="preserve"> </w:t>
      </w:r>
      <w:r w:rsidRPr="00B306E1">
        <w:rPr>
          <w:rFonts w:ascii="Times New Roman" w:hAnsi="Times New Roman" w:cs="Times New Roman"/>
          <w:sz w:val="28"/>
          <w:szCs w:val="28"/>
        </w:rPr>
        <w:t>ОС</w:t>
      </w:r>
    </w:p>
    <w:p w:rsidR="009B579A" w:rsidRDefault="009B579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306E1">
        <w:rPr>
          <w:rFonts w:ascii="Times New Roman" w:hAnsi="Times New Roman" w:cs="Times New Roman"/>
          <w:sz w:val="20"/>
          <w:szCs w:val="20"/>
          <w:lang w:val="uk-UA"/>
        </w:rPr>
        <w:t xml:space="preserve">3. </w:t>
      </w:r>
      <w:r w:rsidRPr="00B306E1">
        <w:rPr>
          <w:rFonts w:ascii="Times New Roman" w:hAnsi="Times New Roman" w:cs="Times New Roman"/>
          <w:sz w:val="28"/>
          <w:szCs w:val="28"/>
        </w:rPr>
        <w:t>Файлова система</w:t>
      </w:r>
    </w:p>
    <w:p w:rsidR="009B579A" w:rsidRPr="00B306E1" w:rsidRDefault="009B579A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9B579A" w:rsidRPr="00B6780C" w:rsidRDefault="009B579A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pnu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>-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lib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>@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ukr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>.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(опрацювується в порядку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надходження).</w:t>
      </w:r>
    </w:p>
    <w:p w:rsidR="009B579A" w:rsidRPr="00B6780C" w:rsidRDefault="009B579A" w:rsidP="005C1BF7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Телефон для довідок 59-61-10</w:t>
      </w:r>
    </w:p>
    <w:p w:rsidR="009B579A" w:rsidRDefault="009B579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9B579A" w:rsidSect="008B31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7565B"/>
    <w:rsid w:val="001803EA"/>
    <w:rsid w:val="0022718B"/>
    <w:rsid w:val="00230491"/>
    <w:rsid w:val="0025247D"/>
    <w:rsid w:val="002618D8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4A308E"/>
    <w:rsid w:val="00523F49"/>
    <w:rsid w:val="00553583"/>
    <w:rsid w:val="005C1BF7"/>
    <w:rsid w:val="005D25DA"/>
    <w:rsid w:val="00612B4A"/>
    <w:rsid w:val="00622BC4"/>
    <w:rsid w:val="00686C10"/>
    <w:rsid w:val="006C08AA"/>
    <w:rsid w:val="006F072A"/>
    <w:rsid w:val="00734729"/>
    <w:rsid w:val="0075036D"/>
    <w:rsid w:val="007621B8"/>
    <w:rsid w:val="007A69F0"/>
    <w:rsid w:val="007B4B53"/>
    <w:rsid w:val="008401BE"/>
    <w:rsid w:val="00887A78"/>
    <w:rsid w:val="008B3112"/>
    <w:rsid w:val="008C6D37"/>
    <w:rsid w:val="008F67CB"/>
    <w:rsid w:val="00975929"/>
    <w:rsid w:val="00991E66"/>
    <w:rsid w:val="009940A2"/>
    <w:rsid w:val="009B579A"/>
    <w:rsid w:val="009C69BA"/>
    <w:rsid w:val="009E28B6"/>
    <w:rsid w:val="00A35D46"/>
    <w:rsid w:val="00A41272"/>
    <w:rsid w:val="00A95EF2"/>
    <w:rsid w:val="00AF41FC"/>
    <w:rsid w:val="00B16AC3"/>
    <w:rsid w:val="00B306E1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D5A52"/>
    <w:rsid w:val="00CF7BE3"/>
    <w:rsid w:val="00D06D14"/>
    <w:rsid w:val="00D430D7"/>
    <w:rsid w:val="00D502B2"/>
    <w:rsid w:val="00D654AD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112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55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</TotalTime>
  <Pages>1</Pages>
  <Words>177</Words>
  <Characters>1012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Юра</cp:lastModifiedBy>
  <cp:revision>20</cp:revision>
  <dcterms:created xsi:type="dcterms:W3CDTF">2017-05-17T09:04:00Z</dcterms:created>
  <dcterms:modified xsi:type="dcterms:W3CDTF">2019-06-24T08:23:00Z</dcterms:modified>
</cp:coreProperties>
</file>