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7CB" w:rsidRPr="00612B4A" w:rsidRDefault="00DB77CB" w:rsidP="00612B4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bCs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і видання</w:t>
      </w:r>
    </w:p>
    <w:p w:rsidR="00DB77CB" w:rsidRPr="00D06D14" w:rsidRDefault="00DB77CB" w:rsidP="00612B4A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B77CB" w:rsidRPr="00D06D14" w:rsidRDefault="00DB77CB" w:rsidP="00612B4A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підготовки бакалаврів і магістрів</w:t>
      </w:r>
    </w:p>
    <w:p w:rsidR="00DB77CB" w:rsidRPr="00CC2FDB" w:rsidRDefault="00DB77C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DB77CB" w:rsidRDefault="00DB77C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B77CB" w:rsidRPr="00FD070A" w:rsidRDefault="00DB77CB" w:rsidP="00850A4B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FD070A">
        <w:rPr>
          <w:rFonts w:ascii="Times New Roman" w:hAnsi="Times New Roman" w:cs="Times New Roman"/>
          <w:b/>
          <w:bCs/>
          <w:sz w:val="28"/>
          <w:szCs w:val="28"/>
          <w:lang w:val="uk-UA"/>
        </w:rPr>
        <w:t>Сучасні інформаційні технології в географії</w:t>
      </w:r>
    </w:p>
    <w:p w:rsidR="00DB77CB" w:rsidRPr="00850A4B" w:rsidRDefault="00DB77C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   </w:t>
      </w:r>
      <w:r w:rsidRPr="00850A4B">
        <w:rPr>
          <w:rFonts w:ascii="Times New Roman" w:hAnsi="Times New Roman" w:cs="Times New Roman"/>
          <w:b/>
          <w:bCs/>
          <w:sz w:val="28"/>
          <w:szCs w:val="28"/>
          <w:lang w:val="uk-UA"/>
        </w:rPr>
        <w:t>Географія</w:t>
      </w:r>
    </w:p>
    <w:p w:rsidR="00DB77CB" w:rsidRPr="00FD070A" w:rsidRDefault="00DB77CB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</w:t>
      </w:r>
      <w:r w:rsidRPr="00FD070A">
        <w:rPr>
          <w:rFonts w:ascii="Times New Roman" w:hAnsi="Times New Roman" w:cs="Times New Roman"/>
          <w:b/>
          <w:bCs/>
          <w:sz w:val="28"/>
          <w:szCs w:val="28"/>
          <w:lang w:val="uk-UA"/>
        </w:rPr>
        <w:t>агістр</w:t>
      </w:r>
    </w:p>
    <w:p w:rsidR="00DB77CB" w:rsidRPr="006F072A" w:rsidRDefault="00DB77CB" w:rsidP="005326A3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F072A">
        <w:rPr>
          <w:rFonts w:ascii="Times New Roman" w:hAnsi="Times New Roman" w:cs="Times New Roman"/>
          <w:b/>
          <w:bCs/>
          <w:sz w:val="28"/>
          <w:szCs w:val="28"/>
          <w:lang w:val="uk-UA"/>
        </w:rPr>
        <w:t>Кафедра математики та інформатики і методики навчання</w:t>
      </w:r>
    </w:p>
    <w:p w:rsidR="00DB77CB" w:rsidRPr="006F072A" w:rsidRDefault="00DB77CB" w:rsidP="005326A3">
      <w:pP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6F072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Факультет математики та інформатики</w:t>
      </w:r>
    </w:p>
    <w:p w:rsidR="00DB77CB" w:rsidRDefault="00DB77C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   </w:t>
      </w:r>
      <w:r w:rsidRPr="0017565B">
        <w:rPr>
          <w:rFonts w:ascii="Times New Roman" w:hAnsi="Times New Roman" w:cs="Times New Roman"/>
          <w:b/>
          <w:bCs/>
          <w:sz w:val="28"/>
          <w:szCs w:val="28"/>
          <w:lang w:val="uk-UA"/>
        </w:rPr>
        <w:t>Кланічка Юрій Володимирович</w:t>
      </w:r>
    </w:p>
    <w:p w:rsidR="00DB77CB" w:rsidRPr="00850A4B" w:rsidRDefault="00DB77C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17565B">
        <w:rPr>
          <w:rFonts w:ascii="Times New Roman" w:hAnsi="Times New Roman" w:cs="Times New Roman"/>
          <w:b/>
          <w:bCs/>
          <w:sz w:val="28"/>
          <w:szCs w:val="28"/>
          <w:lang w:val="uk-UA"/>
        </w:rPr>
        <w:t>y.klanichka@gmail.com</w:t>
      </w:r>
    </w:p>
    <w:p w:rsidR="00DB77CB" w:rsidRDefault="00DB77C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bCs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DB77CB" w:rsidRDefault="00DB77C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B77CB" w:rsidRDefault="00DB77CB" w:rsidP="0095108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  Растрова графіка</w:t>
      </w:r>
    </w:p>
    <w:p w:rsidR="00DB77CB" w:rsidRDefault="00DB77CB" w:rsidP="0095108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B77CB" w:rsidRDefault="00DB77CB" w:rsidP="0095108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  Векторна графіка</w:t>
      </w:r>
    </w:p>
    <w:p w:rsidR="00DB77CB" w:rsidRDefault="00DB77CB" w:rsidP="0095108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B77CB" w:rsidRDefault="00DB77CB" w:rsidP="0095108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  Тривимірна графіка</w:t>
      </w:r>
    </w:p>
    <w:p w:rsidR="00DB77CB" w:rsidRDefault="00DB77CB" w:rsidP="0075162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B77CB" w:rsidRPr="00951082" w:rsidRDefault="00DB77C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DB77CB" w:rsidRPr="00B6780C" w:rsidRDefault="00DB77CB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pnu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-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lib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@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ukr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.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(опрацювується в порядку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надходження).</w:t>
      </w:r>
    </w:p>
    <w:p w:rsidR="00DB77CB" w:rsidRPr="00B6780C" w:rsidRDefault="00DB77CB" w:rsidP="005C1BF7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Телефон для довідок 59-61-10</w:t>
      </w:r>
    </w:p>
    <w:p w:rsidR="00DB77CB" w:rsidRDefault="00DB77C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DB77CB" w:rsidSect="00850A4B">
      <w:pgSz w:w="11906" w:h="16838"/>
      <w:pgMar w:top="1134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132B1"/>
    <w:rsid w:val="00022AD8"/>
    <w:rsid w:val="000E0EAA"/>
    <w:rsid w:val="001101E0"/>
    <w:rsid w:val="00111406"/>
    <w:rsid w:val="00114E9C"/>
    <w:rsid w:val="00142988"/>
    <w:rsid w:val="00157B9D"/>
    <w:rsid w:val="0017565B"/>
    <w:rsid w:val="00177E81"/>
    <w:rsid w:val="001B60B3"/>
    <w:rsid w:val="001F7674"/>
    <w:rsid w:val="0020685E"/>
    <w:rsid w:val="00211EF4"/>
    <w:rsid w:val="0022718B"/>
    <w:rsid w:val="0025247D"/>
    <w:rsid w:val="002A018A"/>
    <w:rsid w:val="002B54E4"/>
    <w:rsid w:val="002C0779"/>
    <w:rsid w:val="00303AF6"/>
    <w:rsid w:val="00330349"/>
    <w:rsid w:val="00355901"/>
    <w:rsid w:val="00394ED2"/>
    <w:rsid w:val="003B3B31"/>
    <w:rsid w:val="003B468A"/>
    <w:rsid w:val="003B7F5B"/>
    <w:rsid w:val="003E50C3"/>
    <w:rsid w:val="004202FA"/>
    <w:rsid w:val="00434EED"/>
    <w:rsid w:val="004630F7"/>
    <w:rsid w:val="004C0D86"/>
    <w:rsid w:val="00523F49"/>
    <w:rsid w:val="005326A3"/>
    <w:rsid w:val="00553583"/>
    <w:rsid w:val="005C1BF7"/>
    <w:rsid w:val="005D25DA"/>
    <w:rsid w:val="00612B4A"/>
    <w:rsid w:val="006C08AA"/>
    <w:rsid w:val="006F072A"/>
    <w:rsid w:val="00734729"/>
    <w:rsid w:val="0075036D"/>
    <w:rsid w:val="00751629"/>
    <w:rsid w:val="00752427"/>
    <w:rsid w:val="007621B8"/>
    <w:rsid w:val="007A69F0"/>
    <w:rsid w:val="007B4B53"/>
    <w:rsid w:val="007D3831"/>
    <w:rsid w:val="00835FA5"/>
    <w:rsid w:val="008401BE"/>
    <w:rsid w:val="00846ADA"/>
    <w:rsid w:val="00850A4B"/>
    <w:rsid w:val="00860DE4"/>
    <w:rsid w:val="00887A78"/>
    <w:rsid w:val="008C6D37"/>
    <w:rsid w:val="008F67CB"/>
    <w:rsid w:val="00904BD5"/>
    <w:rsid w:val="00951082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4CEC"/>
    <w:rsid w:val="00B16AC3"/>
    <w:rsid w:val="00B41E81"/>
    <w:rsid w:val="00B45623"/>
    <w:rsid w:val="00B6780C"/>
    <w:rsid w:val="00B820EA"/>
    <w:rsid w:val="00B92B78"/>
    <w:rsid w:val="00BD6EDA"/>
    <w:rsid w:val="00BF1A3B"/>
    <w:rsid w:val="00C0490B"/>
    <w:rsid w:val="00C2321B"/>
    <w:rsid w:val="00C93182"/>
    <w:rsid w:val="00CC1223"/>
    <w:rsid w:val="00CC2FDB"/>
    <w:rsid w:val="00CD55D3"/>
    <w:rsid w:val="00CF7BE3"/>
    <w:rsid w:val="00D06D14"/>
    <w:rsid w:val="00D430D7"/>
    <w:rsid w:val="00D66800"/>
    <w:rsid w:val="00D90F53"/>
    <w:rsid w:val="00DB0613"/>
    <w:rsid w:val="00DB77CB"/>
    <w:rsid w:val="00DD7C7B"/>
    <w:rsid w:val="00E65F23"/>
    <w:rsid w:val="00F22D57"/>
    <w:rsid w:val="00F378D5"/>
    <w:rsid w:val="00F61FDA"/>
    <w:rsid w:val="00FA3B59"/>
    <w:rsid w:val="00FC10BE"/>
    <w:rsid w:val="00FD070A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3B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locked/>
    <w:rsid w:val="00850A4B"/>
    <w:pPr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2321B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styleId="Hyperlink">
    <w:name w:val="Hyperlink"/>
    <w:basedOn w:val="DefaultParagraphFont"/>
    <w:uiPriority w:val="99"/>
    <w:rsid w:val="00612B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68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63</TotalTime>
  <Pages>1</Pages>
  <Words>174</Words>
  <Characters>993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Юра</cp:lastModifiedBy>
  <cp:revision>25</cp:revision>
  <dcterms:created xsi:type="dcterms:W3CDTF">2017-05-17T09:04:00Z</dcterms:created>
  <dcterms:modified xsi:type="dcterms:W3CDTF">2019-06-24T08:25:00Z</dcterms:modified>
</cp:coreProperties>
</file>