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0" w:rsidRPr="00612B4A" w:rsidRDefault="00AA4930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AA4930" w:rsidRPr="00D06D14" w:rsidRDefault="00AA4930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A4930" w:rsidRPr="00D06D14" w:rsidRDefault="00AA4930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AA4930" w:rsidRPr="00CC2FDB" w:rsidRDefault="00AA4930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Pr="00FD070A" w:rsidRDefault="00AA4930" w:rsidP="00850A4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Сучасні інформаційні технології в географії</w:t>
      </w:r>
    </w:p>
    <w:p w:rsidR="00AA4930" w:rsidRPr="00DD587F" w:rsidRDefault="00AA493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DD587F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Середня освіта Географія</w:t>
      </w:r>
    </w:p>
    <w:p w:rsidR="00AA4930" w:rsidRPr="00FD070A" w:rsidRDefault="00AA493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агістр</w:t>
      </w:r>
    </w:p>
    <w:p w:rsidR="00AA4930" w:rsidRPr="006F072A" w:rsidRDefault="00AA4930" w:rsidP="0065538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AA4930" w:rsidRPr="006F072A" w:rsidRDefault="00AA4930" w:rsidP="0065538F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AA4930" w:rsidRPr="00850A4B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Default="00AA4930" w:rsidP="002F6AF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Рівні програмного забезпечення</w:t>
      </w:r>
    </w:p>
    <w:p w:rsidR="00AA4930" w:rsidRPr="00751629" w:rsidRDefault="00AA4930" w:rsidP="007516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Default="00AA4930" w:rsidP="002F6A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Класифікація програмних засобів</w:t>
      </w:r>
    </w:p>
    <w:p w:rsidR="00AA4930" w:rsidRDefault="00AA4930" w:rsidP="007025F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Pr="00751629" w:rsidRDefault="00AA4930" w:rsidP="007516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930" w:rsidRPr="00B6780C" w:rsidRDefault="00AA4930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AA4930" w:rsidRPr="00B6780C" w:rsidRDefault="00AA4930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AA4930" w:rsidRDefault="00AA493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AA4930" w:rsidSect="00850A4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49A3"/>
    <w:multiLevelType w:val="hybridMultilevel"/>
    <w:tmpl w:val="C9684ADC"/>
    <w:lvl w:ilvl="0" w:tplc="F092CBD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57751"/>
    <w:multiLevelType w:val="hybridMultilevel"/>
    <w:tmpl w:val="3DC05DF2"/>
    <w:lvl w:ilvl="0" w:tplc="1EF27FE6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F4865"/>
    <w:multiLevelType w:val="hybridMultilevel"/>
    <w:tmpl w:val="FF560FC0"/>
    <w:lvl w:ilvl="0" w:tplc="1EF27FE6">
      <w:start w:val="3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50594"/>
    <w:rsid w:val="00062317"/>
    <w:rsid w:val="000E0EAA"/>
    <w:rsid w:val="001101E0"/>
    <w:rsid w:val="00111406"/>
    <w:rsid w:val="00114E9C"/>
    <w:rsid w:val="00142988"/>
    <w:rsid w:val="00157B9D"/>
    <w:rsid w:val="0017565B"/>
    <w:rsid w:val="00177E81"/>
    <w:rsid w:val="001B60B3"/>
    <w:rsid w:val="0020685E"/>
    <w:rsid w:val="00211EF4"/>
    <w:rsid w:val="0022718B"/>
    <w:rsid w:val="0025247D"/>
    <w:rsid w:val="002A018A"/>
    <w:rsid w:val="002B54E4"/>
    <w:rsid w:val="002C0779"/>
    <w:rsid w:val="002F6AF2"/>
    <w:rsid w:val="00303AF6"/>
    <w:rsid w:val="00304CB4"/>
    <w:rsid w:val="00330349"/>
    <w:rsid w:val="00355901"/>
    <w:rsid w:val="003B468A"/>
    <w:rsid w:val="003B7F5B"/>
    <w:rsid w:val="003E50C3"/>
    <w:rsid w:val="004202FA"/>
    <w:rsid w:val="00434EED"/>
    <w:rsid w:val="004630F7"/>
    <w:rsid w:val="004C0D86"/>
    <w:rsid w:val="00505603"/>
    <w:rsid w:val="00523F49"/>
    <w:rsid w:val="00553583"/>
    <w:rsid w:val="005A7675"/>
    <w:rsid w:val="005C1BF7"/>
    <w:rsid w:val="005D25DA"/>
    <w:rsid w:val="00612B4A"/>
    <w:rsid w:val="0065538F"/>
    <w:rsid w:val="006C08AA"/>
    <w:rsid w:val="006F072A"/>
    <w:rsid w:val="007025FA"/>
    <w:rsid w:val="00703EFB"/>
    <w:rsid w:val="00711FE7"/>
    <w:rsid w:val="00734729"/>
    <w:rsid w:val="0075036D"/>
    <w:rsid w:val="00751629"/>
    <w:rsid w:val="00752427"/>
    <w:rsid w:val="007621B8"/>
    <w:rsid w:val="007A57C2"/>
    <w:rsid w:val="007A69F0"/>
    <w:rsid w:val="007B4B53"/>
    <w:rsid w:val="007D3831"/>
    <w:rsid w:val="00835FA5"/>
    <w:rsid w:val="008401BE"/>
    <w:rsid w:val="00850A4B"/>
    <w:rsid w:val="00887A78"/>
    <w:rsid w:val="008931E4"/>
    <w:rsid w:val="008C6D37"/>
    <w:rsid w:val="008E2454"/>
    <w:rsid w:val="008F67CB"/>
    <w:rsid w:val="00904BD5"/>
    <w:rsid w:val="00975929"/>
    <w:rsid w:val="00991E66"/>
    <w:rsid w:val="009940A2"/>
    <w:rsid w:val="009C69BA"/>
    <w:rsid w:val="009E28B6"/>
    <w:rsid w:val="00A0061C"/>
    <w:rsid w:val="00A35D46"/>
    <w:rsid w:val="00A41272"/>
    <w:rsid w:val="00A95EF2"/>
    <w:rsid w:val="00AA4930"/>
    <w:rsid w:val="00AD0702"/>
    <w:rsid w:val="00AF41FC"/>
    <w:rsid w:val="00B14CEC"/>
    <w:rsid w:val="00B16AC3"/>
    <w:rsid w:val="00B41E81"/>
    <w:rsid w:val="00B45623"/>
    <w:rsid w:val="00B6780C"/>
    <w:rsid w:val="00B820EA"/>
    <w:rsid w:val="00B92B78"/>
    <w:rsid w:val="00BD6EDA"/>
    <w:rsid w:val="00BF1A3B"/>
    <w:rsid w:val="00C0490B"/>
    <w:rsid w:val="00C13E08"/>
    <w:rsid w:val="00C2321B"/>
    <w:rsid w:val="00C45D44"/>
    <w:rsid w:val="00C47E50"/>
    <w:rsid w:val="00C762F6"/>
    <w:rsid w:val="00C93182"/>
    <w:rsid w:val="00CB68D7"/>
    <w:rsid w:val="00CC1223"/>
    <w:rsid w:val="00CC2FDB"/>
    <w:rsid w:val="00CD55D3"/>
    <w:rsid w:val="00CF7BE3"/>
    <w:rsid w:val="00D06D14"/>
    <w:rsid w:val="00D430D7"/>
    <w:rsid w:val="00D66800"/>
    <w:rsid w:val="00D90F53"/>
    <w:rsid w:val="00DA15D2"/>
    <w:rsid w:val="00DA20C2"/>
    <w:rsid w:val="00DB0613"/>
    <w:rsid w:val="00DB73F5"/>
    <w:rsid w:val="00DC1913"/>
    <w:rsid w:val="00DC4723"/>
    <w:rsid w:val="00DD587F"/>
    <w:rsid w:val="00DD7C7B"/>
    <w:rsid w:val="00DE3807"/>
    <w:rsid w:val="00E65F23"/>
    <w:rsid w:val="00F22D57"/>
    <w:rsid w:val="00F32924"/>
    <w:rsid w:val="00F378D5"/>
    <w:rsid w:val="00F61FDA"/>
    <w:rsid w:val="00FA3B59"/>
    <w:rsid w:val="00FC10BE"/>
    <w:rsid w:val="00FC4CFD"/>
    <w:rsid w:val="00FD070A"/>
    <w:rsid w:val="00FD6E8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50A4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321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175</Words>
  <Characters>1002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39</cp:revision>
  <dcterms:created xsi:type="dcterms:W3CDTF">2017-05-17T09:04:00Z</dcterms:created>
  <dcterms:modified xsi:type="dcterms:W3CDTF">2019-06-24T08:35:00Z</dcterms:modified>
</cp:coreProperties>
</file>