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E613C1">
        <w:rPr>
          <w:rFonts w:ascii="Times New Roman" w:hAnsi="Times New Roman"/>
          <w:sz w:val="28"/>
          <w:szCs w:val="28"/>
          <w:u w:val="single"/>
          <w:lang w:val="uk-UA"/>
        </w:rPr>
        <w:t>Рекреаційні ландшафти</w:t>
      </w:r>
      <w:bookmarkStart w:id="0" w:name="_GoBack"/>
      <w:bookmarkEnd w:id="0"/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/>
          <w:sz w:val="28"/>
          <w:szCs w:val="28"/>
        </w:rPr>
        <w:t xml:space="preserve"> </w:t>
      </w:r>
    </w:p>
    <w:p w:rsidR="00612B4A" w:rsidRPr="00612B4A" w:rsidRDefault="00612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416F7" w:rsidRPr="00AA3521" w:rsidRDefault="00612B4A" w:rsidP="00C3645A">
      <w:pPr>
        <w:rPr>
          <w:rFonts w:ascii="Times New Roman" w:hAnsi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3645A">
        <w:rPr>
          <w:rFonts w:ascii="Times New Roman" w:hAnsi="Times New Roman"/>
          <w:b/>
          <w:sz w:val="24"/>
          <w:szCs w:val="24"/>
          <w:lang w:val="uk-UA"/>
        </w:rPr>
        <w:t>Хрестоматія</w:t>
      </w:r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3C1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645A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2523"/>
    <w:rsid w:val="00E06A49"/>
    <w:rsid w:val="00E613C1"/>
    <w:rsid w:val="00E65F23"/>
    <w:rsid w:val="00F22D57"/>
    <w:rsid w:val="00F36FA6"/>
    <w:rsid w:val="00F378D5"/>
    <w:rsid w:val="00F56C67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81B2"/>
  <w15:docId w15:val="{279F6954-6CD3-4D11-AD84-CDEE7537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12B4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109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86;&#1088;&#1080;&#1089;&#1090;&#1091;&#1074;&#1072;&#1095;\Dropbox\&#1110;&#1085;&#1089;&#1090;&#1080;&#1090;&#1091;&#1090;\&#1061;&#1088;&#1077;&#1089;&#1090;&#1086;&#1084;&#1072;&#1090;&#1110;&#1111;\&#1075;&#1077;&#1086;&#1075;&#1088;&#1072;&#1092;&#1110;&#1095;&#1085;&#1077;%20&#1082;&#1088;&#1072;&#1108;&#1079;&#1085;&#1072;&#1074;&#1089;&#1090;&#1074;&#1086;\&#1041;&#1083;&#1072;&#1085;&#1082;_&#1043;&#1077;&#1086;&#1075;&#1088;&#1072;&#1092;&#1110;&#1095;&#1085;&#1077;_&#1082;&#1088;&#1072;&#1108;&#1079;&#1085;&#1072;&#1074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Бланк_Географічне_краєзнавство</Template>
  <TotalTime>1</TotalTime>
  <Pages>1</Pages>
  <Words>480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753</CharactersWithSpaces>
  <SharedDoc>false</SharedDoc>
  <HLinks>
    <vt:vector size="6" baseType="variant"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mailto:yaroslava_atamaniuk@ukr.net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</cp:revision>
  <dcterms:created xsi:type="dcterms:W3CDTF">2019-04-19T06:41:00Z</dcterms:created>
  <dcterms:modified xsi:type="dcterms:W3CDTF">2019-04-19T06:42:00Z</dcterms:modified>
</cp:coreProperties>
</file>