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862869">
        <w:rPr>
          <w:rFonts w:ascii="Times New Roman" w:hAnsi="Times New Roman"/>
          <w:sz w:val="28"/>
          <w:szCs w:val="28"/>
          <w:u w:val="single"/>
          <w:lang w:val="uk-UA"/>
        </w:rPr>
        <w:t>Атрактивність</w:t>
      </w:r>
      <w:proofErr w:type="spellEnd"/>
      <w:r w:rsidR="00862869">
        <w:rPr>
          <w:rFonts w:ascii="Times New Roman" w:hAnsi="Times New Roman"/>
          <w:sz w:val="28"/>
          <w:szCs w:val="28"/>
          <w:u w:val="single"/>
          <w:lang w:val="uk-UA"/>
        </w:rPr>
        <w:t xml:space="preserve"> географічного середовища</w:t>
      </w:r>
      <w:bookmarkStart w:id="0" w:name="_GoBack"/>
      <w:bookmarkEnd w:id="0"/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/>
          <w:b/>
          <w:sz w:val="24"/>
          <w:szCs w:val="24"/>
          <w:lang w:val="uk-UA"/>
        </w:rPr>
        <w:t>Хрестоматія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9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62869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2523"/>
    <w:rsid w:val="00E06A49"/>
    <w:rsid w:val="00E65F23"/>
    <w:rsid w:val="00F22D57"/>
    <w:rsid w:val="00F36FA6"/>
    <w:rsid w:val="00F378D5"/>
    <w:rsid w:val="00F56C67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6E4F"/>
  <w15:docId w15:val="{16D0823C-AA57-46DC-9584-19736150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10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86;&#1088;&#1080;&#1089;&#1090;&#1091;&#1074;&#1072;&#1095;\Dropbox\&#1110;&#1085;&#1089;&#1090;&#1080;&#1090;&#1091;&#1090;\&#1061;&#1088;&#1077;&#1089;&#1090;&#1086;&#1084;&#1072;&#1090;&#1110;&#1111;\&#1075;&#1077;&#1086;&#1075;&#1088;&#1072;&#1092;&#1110;&#1095;&#1085;&#1077;%20&#1082;&#1088;&#1072;&#1108;&#1079;&#1085;&#1072;&#1074;&#1089;&#1090;&#1074;&#1086;\&#1041;&#1083;&#1072;&#1085;&#1082;_&#1043;&#1077;&#1086;&#1075;&#1088;&#1072;&#1092;&#1110;&#1095;&#1085;&#1077;_&#1082;&#1088;&#1072;&#1108;&#1079;&#1085;&#1072;&#1074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Бланк_Географічне_краєзнавство</Template>
  <TotalTime>1</TotalTime>
  <Pages>1</Pages>
  <Words>491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770</CharactersWithSpaces>
  <SharedDoc>false</SharedDoc>
  <HLinks>
    <vt:vector size="6" baseType="variant"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mailto:yaroslava_atamaniuk@ukr.net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2019-04-19T07:06:00Z</dcterms:created>
  <dcterms:modified xsi:type="dcterms:W3CDTF">2019-04-19T07:07:00Z</dcterms:modified>
</cp:coreProperties>
</file>