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 w:rsidR="008F63CB">
        <w:rPr>
          <w:rFonts w:ascii="Times New Roman" w:hAnsi="Times New Roman"/>
          <w:sz w:val="28"/>
          <w:szCs w:val="28"/>
          <w:u w:val="single"/>
          <w:lang w:val="uk-UA"/>
        </w:rPr>
        <w:t>Гео</w:t>
      </w:r>
      <w:r w:rsidR="00C000AD">
        <w:rPr>
          <w:rFonts w:ascii="Times New Roman" w:hAnsi="Times New Roman"/>
          <w:sz w:val="28"/>
          <w:szCs w:val="28"/>
          <w:u w:val="single"/>
          <w:lang w:val="uk-UA"/>
        </w:rPr>
        <w:t>планування</w:t>
      </w:r>
      <w:proofErr w:type="spellEnd"/>
      <w:r w:rsidR="00C000AD">
        <w:rPr>
          <w:rFonts w:ascii="Times New Roman" w:hAnsi="Times New Roman"/>
          <w:sz w:val="28"/>
          <w:szCs w:val="28"/>
          <w:u w:val="single"/>
          <w:lang w:val="uk-UA"/>
        </w:rPr>
        <w:t xml:space="preserve"> територіальних</w:t>
      </w:r>
      <w:bookmarkStart w:id="0" w:name="_GoBack"/>
      <w:bookmarkEnd w:id="0"/>
      <w:r w:rsidR="00C000AD">
        <w:rPr>
          <w:rFonts w:ascii="Times New Roman" w:hAnsi="Times New Roman"/>
          <w:sz w:val="28"/>
          <w:szCs w:val="28"/>
          <w:u w:val="single"/>
          <w:lang w:val="uk-UA"/>
        </w:rPr>
        <w:t xml:space="preserve"> систем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AA3521">
        <w:rPr>
          <w:rFonts w:ascii="Times New Roman" w:hAnsi="Times New Roman"/>
          <w:sz w:val="28"/>
          <w:szCs w:val="28"/>
          <w:u w:val="single"/>
          <w:lang w:val="uk-UA"/>
        </w:rPr>
        <w:t>Атаманюк Ярослава Дмитрівна</w:t>
      </w:r>
    </w:p>
    <w:p w:rsidR="00D06D14" w:rsidRPr="00F36FA6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yaroslava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_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atamaniuk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@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.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AA3521" w:rsidRPr="00F36FA6">
        <w:rPr>
          <w:rFonts w:ascii="Times New Roman" w:hAnsi="Times New Roman"/>
          <w:sz w:val="28"/>
          <w:szCs w:val="28"/>
        </w:rPr>
        <w:t xml:space="preserve"> </w:t>
      </w:r>
    </w:p>
    <w:p w:rsidR="00612B4A" w:rsidRPr="00612B4A" w:rsidRDefault="00612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416F7" w:rsidRPr="00AA3521" w:rsidRDefault="00612B4A" w:rsidP="00C3645A">
      <w:pPr>
        <w:rPr>
          <w:rFonts w:ascii="Times New Roman" w:hAnsi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3645A">
        <w:rPr>
          <w:rFonts w:ascii="Times New Roman" w:hAnsi="Times New Roman"/>
          <w:b/>
          <w:sz w:val="24"/>
          <w:szCs w:val="24"/>
          <w:lang w:val="uk-UA"/>
        </w:rPr>
        <w:t>Хрестоматія</w:t>
      </w:r>
    </w:p>
    <w:sectPr w:rsidR="00D416F7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69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1214C"/>
    <w:rsid w:val="008401BE"/>
    <w:rsid w:val="00862869"/>
    <w:rsid w:val="00887A78"/>
    <w:rsid w:val="008C6D37"/>
    <w:rsid w:val="008F63CB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00AD"/>
    <w:rsid w:val="00C0490B"/>
    <w:rsid w:val="00C3645A"/>
    <w:rsid w:val="00C93182"/>
    <w:rsid w:val="00CC1223"/>
    <w:rsid w:val="00CC2FDB"/>
    <w:rsid w:val="00D0445D"/>
    <w:rsid w:val="00D06D14"/>
    <w:rsid w:val="00D152AF"/>
    <w:rsid w:val="00D416F7"/>
    <w:rsid w:val="00D430D7"/>
    <w:rsid w:val="00D5430C"/>
    <w:rsid w:val="00D90F53"/>
    <w:rsid w:val="00DB0613"/>
    <w:rsid w:val="00DD7C7B"/>
    <w:rsid w:val="00E02523"/>
    <w:rsid w:val="00E06A49"/>
    <w:rsid w:val="00E65F23"/>
    <w:rsid w:val="00F22D57"/>
    <w:rsid w:val="00F36FA6"/>
    <w:rsid w:val="00F378D5"/>
    <w:rsid w:val="00F56C67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1663"/>
  <w15:docId w15:val="{16D0823C-AA57-46DC-9584-19736150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12B4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1109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86;&#1088;&#1080;&#1089;&#1090;&#1091;&#1074;&#1072;&#1095;\Dropbox\&#1110;&#1085;&#1089;&#1090;&#1080;&#1090;&#1091;&#1090;\&#1061;&#1088;&#1077;&#1089;&#1090;&#1086;&#1084;&#1072;&#1090;&#1110;&#1111;\&#1075;&#1077;&#1086;&#1075;&#1088;&#1072;&#1092;&#1110;&#1095;&#1085;&#1077;%20&#1082;&#1088;&#1072;&#1108;&#1079;&#1085;&#1072;&#1074;&#1089;&#1090;&#1074;&#1086;\&#1041;&#1083;&#1072;&#1085;&#1082;_&#1043;&#1077;&#1086;&#1075;&#1088;&#1072;&#1092;&#1110;&#1095;&#1085;&#1077;_&#1082;&#1088;&#1072;&#1108;&#1079;&#1085;&#1072;&#1074;&#1089;&#1090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Бланк_Географічне_краєзнавство</Template>
  <TotalTime>1</TotalTime>
  <Pages>1</Pages>
  <Words>489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767</CharactersWithSpaces>
  <SharedDoc>false</SharedDoc>
  <HLinks>
    <vt:vector size="6" baseType="variant">
      <vt:variant>
        <vt:i4>6553699</vt:i4>
      </vt:variant>
      <vt:variant>
        <vt:i4>0</vt:i4>
      </vt:variant>
      <vt:variant>
        <vt:i4>0</vt:i4>
      </vt:variant>
      <vt:variant>
        <vt:i4>5</vt:i4>
      </vt:variant>
      <vt:variant>
        <vt:lpwstr>mailto:yaroslava_atamaniuk@ukr.net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2019-04-21T10:16:00Z</dcterms:created>
  <dcterms:modified xsi:type="dcterms:W3CDTF">2019-04-21T10:16:00Z</dcterms:modified>
</cp:coreProperties>
</file>