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Pr="00F048BC" w:rsidRDefault="0052441B" w:rsidP="00F048BC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048BC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видання, які є об’єктом навчання в рамках навчальних дисциплін відповідно до навчальної програми підготовки бакалаврів і магістрів</w:t>
      </w:r>
      <w:r w:rsidRPr="00F048BC">
        <w:rPr>
          <w:rFonts w:ascii="Times New Roman" w:hAnsi="Times New Roman"/>
          <w:sz w:val="28"/>
          <w:szCs w:val="28"/>
          <w:lang w:val="uk-UA"/>
        </w:rPr>
        <w:t xml:space="preserve">(згідно з розпорядж. </w:t>
      </w:r>
      <w:r w:rsidRPr="00F048BC">
        <w:rPr>
          <w:rFonts w:ascii="Times New Roman" w:hAnsi="Times New Roman"/>
          <w:sz w:val="28"/>
          <w:szCs w:val="28"/>
          <w:lang w:val="ru-RU"/>
        </w:rPr>
        <w:t>Науково-дослідної частини № 03-21 від 05.05.2017 р.).</w:t>
      </w:r>
    </w:p>
    <w:p w:rsidR="0052441B" w:rsidRPr="00F048BC" w:rsidRDefault="0052441B" w:rsidP="00F048B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048BC">
        <w:rPr>
          <w:rFonts w:ascii="Times New Roman" w:hAnsi="Times New Roman"/>
          <w:sz w:val="28"/>
          <w:szCs w:val="28"/>
          <w:lang w:val="ru-RU"/>
        </w:rPr>
        <w:t xml:space="preserve">Дисципліна </w:t>
      </w:r>
      <w:r>
        <w:rPr>
          <w:rFonts w:ascii="Times New Roman" w:hAnsi="Times New Roman"/>
          <w:i/>
          <w:sz w:val="28"/>
          <w:szCs w:val="28"/>
          <w:u w:val="single"/>
          <w:lang w:val="uk-UA"/>
        </w:rPr>
        <w:t>Механізація л\г робіт</w:t>
      </w:r>
      <w:r w:rsidRPr="00F048BC">
        <w:rPr>
          <w:rFonts w:ascii="Times New Roman" w:hAnsi="Times New Roman"/>
          <w:i/>
          <w:sz w:val="28"/>
          <w:szCs w:val="28"/>
          <w:u w:val="single"/>
          <w:lang w:val="ru-RU"/>
        </w:rPr>
        <w:t>.</w:t>
      </w:r>
    </w:p>
    <w:p w:rsidR="0052441B" w:rsidRPr="00F048BC" w:rsidRDefault="0052441B" w:rsidP="00F048B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048BC">
        <w:rPr>
          <w:rFonts w:ascii="Times New Roman" w:hAnsi="Times New Roman"/>
          <w:sz w:val="28"/>
          <w:szCs w:val="28"/>
          <w:lang w:val="ru-RU"/>
        </w:rPr>
        <w:t xml:space="preserve">Кафедра /факультет – </w:t>
      </w:r>
      <w:r w:rsidRPr="00F048BC">
        <w:rPr>
          <w:rFonts w:ascii="Times New Roman" w:hAnsi="Times New Roman"/>
          <w:i/>
          <w:sz w:val="28"/>
          <w:szCs w:val="28"/>
          <w:u w:val="single"/>
          <w:lang w:val="ru-RU"/>
        </w:rPr>
        <w:t>лісознавства / природничих наук.</w:t>
      </w:r>
    </w:p>
    <w:p w:rsidR="0052441B" w:rsidRPr="00F048BC" w:rsidRDefault="0052441B" w:rsidP="00F048BC">
      <w:pPr>
        <w:jc w:val="both"/>
        <w:rPr>
          <w:rFonts w:ascii="Times New Roman" w:hAnsi="Times New Roman"/>
          <w:i/>
          <w:sz w:val="28"/>
          <w:szCs w:val="28"/>
          <w:u w:val="single"/>
          <w:lang w:val="ru-RU"/>
        </w:rPr>
      </w:pPr>
      <w:r w:rsidRPr="00F048BC">
        <w:rPr>
          <w:rFonts w:ascii="Times New Roman" w:hAnsi="Times New Roman"/>
          <w:sz w:val="28"/>
          <w:szCs w:val="28"/>
          <w:lang w:val="ru-RU"/>
        </w:rPr>
        <w:t xml:space="preserve">Викладач – </w:t>
      </w:r>
      <w:r w:rsidRPr="00F048BC">
        <w:rPr>
          <w:rFonts w:ascii="Times New Roman" w:hAnsi="Times New Roman"/>
          <w:i/>
          <w:sz w:val="28"/>
          <w:szCs w:val="28"/>
          <w:u w:val="single"/>
          <w:lang w:val="ru-RU"/>
        </w:rPr>
        <w:t xml:space="preserve">доцент кафедри лісознавства </w:t>
      </w:r>
      <w:r>
        <w:rPr>
          <w:rFonts w:ascii="Times New Roman" w:hAnsi="Times New Roman"/>
          <w:i/>
          <w:sz w:val="28"/>
          <w:szCs w:val="28"/>
          <w:u w:val="single"/>
          <w:lang w:val="uk-UA"/>
        </w:rPr>
        <w:t>Бродович</w:t>
      </w:r>
      <w:r w:rsidRPr="00F048BC">
        <w:rPr>
          <w:rFonts w:ascii="Times New Roman" w:hAnsi="Times New Roman"/>
          <w:i/>
          <w:sz w:val="28"/>
          <w:szCs w:val="28"/>
          <w:u w:val="single"/>
          <w:lang w:val="ru-RU"/>
        </w:rPr>
        <w:t xml:space="preserve"> Роман </w:t>
      </w:r>
      <w:r>
        <w:rPr>
          <w:rFonts w:ascii="Times New Roman" w:hAnsi="Times New Roman"/>
          <w:i/>
          <w:sz w:val="28"/>
          <w:szCs w:val="28"/>
          <w:u w:val="single"/>
          <w:lang w:val="uk-UA"/>
        </w:rPr>
        <w:t>Іларіонович</w:t>
      </w:r>
      <w:r w:rsidRPr="00F048BC">
        <w:rPr>
          <w:rFonts w:ascii="Times New Roman" w:hAnsi="Times New Roman"/>
          <w:i/>
          <w:sz w:val="28"/>
          <w:szCs w:val="28"/>
          <w:u w:val="single"/>
          <w:lang w:val="ru-RU"/>
        </w:rPr>
        <w:t>.</w:t>
      </w:r>
    </w:p>
    <w:p w:rsidR="0052441B" w:rsidRPr="00F048BC" w:rsidRDefault="0052441B" w:rsidP="00F048BC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52441B" w:rsidRPr="0025712A" w:rsidRDefault="0052441B" w:rsidP="00F048B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5712A">
        <w:rPr>
          <w:rFonts w:ascii="Times New Roman" w:hAnsi="Times New Roman"/>
          <w:sz w:val="28"/>
          <w:szCs w:val="28"/>
          <w:lang w:val="ru-RU"/>
        </w:rPr>
        <w:t>Список наукових текстів:</w:t>
      </w: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Pr="0025712A" w:rsidRDefault="0052441B" w:rsidP="0025712A">
      <w:pPr>
        <w:spacing w:before="77"/>
        <w:ind w:left="206" w:right="849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10202"/>
          <w:spacing w:val="-3"/>
          <w:w w:val="105"/>
          <w:sz w:val="28"/>
          <w:szCs w:val="28"/>
          <w:lang w:val="uk-UA"/>
        </w:rPr>
        <w:t xml:space="preserve">1. </w:t>
      </w:r>
      <w:r w:rsidRPr="0025712A">
        <w:rPr>
          <w:rFonts w:ascii="Times New Roman" w:hAnsi="Times New Roman" w:cs="Times New Roman"/>
          <w:color w:val="010202"/>
          <w:spacing w:val="-3"/>
          <w:w w:val="105"/>
          <w:sz w:val="28"/>
          <w:szCs w:val="28"/>
          <w:lang w:val="uk-UA"/>
        </w:rPr>
        <w:t>В</w:t>
      </w:r>
      <w:r w:rsidRPr="0025712A">
        <w:rPr>
          <w:rFonts w:ascii="Times New Roman" w:hAnsi="Times New Roman" w:cs="Times New Roman"/>
          <w:b/>
          <w:i/>
          <w:color w:val="010202"/>
          <w:spacing w:val="-3"/>
          <w:w w:val="105"/>
          <w:sz w:val="28"/>
          <w:szCs w:val="28"/>
          <w:lang w:val="uk-UA"/>
        </w:rPr>
        <w:t>.</w:t>
      </w:r>
      <w:r w:rsidRPr="0025712A">
        <w:rPr>
          <w:rFonts w:ascii="Times New Roman" w:hAnsi="Times New Roman" w:cs="Times New Roman"/>
          <w:color w:val="010202"/>
          <w:spacing w:val="-3"/>
          <w:w w:val="105"/>
          <w:sz w:val="28"/>
          <w:szCs w:val="28"/>
          <w:lang w:val="uk-UA"/>
        </w:rPr>
        <w:t>К</w:t>
      </w:r>
      <w:r w:rsidRPr="0025712A">
        <w:rPr>
          <w:rFonts w:ascii="Times New Roman" w:hAnsi="Times New Roman" w:cs="Times New Roman"/>
          <w:b/>
          <w:i/>
          <w:color w:val="010202"/>
          <w:spacing w:val="-3"/>
          <w:w w:val="105"/>
          <w:sz w:val="28"/>
          <w:szCs w:val="28"/>
          <w:lang w:val="uk-UA"/>
        </w:rPr>
        <w:t xml:space="preserve">. </w:t>
      </w:r>
      <w:r w:rsidRPr="0025712A">
        <w:rPr>
          <w:rFonts w:ascii="Times New Roman" w:hAnsi="Times New Roman" w:cs="Times New Roman"/>
          <w:color w:val="010202"/>
          <w:spacing w:val="-3"/>
          <w:w w:val="105"/>
          <w:sz w:val="28"/>
          <w:szCs w:val="28"/>
          <w:lang w:val="uk-UA"/>
        </w:rPr>
        <w:t>Тіунчик</w:t>
      </w:r>
      <w:r w:rsidRPr="0025712A">
        <w:rPr>
          <w:rFonts w:ascii="Times New Roman" w:hAnsi="Times New Roman" w:cs="Times New Roman"/>
          <w:color w:val="010202"/>
          <w:w w:val="105"/>
          <w:sz w:val="28"/>
          <w:szCs w:val="28"/>
          <w:lang w:val="uk-UA"/>
        </w:rPr>
        <w:t>: П</w:t>
      </w:r>
      <w:r>
        <w:rPr>
          <w:rFonts w:ascii="Times New Roman" w:hAnsi="Times New Roman" w:cs="Times New Roman"/>
          <w:color w:val="010202"/>
          <w:w w:val="105"/>
          <w:sz w:val="28"/>
          <w:szCs w:val="28"/>
          <w:lang w:val="uk-UA"/>
        </w:rPr>
        <w:t xml:space="preserve">ерспективи Розвитку Механізації </w:t>
      </w:r>
      <w:r w:rsidRPr="0025712A">
        <w:rPr>
          <w:rFonts w:ascii="Times New Roman" w:hAnsi="Times New Roman" w:cs="Times New Roman"/>
          <w:color w:val="010202"/>
          <w:w w:val="105"/>
          <w:sz w:val="28"/>
          <w:szCs w:val="28"/>
          <w:lang w:val="uk-UA"/>
        </w:rPr>
        <w:t xml:space="preserve">Лісогосподарських Робіт В Лісових Комплексах На Заході України </w:t>
      </w:r>
      <w:r w:rsidRPr="0025712A">
        <w:rPr>
          <w:rFonts w:ascii="Times New Roman" w:hAnsi="Times New Roman" w:cs="Times New Roman"/>
          <w:color w:val="010202"/>
          <w:sz w:val="24"/>
          <w:szCs w:val="24"/>
          <w:lang w:val="uk-UA"/>
        </w:rPr>
        <w:t xml:space="preserve">НАУКОВИЙ ВІСНИК: Розробка сучасних технологій деревооб- робки/ Збірник науково-технічних праць. </w:t>
      </w:r>
      <w:r w:rsidRPr="0025712A">
        <w:rPr>
          <w:rFonts w:ascii="Times New Roman" w:hAnsi="Times New Roman" w:cs="Times New Roman"/>
          <w:color w:val="010202"/>
          <w:sz w:val="24"/>
          <w:szCs w:val="24"/>
        </w:rPr>
        <w:t></w:t>
      </w:r>
      <w:r w:rsidRPr="0025712A">
        <w:rPr>
          <w:rFonts w:ascii="Times New Roman" w:hAnsi="Times New Roman" w:cs="Times New Roman"/>
          <w:color w:val="010202"/>
          <w:sz w:val="24"/>
          <w:szCs w:val="24"/>
          <w:lang w:val="uk-UA"/>
        </w:rPr>
        <w:t xml:space="preserve"> Львів: УкрДЛТУ. </w:t>
      </w:r>
      <w:r w:rsidRPr="0025712A">
        <w:rPr>
          <w:rFonts w:ascii="Times New Roman" w:hAnsi="Times New Roman" w:cs="Times New Roman"/>
          <w:color w:val="010202"/>
          <w:sz w:val="24"/>
          <w:szCs w:val="24"/>
        </w:rPr>
        <w:t></w:t>
      </w:r>
      <w:r w:rsidRPr="0025712A">
        <w:rPr>
          <w:rFonts w:ascii="Times New Roman" w:hAnsi="Times New Roman" w:cs="Times New Roman"/>
          <w:color w:val="010202"/>
          <w:sz w:val="24"/>
          <w:szCs w:val="24"/>
          <w:lang w:val="uk-UA"/>
        </w:rPr>
        <w:t xml:space="preserve"> 2001, вип. 11.1. </w:t>
      </w:r>
      <w:r w:rsidRPr="0025712A">
        <w:rPr>
          <w:rFonts w:ascii="Times New Roman" w:hAnsi="Times New Roman" w:cs="Times New Roman"/>
          <w:color w:val="010202"/>
          <w:sz w:val="24"/>
          <w:szCs w:val="24"/>
        </w:rPr>
        <w:t></w:t>
      </w:r>
      <w:r w:rsidRPr="0025712A">
        <w:rPr>
          <w:rFonts w:ascii="Times New Roman" w:hAnsi="Times New Roman" w:cs="Times New Roman"/>
          <w:color w:val="010202"/>
          <w:sz w:val="24"/>
          <w:szCs w:val="24"/>
          <w:lang w:val="uk-UA"/>
        </w:rPr>
        <w:t xml:space="preserve"> 208 с.</w:t>
      </w:r>
    </w:p>
    <w:p w:rsidR="0052441B" w:rsidRPr="0025712A" w:rsidRDefault="0052441B" w:rsidP="0025712A">
      <w:pPr>
        <w:pStyle w:val="Heading2"/>
        <w:ind w:right="330"/>
        <w:rPr>
          <w:rFonts w:ascii="Times New Roman" w:hAnsi="Times New Roman" w:cs="Times New Roman"/>
          <w:color w:val="010202"/>
          <w:w w:val="105"/>
          <w:sz w:val="28"/>
          <w:szCs w:val="28"/>
          <w:lang w:val="uk-UA"/>
        </w:rPr>
      </w:pPr>
    </w:p>
    <w:p w:rsidR="0052441B" w:rsidRPr="0025712A" w:rsidRDefault="0052441B" w:rsidP="0025712A">
      <w:pPr>
        <w:pStyle w:val="Heading2"/>
        <w:ind w:left="360" w:right="330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52441B" w:rsidRPr="0025712A" w:rsidRDefault="0052441B">
      <w:pPr>
        <w:spacing w:before="65" w:after="14"/>
        <w:ind w:left="206" w:firstLine="3495"/>
        <w:rPr>
          <w:rFonts w:ascii="Times New Roman" w:hAnsi="Times New Roman" w:cs="Times New Roman"/>
          <w:color w:val="010202"/>
          <w:w w:val="105"/>
          <w:sz w:val="28"/>
          <w:szCs w:val="28"/>
          <w:lang w:val="uk-UA"/>
        </w:rPr>
      </w:pPr>
    </w:p>
    <w:p w:rsidR="0052441B" w:rsidRPr="0025712A" w:rsidRDefault="0052441B">
      <w:pPr>
        <w:spacing w:before="65" w:after="14"/>
        <w:ind w:left="206" w:firstLine="3495"/>
        <w:rPr>
          <w:rFonts w:ascii="Times New Roman" w:hAnsi="Times New Roman" w:cs="Times New Roman"/>
          <w:color w:val="010202"/>
          <w:w w:val="105"/>
          <w:sz w:val="28"/>
          <w:szCs w:val="28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 w:rsidP="0025712A">
      <w:pPr>
        <w:spacing w:before="65" w:after="14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color w:val="010202"/>
          <w:w w:val="105"/>
          <w:sz w:val="13"/>
          <w:lang w:val="uk-UA"/>
        </w:rPr>
      </w:pPr>
    </w:p>
    <w:p w:rsidR="0052441B" w:rsidRDefault="0052441B">
      <w:pPr>
        <w:spacing w:before="65" w:after="14"/>
        <w:ind w:left="206" w:firstLine="3495"/>
        <w:rPr>
          <w:sz w:val="13"/>
        </w:rPr>
      </w:pPr>
      <w:r>
        <w:rPr>
          <w:color w:val="010202"/>
          <w:w w:val="105"/>
          <w:sz w:val="13"/>
        </w:rPr>
        <w:t>Український державний лісотехнічний університет</w:t>
      </w:r>
    </w:p>
    <w:p w:rsidR="0052441B" w:rsidRDefault="0052441B">
      <w:pPr>
        <w:pStyle w:val="BodyText"/>
        <w:spacing w:line="48" w:lineRule="exact"/>
        <w:ind w:left="172"/>
        <w:rPr>
          <w:sz w:val="4"/>
        </w:rPr>
      </w:pPr>
      <w:r>
        <w:rPr>
          <w:noProof/>
          <w:lang w:val="ru-RU" w:eastAsia="ru-RU"/>
        </w:rPr>
      </w:r>
      <w:r w:rsidRPr="00C44FB8">
        <w:rPr>
          <w:sz w:val="4"/>
        </w:rPr>
        <w:pict>
          <v:group id="_x0000_s1026" style="width:332.85pt;height:2.45pt;mso-position-horizontal-relative:char;mso-position-vertical-relative:line" coordsize="6657,49">
            <v:line id="_x0000_s1027" style="position:absolute" from="0,43" to="6657,43" strokecolor="#010202" strokeweight=".16967mm"/>
            <v:line id="_x0000_s1028" style="position:absolute" from="0,14" to="6657,14" strokecolor="#010202" strokeweight=".50867mm"/>
            <w10:anchorlock/>
          </v:group>
        </w:pict>
      </w:r>
    </w:p>
    <w:p w:rsidR="0052441B" w:rsidRPr="00F048BC" w:rsidRDefault="0052441B">
      <w:pPr>
        <w:ind w:left="206" w:right="8492"/>
        <w:jc w:val="both"/>
        <w:rPr>
          <w:rFonts w:ascii="Times New Roman" w:hAnsi="Times New Roman"/>
          <w:sz w:val="16"/>
          <w:lang w:val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png" o:spid="_x0000_s1029" type="#_x0000_t75" style="position:absolute;left:0;text-align:left;margin-left:602.3pt;margin-top:2.95pt;width:46.15pt;height:78.9pt;z-index:251651072;visibility:visible;mso-wrap-distance-left:0;mso-wrap-distance-right:0;mso-position-horizontal-relative:page">
            <v:imagedata r:id="rId7" o:title=""/>
            <w10:wrap anchorx="page"/>
          </v:shape>
        </w:pict>
      </w:r>
      <w:r w:rsidRPr="00F048BC">
        <w:rPr>
          <w:color w:val="010202"/>
          <w:sz w:val="16"/>
          <w:lang w:val="ru-RU"/>
        </w:rPr>
        <w:t>нів</w:t>
      </w:r>
      <w:r w:rsidRPr="00F048BC">
        <w:rPr>
          <w:rFonts w:ascii="Times New Roman" w:hAnsi="Times New Roman"/>
          <w:color w:val="010202"/>
          <w:sz w:val="16"/>
          <w:lang w:val="ru-RU"/>
        </w:rPr>
        <w:t>,</w:t>
      </w:r>
      <w:r w:rsidRPr="00F048BC">
        <w:rPr>
          <w:rFonts w:ascii="Times New Roman" w:hAnsi="Times New Roman"/>
          <w:color w:val="010202"/>
          <w:spacing w:val="-20"/>
          <w:sz w:val="16"/>
          <w:lang w:val="ru-RU"/>
        </w:rPr>
        <w:t xml:space="preserve"> </w:t>
      </w:r>
      <w:r>
        <w:rPr>
          <w:rFonts w:ascii="Times New Roman" w:hAnsi="Times New Roman"/>
          <w:color w:val="010202"/>
          <w:sz w:val="16"/>
        </w:rPr>
        <w:t>E</w:t>
      </w:r>
      <w:r w:rsidRPr="00F048BC">
        <w:rPr>
          <w:rFonts w:ascii="Times New Roman" w:hAnsi="Times New Roman"/>
          <w:color w:val="010202"/>
          <w:sz w:val="16"/>
          <w:lang w:val="ru-RU"/>
        </w:rPr>
        <w:t>-</w:t>
      </w:r>
      <w:r>
        <w:rPr>
          <w:rFonts w:ascii="Times New Roman" w:hAnsi="Times New Roman"/>
          <w:color w:val="010202"/>
          <w:sz w:val="16"/>
        </w:rPr>
        <w:t>mail</w:t>
      </w:r>
      <w:r w:rsidRPr="00F048BC">
        <w:rPr>
          <w:rFonts w:ascii="Times New Roman" w:hAnsi="Times New Roman"/>
          <w:color w:val="010202"/>
          <w:sz w:val="16"/>
          <w:lang w:val="ru-RU"/>
        </w:rPr>
        <w:t>,</w:t>
      </w:r>
      <w:r w:rsidRPr="00F048BC">
        <w:rPr>
          <w:rFonts w:ascii="Times New Roman" w:hAnsi="Times New Roman"/>
          <w:color w:val="010202"/>
          <w:spacing w:val="-19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прізвища</w:t>
      </w:r>
      <w:r w:rsidRPr="00F048BC">
        <w:rPr>
          <w:color w:val="010202"/>
          <w:spacing w:val="-24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автора</w:t>
      </w:r>
      <w:r w:rsidRPr="00F048BC">
        <w:rPr>
          <w:color w:val="010202"/>
          <w:spacing w:val="-23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для</w:t>
      </w:r>
      <w:r w:rsidRPr="00F048BC">
        <w:rPr>
          <w:color w:val="010202"/>
          <w:spacing w:val="-24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листування</w:t>
      </w:r>
      <w:r w:rsidRPr="00F048BC">
        <w:rPr>
          <w:rFonts w:ascii="Times New Roman" w:hAnsi="Times New Roman"/>
          <w:color w:val="010202"/>
          <w:sz w:val="16"/>
          <w:lang w:val="ru-RU"/>
        </w:rPr>
        <w:t>.</w:t>
      </w:r>
      <w:r w:rsidRPr="00F048BC">
        <w:rPr>
          <w:rFonts w:ascii="Times New Roman" w:hAnsi="Times New Roman"/>
          <w:color w:val="010202"/>
          <w:spacing w:val="-19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Окрім</w:t>
      </w:r>
      <w:r w:rsidRPr="00F048BC">
        <w:rPr>
          <w:color w:val="010202"/>
          <w:spacing w:val="-24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того</w:t>
      </w:r>
      <w:r w:rsidRPr="00F048BC">
        <w:rPr>
          <w:rFonts w:ascii="Times New Roman" w:hAnsi="Times New Roman"/>
          <w:color w:val="010202"/>
          <w:sz w:val="16"/>
          <w:lang w:val="ru-RU"/>
        </w:rPr>
        <w:t>,</w:t>
      </w:r>
      <w:r w:rsidRPr="00F048BC">
        <w:rPr>
          <w:rFonts w:ascii="Times New Roman" w:hAnsi="Times New Roman"/>
          <w:color w:val="010202"/>
          <w:spacing w:val="-19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необхідно</w:t>
      </w:r>
      <w:r w:rsidRPr="00F048BC">
        <w:rPr>
          <w:color w:val="010202"/>
          <w:spacing w:val="-24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подати</w:t>
      </w:r>
      <w:r w:rsidRPr="00F048BC">
        <w:rPr>
          <w:color w:val="010202"/>
          <w:spacing w:val="-24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витяг</w:t>
      </w:r>
      <w:r w:rsidRPr="00F048BC">
        <w:rPr>
          <w:color w:val="010202"/>
          <w:spacing w:val="-24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з</w:t>
      </w:r>
      <w:r w:rsidRPr="00F048BC">
        <w:rPr>
          <w:color w:val="010202"/>
          <w:spacing w:val="-24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 xml:space="preserve">протоколу </w:t>
      </w:r>
      <w:r w:rsidRPr="00F048BC">
        <w:rPr>
          <w:color w:val="010202"/>
          <w:w w:val="95"/>
          <w:sz w:val="16"/>
          <w:lang w:val="ru-RU"/>
        </w:rPr>
        <w:t>засідання</w:t>
      </w:r>
      <w:r w:rsidRPr="00F048BC">
        <w:rPr>
          <w:color w:val="010202"/>
          <w:spacing w:val="-7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кафедри</w:t>
      </w:r>
      <w:r w:rsidRPr="00F048BC">
        <w:rPr>
          <w:color w:val="010202"/>
          <w:spacing w:val="-6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про</w:t>
      </w:r>
      <w:r w:rsidRPr="00F048BC">
        <w:rPr>
          <w:color w:val="010202"/>
          <w:spacing w:val="-6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можливість</w:t>
      </w:r>
      <w:r w:rsidRPr="00F048BC">
        <w:rPr>
          <w:color w:val="010202"/>
          <w:spacing w:val="-6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публікації</w:t>
      </w:r>
      <w:r w:rsidRPr="00F048BC">
        <w:rPr>
          <w:color w:val="010202"/>
          <w:spacing w:val="-6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статті</w:t>
      </w:r>
      <w:r w:rsidRPr="00F048BC">
        <w:rPr>
          <w:rFonts w:ascii="Times New Roman" w:hAnsi="Times New Roman"/>
          <w:color w:val="010202"/>
          <w:w w:val="95"/>
          <w:sz w:val="16"/>
          <w:lang w:val="ru-RU"/>
        </w:rPr>
        <w:t>,</w:t>
      </w:r>
      <w:r w:rsidRPr="00F048BC">
        <w:rPr>
          <w:rFonts w:ascii="Times New Roman" w:hAnsi="Times New Roman"/>
          <w:color w:val="010202"/>
          <w:spacing w:val="-2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експертний</w:t>
      </w:r>
      <w:r w:rsidRPr="00F048BC">
        <w:rPr>
          <w:color w:val="010202"/>
          <w:spacing w:val="-6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висновок</w:t>
      </w:r>
      <w:r w:rsidRPr="00F048BC">
        <w:rPr>
          <w:rFonts w:ascii="Times New Roman" w:hAnsi="Times New Roman"/>
          <w:color w:val="010202"/>
          <w:w w:val="95"/>
          <w:sz w:val="16"/>
          <w:lang w:val="ru-RU"/>
        </w:rPr>
        <w:t>,</w:t>
      </w:r>
      <w:r w:rsidRPr="00F048BC">
        <w:rPr>
          <w:rFonts w:ascii="Times New Roman" w:hAnsi="Times New Roman"/>
          <w:color w:val="010202"/>
          <w:spacing w:val="-2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дві</w:t>
      </w:r>
      <w:r w:rsidRPr="00F048BC">
        <w:rPr>
          <w:color w:val="010202"/>
          <w:spacing w:val="-6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рецензії</w:t>
      </w:r>
      <w:r w:rsidRPr="00F048BC">
        <w:rPr>
          <w:color w:val="010202"/>
          <w:spacing w:val="-6"/>
          <w:w w:val="95"/>
          <w:sz w:val="16"/>
          <w:lang w:val="ru-RU"/>
        </w:rPr>
        <w:t xml:space="preserve"> </w:t>
      </w:r>
      <w:r>
        <w:rPr>
          <w:rFonts w:ascii="Symbol" w:hAnsi="Symbol"/>
          <w:color w:val="010202"/>
          <w:w w:val="95"/>
          <w:sz w:val="16"/>
        </w:rPr>
        <w:t></w:t>
      </w:r>
      <w:r w:rsidRPr="00F048BC">
        <w:rPr>
          <w:rFonts w:ascii="Times New Roman" w:hAnsi="Times New Roman"/>
          <w:color w:val="010202"/>
          <w:spacing w:val="-2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внут</w:t>
      </w:r>
      <w:r w:rsidRPr="00F048BC">
        <w:rPr>
          <w:rFonts w:ascii="Times New Roman" w:hAnsi="Times New Roman"/>
          <w:color w:val="010202"/>
          <w:w w:val="95"/>
          <w:sz w:val="16"/>
          <w:lang w:val="ru-RU"/>
        </w:rPr>
        <w:t xml:space="preserve">- </w:t>
      </w:r>
      <w:r w:rsidRPr="00F048BC">
        <w:rPr>
          <w:color w:val="010202"/>
          <w:sz w:val="16"/>
          <w:lang w:val="ru-RU"/>
        </w:rPr>
        <w:t>рішню</w:t>
      </w:r>
      <w:r w:rsidRPr="00F048BC">
        <w:rPr>
          <w:color w:val="010202"/>
          <w:spacing w:val="-29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і</w:t>
      </w:r>
      <w:r w:rsidRPr="00F048BC">
        <w:rPr>
          <w:color w:val="010202"/>
          <w:spacing w:val="-29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зовнішню</w:t>
      </w:r>
      <w:r w:rsidRPr="00F048BC">
        <w:rPr>
          <w:rFonts w:ascii="Times New Roman" w:hAnsi="Times New Roman"/>
          <w:color w:val="010202"/>
          <w:sz w:val="16"/>
          <w:lang w:val="ru-RU"/>
        </w:rPr>
        <w:t>.</w:t>
      </w:r>
      <w:r w:rsidRPr="00F048BC">
        <w:rPr>
          <w:rFonts w:ascii="Times New Roman" w:hAnsi="Times New Roman"/>
          <w:color w:val="010202"/>
          <w:spacing w:val="-24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Також</w:t>
      </w:r>
      <w:r w:rsidRPr="00F048BC">
        <w:rPr>
          <w:color w:val="010202"/>
          <w:spacing w:val="-29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вказується</w:t>
      </w:r>
      <w:r w:rsidRPr="00F048BC">
        <w:rPr>
          <w:color w:val="010202"/>
          <w:spacing w:val="-28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кількість</w:t>
      </w:r>
      <w:r w:rsidRPr="00F048BC">
        <w:rPr>
          <w:color w:val="010202"/>
          <w:spacing w:val="-30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примірників</w:t>
      </w:r>
      <w:r w:rsidRPr="00F048BC">
        <w:rPr>
          <w:color w:val="010202"/>
          <w:spacing w:val="-28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збірника</w:t>
      </w:r>
      <w:r w:rsidRPr="00F048BC">
        <w:rPr>
          <w:rFonts w:ascii="Times New Roman" w:hAnsi="Times New Roman"/>
          <w:color w:val="010202"/>
          <w:sz w:val="16"/>
          <w:lang w:val="ru-RU"/>
        </w:rPr>
        <w:t>,</w:t>
      </w:r>
      <w:r w:rsidRPr="00F048BC">
        <w:rPr>
          <w:rFonts w:ascii="Times New Roman" w:hAnsi="Times New Roman"/>
          <w:color w:val="010202"/>
          <w:spacing w:val="-25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які</w:t>
      </w:r>
      <w:r w:rsidRPr="00F048BC">
        <w:rPr>
          <w:color w:val="010202"/>
          <w:spacing w:val="-29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автор</w:t>
      </w:r>
      <w:r w:rsidRPr="00F048BC">
        <w:rPr>
          <w:color w:val="010202"/>
          <w:spacing w:val="-28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хотів</w:t>
      </w:r>
      <w:r w:rsidRPr="00F048BC">
        <w:rPr>
          <w:color w:val="010202"/>
          <w:spacing w:val="-29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би</w:t>
      </w:r>
      <w:r w:rsidRPr="00F048BC">
        <w:rPr>
          <w:color w:val="010202"/>
          <w:spacing w:val="-29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отрима</w:t>
      </w:r>
      <w:r w:rsidRPr="00F048BC">
        <w:rPr>
          <w:rFonts w:ascii="Times New Roman" w:hAnsi="Times New Roman"/>
          <w:color w:val="010202"/>
          <w:sz w:val="16"/>
          <w:lang w:val="ru-RU"/>
        </w:rPr>
        <w:t xml:space="preserve">- </w:t>
      </w:r>
      <w:r w:rsidRPr="00F048BC">
        <w:rPr>
          <w:color w:val="010202"/>
          <w:sz w:val="16"/>
          <w:lang w:val="ru-RU"/>
        </w:rPr>
        <w:t>ти з опублікованою його</w:t>
      </w:r>
      <w:r w:rsidRPr="00F048BC">
        <w:rPr>
          <w:color w:val="010202"/>
          <w:spacing w:val="-26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статтею</w:t>
      </w:r>
      <w:r w:rsidRPr="00F048BC">
        <w:rPr>
          <w:rFonts w:ascii="Times New Roman" w:hAnsi="Times New Roman"/>
          <w:color w:val="010202"/>
          <w:sz w:val="16"/>
          <w:lang w:val="ru-RU"/>
        </w:rPr>
        <w:t>.</w:t>
      </w:r>
    </w:p>
    <w:p w:rsidR="0052441B" w:rsidRPr="00F048BC" w:rsidRDefault="0052441B">
      <w:pPr>
        <w:ind w:left="206" w:right="8490" w:firstLine="568"/>
        <w:jc w:val="both"/>
        <w:rPr>
          <w:rFonts w:ascii="Times New Roman" w:hAnsi="Times New Roman"/>
          <w:sz w:val="16"/>
          <w:lang w:val="ru-RU"/>
        </w:rPr>
      </w:pPr>
      <w:r>
        <w:rPr>
          <w:noProof/>
          <w:lang w:val="ru-RU" w:eastAsia="ru-RU"/>
        </w:rPr>
        <w:pict>
          <v:group id="_x0000_s1030" style="position:absolute;left:0;text-align:left;margin-left:39.4pt;margin-top:61.4pt;width:351.15pt;height:43.6pt;z-index:-251661312;mso-wrap-distance-left:0;mso-wrap-distance-right:0;mso-position-horizontal-relative:page" coordorigin="788,1228" coordsize="7023,872">
            <v:rect id="_x0000_s1031" style="position:absolute;left:874;top:1314;width:6763;height:306" fillcolor="#e6e6e6" stroked="f"/>
            <v:rect id="_x0000_s1032" style="position:absolute;left:787;top:1228;width:87;height:29" fillcolor="#010202" stroked="f"/>
            <v:line id="_x0000_s1033" style="position:absolute" from="874,1243" to="7637,1243" strokecolor="#010202" strokeweight=".50867mm"/>
            <v:rect id="_x0000_s1034" style="position:absolute;left:874;top:1285;width:6763;height:29" fillcolor="#010202" stroked="f"/>
            <v:rect id="_x0000_s1035" style="position:absolute;left:7636;top:1228;width:87;height:29" fillcolor="#010202" stroked="f"/>
            <v:line id="_x0000_s1036" style="position:absolute" from="7767,1315" to="7767,1621" strokecolor="#010202" strokeweight="1.52614mm"/>
            <v:rect id="_x0000_s1037" style="position:absolute;left:874;top:1620;width:6763;height:307" fillcolor="#e6e6e6" stroked="f"/>
            <v:rect id="_x0000_s1038" style="position:absolute;left:787;top:1984;width:87;height:29" fillcolor="#010202" stroked="f"/>
            <v:rect id="_x0000_s1039" style="position:absolute;left:874;top:2013;width:6763;height:87" fillcolor="#010202" stroked="f"/>
            <v:rect id="_x0000_s1040" style="position:absolute;left:874;top:1984;width:6763;height:29" fillcolor="#010202" stroked="f"/>
            <v:rect id="_x0000_s1041" style="position:absolute;left:874;top:1926;width:6763;height:29" fillcolor="#010202" stroked="f"/>
            <v:line id="_x0000_s1042" style="position:absolute" from="7723,1970" to="7810,1970" strokecolor="#010202" strokeweight="1.52528mm"/>
            <v:line id="_x0000_s1043" style="position:absolute" from="7637,2057" to="7810,2057" strokecolor="#010202" strokeweight="1.52614mm"/>
            <v:rect id="_x0000_s1044" style="position:absolute;left:7636;top:1984;width:87;height:29" fillcolor="#010202" stroked="f"/>
            <v:line id="_x0000_s1045" style="position:absolute" from="802,1228" to="802,2013" strokecolor="#010202" strokeweight=".50867mm"/>
            <v:line id="_x0000_s1046" style="position:absolute" from="860,1286" to="860,1956" strokecolor="#010202" strokeweight=".50867mm"/>
            <v:line id="_x0000_s1047" style="position:absolute" from="7767,1621" to="7767,1927" strokecolor="#010202" strokeweight="1.52614mm"/>
            <v:line id="_x0000_s1048" style="position:absolute" from="7709,1228" to="7709,2013" strokecolor="#010202" strokeweight=".50867mm"/>
            <v:line id="_x0000_s1049" style="position:absolute" from="7651,1286" to="7651,1956" strokecolor="#010202" strokeweight=".50867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left:845;top:1285;width:6821;height:728" filled="f" stroked="f">
              <v:textbox inset="0,0,0,0">
                <w:txbxContent>
                  <w:p w:rsidR="0052441B" w:rsidRPr="00F048BC" w:rsidRDefault="0052441B">
                    <w:pPr>
                      <w:spacing w:before="91"/>
                      <w:ind w:left="1289" w:right="1291"/>
                      <w:jc w:val="center"/>
                      <w:rPr>
                        <w:sz w:val="21"/>
                        <w:lang w:val="ru-RU"/>
                      </w:rPr>
                    </w:pPr>
                    <w:r w:rsidRPr="00F048BC">
                      <w:rPr>
                        <w:color w:val="010202"/>
                        <w:w w:val="115"/>
                        <w:sz w:val="21"/>
                        <w:lang w:val="ru-RU"/>
                      </w:rPr>
                      <w:t>НАУКОВИЙ</w:t>
                    </w:r>
                    <w:r w:rsidRPr="00F048BC">
                      <w:rPr>
                        <w:color w:val="010202"/>
                        <w:spacing w:val="-17"/>
                        <w:w w:val="115"/>
                        <w:sz w:val="21"/>
                        <w:lang w:val="ru-RU"/>
                      </w:rPr>
                      <w:t xml:space="preserve"> </w:t>
                    </w:r>
                    <w:r w:rsidRPr="00F048BC">
                      <w:rPr>
                        <w:color w:val="010202"/>
                        <w:w w:val="115"/>
                        <w:sz w:val="21"/>
                        <w:lang w:val="ru-RU"/>
                      </w:rPr>
                      <w:t>ВІСНИК</w:t>
                    </w:r>
                  </w:p>
                  <w:p w:rsidR="0052441B" w:rsidRPr="00F048BC" w:rsidRDefault="0052441B">
                    <w:pPr>
                      <w:spacing w:before="12"/>
                      <w:ind w:left="1290" w:right="1291"/>
                      <w:jc w:val="center"/>
                      <w:rPr>
                        <w:sz w:val="21"/>
                        <w:lang w:val="ru-RU"/>
                      </w:rPr>
                    </w:pPr>
                    <w:r w:rsidRPr="00F048BC">
                      <w:rPr>
                        <w:color w:val="010202"/>
                        <w:w w:val="105"/>
                        <w:sz w:val="21"/>
                        <w:lang w:val="ru-RU"/>
                      </w:rPr>
                      <w:t>ЗБІРНИК НАУКОВО</w:t>
                    </w:r>
                    <w:r w:rsidRPr="00F048BC">
                      <w:rPr>
                        <w:rFonts w:ascii="Times New Roman" w:hAnsi="Times New Roman"/>
                        <w:b/>
                        <w:i/>
                        <w:color w:val="010202"/>
                        <w:w w:val="105"/>
                        <w:sz w:val="21"/>
                        <w:lang w:val="ru-RU"/>
                      </w:rPr>
                      <w:t>-</w:t>
                    </w:r>
                    <w:r w:rsidRPr="00F048BC">
                      <w:rPr>
                        <w:color w:val="010202"/>
                        <w:w w:val="105"/>
                        <w:sz w:val="21"/>
                        <w:lang w:val="ru-RU"/>
                      </w:rPr>
                      <w:t>ТЕХНІЧНИХ</w:t>
                    </w:r>
                    <w:r w:rsidRPr="00F048BC">
                      <w:rPr>
                        <w:color w:val="010202"/>
                        <w:spacing w:val="-15"/>
                        <w:w w:val="105"/>
                        <w:sz w:val="21"/>
                        <w:lang w:val="ru-RU"/>
                      </w:rPr>
                      <w:t xml:space="preserve"> </w:t>
                    </w:r>
                    <w:r w:rsidRPr="00F048BC">
                      <w:rPr>
                        <w:color w:val="010202"/>
                        <w:w w:val="105"/>
                        <w:sz w:val="21"/>
                        <w:lang w:val="ru-RU"/>
                      </w:rPr>
                      <w:t>ПРАЦЬ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noProof/>
          <w:lang w:val="ru-RU" w:eastAsia="ru-RU"/>
        </w:rPr>
        <w:pict>
          <v:shape id="image2.png" o:spid="_x0000_s1051" type="#_x0000_t75" style="position:absolute;left:0;text-align:left;margin-left:494.7pt;margin-top:52.85pt;width:278.95pt;height:10.85pt;z-index:-251663360;visibility:visible;mso-wrap-distance-left:0;mso-wrap-distance-right:0;mso-position-horizontal-relative:page">
            <v:imagedata r:id="rId8" o:title=""/>
            <w10:wrap type="topAndBottom" anchorx="page"/>
          </v:shape>
        </w:pict>
      </w:r>
      <w:r w:rsidRPr="00F048BC">
        <w:rPr>
          <w:color w:val="010202"/>
          <w:w w:val="95"/>
          <w:sz w:val="16"/>
          <w:lang w:val="ru-RU"/>
        </w:rPr>
        <w:t>Старанно</w:t>
      </w:r>
      <w:r w:rsidRPr="00F048BC">
        <w:rPr>
          <w:color w:val="010202"/>
          <w:spacing w:val="-5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вивірений</w:t>
      </w:r>
      <w:r w:rsidRPr="00F048BC">
        <w:rPr>
          <w:color w:val="010202"/>
          <w:spacing w:val="-5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текст</w:t>
      </w:r>
      <w:r w:rsidRPr="00F048BC">
        <w:rPr>
          <w:color w:val="010202"/>
          <w:spacing w:val="-5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статті</w:t>
      </w:r>
      <w:r w:rsidRPr="00F048BC">
        <w:rPr>
          <w:color w:val="010202"/>
          <w:spacing w:val="-6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підписується</w:t>
      </w:r>
      <w:r w:rsidRPr="00F048BC">
        <w:rPr>
          <w:color w:val="010202"/>
          <w:spacing w:val="-5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автором</w:t>
      </w:r>
      <w:r w:rsidRPr="00F048BC">
        <w:rPr>
          <w:rFonts w:ascii="Times New Roman" w:hAnsi="Times New Roman"/>
          <w:color w:val="010202"/>
          <w:w w:val="95"/>
          <w:sz w:val="16"/>
          <w:lang w:val="ru-RU"/>
        </w:rPr>
        <w:t xml:space="preserve">, </w:t>
      </w:r>
      <w:r w:rsidRPr="00F048BC">
        <w:rPr>
          <w:color w:val="010202"/>
          <w:w w:val="95"/>
          <w:sz w:val="16"/>
          <w:lang w:val="ru-RU"/>
        </w:rPr>
        <w:t>проставляється</w:t>
      </w:r>
      <w:r w:rsidRPr="00F048BC">
        <w:rPr>
          <w:color w:val="010202"/>
          <w:spacing w:val="-5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дата</w:t>
      </w:r>
      <w:r w:rsidRPr="00F048BC">
        <w:rPr>
          <w:color w:val="010202"/>
          <w:spacing w:val="-5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відправ</w:t>
      </w:r>
      <w:r w:rsidRPr="00F048BC">
        <w:rPr>
          <w:rFonts w:ascii="Times New Roman" w:hAnsi="Times New Roman"/>
          <w:color w:val="010202"/>
          <w:w w:val="95"/>
          <w:sz w:val="16"/>
          <w:lang w:val="ru-RU"/>
        </w:rPr>
        <w:t xml:space="preserve">- </w:t>
      </w:r>
      <w:r w:rsidRPr="00F048BC">
        <w:rPr>
          <w:color w:val="010202"/>
          <w:w w:val="95"/>
          <w:sz w:val="16"/>
          <w:lang w:val="ru-RU"/>
        </w:rPr>
        <w:t>лення</w:t>
      </w:r>
      <w:r w:rsidRPr="00F048BC">
        <w:rPr>
          <w:color w:val="010202"/>
          <w:spacing w:val="-11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чи</w:t>
      </w:r>
      <w:r w:rsidRPr="00F048BC">
        <w:rPr>
          <w:color w:val="010202"/>
          <w:spacing w:val="-11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подання</w:t>
      </w:r>
      <w:r w:rsidRPr="00F048BC">
        <w:rPr>
          <w:rFonts w:ascii="Times New Roman" w:hAnsi="Times New Roman"/>
          <w:color w:val="010202"/>
          <w:w w:val="95"/>
          <w:sz w:val="16"/>
          <w:lang w:val="ru-RU"/>
        </w:rPr>
        <w:t>.</w:t>
      </w:r>
      <w:r w:rsidRPr="00F048BC">
        <w:rPr>
          <w:rFonts w:ascii="Times New Roman" w:hAnsi="Times New Roman"/>
          <w:color w:val="010202"/>
          <w:spacing w:val="-6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Редакція</w:t>
      </w:r>
      <w:r w:rsidRPr="00F048BC">
        <w:rPr>
          <w:color w:val="010202"/>
          <w:spacing w:val="-11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може</w:t>
      </w:r>
      <w:r w:rsidRPr="00F048BC">
        <w:rPr>
          <w:color w:val="010202"/>
          <w:spacing w:val="-10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повернути</w:t>
      </w:r>
      <w:r w:rsidRPr="00F048BC">
        <w:rPr>
          <w:color w:val="010202"/>
          <w:spacing w:val="-10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авторові</w:t>
      </w:r>
      <w:r w:rsidRPr="00F048BC">
        <w:rPr>
          <w:color w:val="010202"/>
          <w:spacing w:val="-11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неохайно</w:t>
      </w:r>
      <w:r w:rsidRPr="00F048BC">
        <w:rPr>
          <w:color w:val="010202"/>
          <w:spacing w:val="-10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оформлену</w:t>
      </w:r>
      <w:r w:rsidRPr="00F048BC">
        <w:rPr>
          <w:color w:val="010202"/>
          <w:spacing w:val="-9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статтю</w:t>
      </w:r>
      <w:r w:rsidRPr="00F048BC">
        <w:rPr>
          <w:rFonts w:ascii="Times New Roman" w:hAnsi="Times New Roman"/>
          <w:color w:val="010202"/>
          <w:w w:val="95"/>
          <w:sz w:val="16"/>
          <w:lang w:val="ru-RU"/>
        </w:rPr>
        <w:t>,</w:t>
      </w:r>
      <w:r w:rsidRPr="00F048BC">
        <w:rPr>
          <w:rFonts w:ascii="Times New Roman" w:hAnsi="Times New Roman"/>
          <w:color w:val="010202"/>
          <w:spacing w:val="-6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має</w:t>
      </w:r>
      <w:r w:rsidRPr="00F048BC">
        <w:rPr>
          <w:color w:val="010202"/>
          <w:spacing w:val="-11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 xml:space="preserve">право </w:t>
      </w:r>
      <w:r w:rsidRPr="00F048BC">
        <w:rPr>
          <w:color w:val="010202"/>
          <w:w w:val="90"/>
          <w:sz w:val="16"/>
          <w:lang w:val="ru-RU"/>
        </w:rPr>
        <w:t>проводити редакційні виправлення</w:t>
      </w:r>
      <w:r w:rsidRPr="00F048BC">
        <w:rPr>
          <w:rFonts w:ascii="Times New Roman" w:hAnsi="Times New Roman"/>
          <w:color w:val="010202"/>
          <w:w w:val="90"/>
          <w:sz w:val="16"/>
          <w:lang w:val="ru-RU"/>
        </w:rPr>
        <w:t xml:space="preserve">. </w:t>
      </w:r>
      <w:r w:rsidRPr="00F048BC">
        <w:rPr>
          <w:color w:val="010202"/>
          <w:w w:val="90"/>
          <w:sz w:val="16"/>
          <w:lang w:val="ru-RU"/>
        </w:rPr>
        <w:t xml:space="preserve">До редакції надсилається </w:t>
      </w:r>
      <w:r w:rsidRPr="00F048BC">
        <w:rPr>
          <w:rFonts w:ascii="Times New Roman" w:hAnsi="Times New Roman"/>
          <w:color w:val="010202"/>
          <w:w w:val="90"/>
          <w:sz w:val="16"/>
          <w:lang w:val="ru-RU"/>
        </w:rPr>
        <w:t>(</w:t>
      </w:r>
      <w:r w:rsidRPr="00F048BC">
        <w:rPr>
          <w:color w:val="010202"/>
          <w:w w:val="90"/>
          <w:sz w:val="16"/>
          <w:lang w:val="ru-RU"/>
        </w:rPr>
        <w:t>приноситься</w:t>
      </w:r>
      <w:r w:rsidRPr="00F048BC">
        <w:rPr>
          <w:rFonts w:ascii="Times New Roman" w:hAnsi="Times New Roman"/>
          <w:color w:val="010202"/>
          <w:w w:val="90"/>
          <w:sz w:val="16"/>
          <w:lang w:val="ru-RU"/>
        </w:rPr>
        <w:t xml:space="preserve">) </w:t>
      </w:r>
      <w:r w:rsidRPr="00F048BC">
        <w:rPr>
          <w:color w:val="010202"/>
          <w:w w:val="90"/>
          <w:sz w:val="16"/>
          <w:lang w:val="ru-RU"/>
        </w:rPr>
        <w:t xml:space="preserve">один роздрукований </w:t>
      </w:r>
      <w:r w:rsidRPr="00F048BC">
        <w:rPr>
          <w:color w:val="010202"/>
          <w:w w:val="95"/>
          <w:sz w:val="16"/>
          <w:lang w:val="ru-RU"/>
        </w:rPr>
        <w:t>примірник</w:t>
      </w:r>
      <w:r w:rsidRPr="00F048BC">
        <w:rPr>
          <w:color w:val="010202"/>
          <w:spacing w:val="-16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статті</w:t>
      </w:r>
      <w:r w:rsidRPr="00F048BC">
        <w:rPr>
          <w:color w:val="010202"/>
          <w:spacing w:val="-15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та</w:t>
      </w:r>
      <w:r w:rsidRPr="00F048BC">
        <w:rPr>
          <w:color w:val="010202"/>
          <w:spacing w:val="-15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дискета</w:t>
      </w:r>
      <w:r w:rsidRPr="00F048BC">
        <w:rPr>
          <w:color w:val="010202"/>
          <w:spacing w:val="-15"/>
          <w:w w:val="95"/>
          <w:sz w:val="16"/>
          <w:lang w:val="ru-RU"/>
        </w:rPr>
        <w:t xml:space="preserve"> </w:t>
      </w:r>
      <w:r w:rsidRPr="00F048BC">
        <w:rPr>
          <w:rFonts w:ascii="Times New Roman" w:hAnsi="Times New Roman"/>
          <w:color w:val="010202"/>
          <w:w w:val="95"/>
          <w:sz w:val="16"/>
          <w:lang w:val="ru-RU"/>
        </w:rPr>
        <w:t>(</w:t>
      </w:r>
      <w:r w:rsidRPr="00F048BC">
        <w:rPr>
          <w:color w:val="010202"/>
          <w:w w:val="95"/>
          <w:sz w:val="16"/>
          <w:lang w:val="ru-RU"/>
        </w:rPr>
        <w:t>розмір</w:t>
      </w:r>
      <w:r w:rsidRPr="00F048BC">
        <w:rPr>
          <w:color w:val="010202"/>
          <w:spacing w:val="-15"/>
          <w:w w:val="95"/>
          <w:sz w:val="16"/>
          <w:lang w:val="ru-RU"/>
        </w:rPr>
        <w:t xml:space="preserve"> </w:t>
      </w:r>
      <w:r w:rsidRPr="00F048BC">
        <w:rPr>
          <w:rFonts w:ascii="Times New Roman" w:hAnsi="Times New Roman"/>
          <w:color w:val="010202"/>
          <w:w w:val="95"/>
          <w:sz w:val="16"/>
          <w:lang w:val="ru-RU"/>
        </w:rPr>
        <w:t>3.5")</w:t>
      </w:r>
      <w:r w:rsidRPr="00F048BC">
        <w:rPr>
          <w:rFonts w:ascii="Times New Roman" w:hAnsi="Times New Roman"/>
          <w:color w:val="010202"/>
          <w:spacing w:val="-12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з</w:t>
      </w:r>
      <w:r w:rsidRPr="00F048BC">
        <w:rPr>
          <w:color w:val="010202"/>
          <w:spacing w:val="-15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її</w:t>
      </w:r>
      <w:r w:rsidRPr="00F048BC">
        <w:rPr>
          <w:color w:val="010202"/>
          <w:spacing w:val="-16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текстом</w:t>
      </w:r>
      <w:r w:rsidRPr="00F048BC">
        <w:rPr>
          <w:rFonts w:ascii="Times New Roman" w:hAnsi="Times New Roman"/>
          <w:color w:val="010202"/>
          <w:w w:val="95"/>
          <w:sz w:val="16"/>
          <w:lang w:val="ru-RU"/>
        </w:rPr>
        <w:t>.</w:t>
      </w:r>
      <w:r w:rsidRPr="00F048BC">
        <w:rPr>
          <w:rFonts w:ascii="Times New Roman" w:hAnsi="Times New Roman"/>
          <w:color w:val="010202"/>
          <w:spacing w:val="-10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Авторові</w:t>
      </w:r>
      <w:r w:rsidRPr="00F048BC">
        <w:rPr>
          <w:color w:val="010202"/>
          <w:spacing w:val="-14"/>
          <w:w w:val="95"/>
          <w:sz w:val="16"/>
          <w:lang w:val="ru-RU"/>
        </w:rPr>
        <w:t xml:space="preserve"> </w:t>
      </w:r>
      <w:r w:rsidRPr="00F048BC">
        <w:rPr>
          <w:rFonts w:ascii="Times New Roman" w:hAnsi="Times New Roman"/>
          <w:color w:val="010202"/>
          <w:w w:val="95"/>
          <w:sz w:val="16"/>
          <w:lang w:val="ru-RU"/>
        </w:rPr>
        <w:t>(</w:t>
      </w:r>
      <w:r w:rsidRPr="00F048BC">
        <w:rPr>
          <w:color w:val="010202"/>
          <w:w w:val="95"/>
          <w:sz w:val="16"/>
          <w:lang w:val="ru-RU"/>
        </w:rPr>
        <w:t>авторам</w:t>
      </w:r>
      <w:r w:rsidRPr="00F048BC">
        <w:rPr>
          <w:rFonts w:ascii="Times New Roman" w:hAnsi="Times New Roman"/>
          <w:color w:val="010202"/>
          <w:w w:val="95"/>
          <w:sz w:val="16"/>
          <w:lang w:val="ru-RU"/>
        </w:rPr>
        <w:t>)</w:t>
      </w:r>
      <w:r w:rsidRPr="00F048BC">
        <w:rPr>
          <w:rFonts w:ascii="Times New Roman" w:hAnsi="Times New Roman"/>
          <w:color w:val="010202"/>
          <w:spacing w:val="-10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однієї</w:t>
      </w:r>
      <w:r w:rsidRPr="00F048BC">
        <w:rPr>
          <w:color w:val="010202"/>
          <w:spacing w:val="-15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статті</w:t>
      </w:r>
      <w:r w:rsidRPr="00F048BC">
        <w:rPr>
          <w:color w:val="010202"/>
          <w:spacing w:val="-14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 xml:space="preserve">видається </w:t>
      </w:r>
      <w:r w:rsidRPr="00F048BC">
        <w:rPr>
          <w:color w:val="010202"/>
          <w:sz w:val="16"/>
          <w:lang w:val="ru-RU"/>
        </w:rPr>
        <w:t>безкоштовно один збірник з</w:t>
      </w:r>
      <w:r w:rsidRPr="00F048BC">
        <w:rPr>
          <w:color w:val="010202"/>
          <w:spacing w:val="-30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публікацією</w:t>
      </w:r>
      <w:r w:rsidRPr="00F048BC">
        <w:rPr>
          <w:rFonts w:ascii="Times New Roman" w:hAnsi="Times New Roman"/>
          <w:color w:val="010202"/>
          <w:sz w:val="16"/>
          <w:lang w:val="ru-RU"/>
        </w:rPr>
        <w:t>.</w:t>
      </w:r>
    </w:p>
    <w:p w:rsidR="0052441B" w:rsidRPr="00F048BC" w:rsidRDefault="0052441B">
      <w:pPr>
        <w:pStyle w:val="BodyText"/>
        <w:spacing w:before="3"/>
        <w:rPr>
          <w:rFonts w:ascii="Times New Roman"/>
          <w:sz w:val="16"/>
          <w:lang w:val="ru-RU"/>
        </w:rPr>
      </w:pPr>
    </w:p>
    <w:p w:rsidR="0052441B" w:rsidRPr="00F048BC" w:rsidRDefault="0052441B">
      <w:pPr>
        <w:pStyle w:val="Heading2"/>
        <w:spacing w:before="1"/>
        <w:ind w:left="1257" w:right="9536" w:firstLine="753"/>
        <w:rPr>
          <w:rFonts w:ascii="Times New Roman" w:hAnsi="Times New Roman"/>
          <w:b/>
          <w:lang w:val="ru-RU"/>
        </w:rPr>
      </w:pPr>
      <w:r>
        <w:rPr>
          <w:noProof/>
          <w:lang w:val="ru-RU" w:eastAsia="ru-RU"/>
        </w:rPr>
        <w:pict>
          <v:shape id="image3.png" o:spid="_x0000_s1052" type="#_x0000_t75" style="position:absolute;left:0;text-align:left;margin-left:529.7pt;margin-top:7.35pt;width:192.55pt;height:64.55pt;z-index:251650048;visibility:visible;mso-wrap-distance-left:0;mso-wrap-distance-right:0;mso-position-horizontal-relative:page">
            <v:imagedata r:id="rId9" o:title=""/>
            <w10:wrap anchorx="page"/>
          </v:shape>
        </w:pict>
      </w:r>
      <w:r w:rsidRPr="00F048BC">
        <w:rPr>
          <w:color w:val="010202"/>
          <w:lang w:val="ru-RU"/>
        </w:rPr>
        <w:t xml:space="preserve">у </w:t>
      </w:r>
      <w:r w:rsidRPr="00F048BC">
        <w:rPr>
          <w:rFonts w:ascii="Times New Roman" w:hAnsi="Times New Roman"/>
          <w:b/>
          <w:color w:val="010202"/>
          <w:lang w:val="ru-RU"/>
        </w:rPr>
        <w:t xml:space="preserve">2001 </w:t>
      </w:r>
      <w:r w:rsidRPr="00F048BC">
        <w:rPr>
          <w:color w:val="010202"/>
          <w:lang w:val="ru-RU"/>
        </w:rPr>
        <w:t>р</w:t>
      </w:r>
      <w:r w:rsidRPr="00F048BC">
        <w:rPr>
          <w:rFonts w:ascii="Times New Roman" w:hAnsi="Times New Roman"/>
          <w:b/>
          <w:color w:val="010202"/>
          <w:lang w:val="ru-RU"/>
        </w:rPr>
        <w:t xml:space="preserve">. </w:t>
      </w:r>
      <w:r w:rsidRPr="00F048BC">
        <w:rPr>
          <w:color w:val="010202"/>
          <w:lang w:val="ru-RU"/>
        </w:rPr>
        <w:t>запрошує до спілкування працівників лісового і деревообробного комплексу</w:t>
      </w:r>
      <w:r w:rsidRPr="00F048BC">
        <w:rPr>
          <w:rFonts w:ascii="Times New Roman" w:hAnsi="Times New Roman"/>
          <w:b/>
          <w:color w:val="010202"/>
          <w:lang w:val="ru-RU"/>
        </w:rPr>
        <w:t>,</w:t>
      </w:r>
    </w:p>
    <w:p w:rsidR="0052441B" w:rsidRPr="00F048BC" w:rsidRDefault="0052441B">
      <w:pPr>
        <w:spacing w:before="5" w:line="244" w:lineRule="auto"/>
        <w:ind w:left="1185" w:right="9400" w:hanging="90"/>
        <w:rPr>
          <w:sz w:val="19"/>
          <w:lang w:val="ru-RU"/>
        </w:rPr>
      </w:pPr>
      <w:r w:rsidRPr="00F048BC">
        <w:rPr>
          <w:color w:val="010202"/>
          <w:sz w:val="19"/>
          <w:lang w:val="ru-RU"/>
        </w:rPr>
        <w:t>співробітників середньо</w:t>
      </w:r>
      <w:r w:rsidRPr="00F048BC">
        <w:rPr>
          <w:rFonts w:ascii="Times New Roman" w:hAnsi="Times New Roman"/>
          <w:b/>
          <w:color w:val="010202"/>
          <w:sz w:val="19"/>
          <w:lang w:val="ru-RU"/>
        </w:rPr>
        <w:t>-</w:t>
      </w:r>
      <w:r w:rsidRPr="00F048BC">
        <w:rPr>
          <w:color w:val="010202"/>
          <w:sz w:val="19"/>
          <w:lang w:val="ru-RU"/>
        </w:rPr>
        <w:t>технічних</w:t>
      </w:r>
      <w:r w:rsidRPr="00F048BC">
        <w:rPr>
          <w:rFonts w:ascii="Times New Roman" w:hAnsi="Times New Roman"/>
          <w:b/>
          <w:color w:val="010202"/>
          <w:sz w:val="19"/>
          <w:lang w:val="ru-RU"/>
        </w:rPr>
        <w:t xml:space="preserve">, </w:t>
      </w:r>
      <w:r w:rsidRPr="00F048BC">
        <w:rPr>
          <w:color w:val="010202"/>
          <w:sz w:val="19"/>
          <w:lang w:val="ru-RU"/>
        </w:rPr>
        <w:t xml:space="preserve">вищих навчальних </w:t>
      </w:r>
      <w:r w:rsidRPr="00F048BC">
        <w:rPr>
          <w:color w:val="010202"/>
          <w:w w:val="105"/>
          <w:sz w:val="19"/>
          <w:lang w:val="ru-RU"/>
        </w:rPr>
        <w:t>і</w:t>
      </w:r>
      <w:r w:rsidRPr="00F048BC">
        <w:rPr>
          <w:color w:val="010202"/>
          <w:spacing w:val="-36"/>
          <w:w w:val="105"/>
          <w:sz w:val="19"/>
          <w:lang w:val="ru-RU"/>
        </w:rPr>
        <w:t xml:space="preserve"> </w:t>
      </w:r>
      <w:r w:rsidRPr="00F048BC">
        <w:rPr>
          <w:color w:val="010202"/>
          <w:w w:val="105"/>
          <w:sz w:val="19"/>
          <w:lang w:val="ru-RU"/>
        </w:rPr>
        <w:t>науково</w:t>
      </w:r>
      <w:r w:rsidRPr="00F048BC">
        <w:rPr>
          <w:rFonts w:ascii="Times New Roman" w:hAnsi="Times New Roman"/>
          <w:b/>
          <w:color w:val="010202"/>
          <w:w w:val="105"/>
          <w:sz w:val="19"/>
          <w:lang w:val="ru-RU"/>
        </w:rPr>
        <w:t>-</w:t>
      </w:r>
      <w:r w:rsidRPr="00F048BC">
        <w:rPr>
          <w:color w:val="010202"/>
          <w:w w:val="105"/>
          <w:sz w:val="19"/>
          <w:lang w:val="ru-RU"/>
        </w:rPr>
        <w:t>дослідних</w:t>
      </w:r>
      <w:r w:rsidRPr="00F048BC">
        <w:rPr>
          <w:color w:val="010202"/>
          <w:spacing w:val="-35"/>
          <w:w w:val="105"/>
          <w:sz w:val="19"/>
          <w:lang w:val="ru-RU"/>
        </w:rPr>
        <w:t xml:space="preserve"> </w:t>
      </w:r>
      <w:r w:rsidRPr="00F048BC">
        <w:rPr>
          <w:color w:val="010202"/>
          <w:w w:val="105"/>
          <w:sz w:val="19"/>
          <w:lang w:val="ru-RU"/>
        </w:rPr>
        <w:t>закладів</w:t>
      </w:r>
      <w:r w:rsidRPr="00F048BC">
        <w:rPr>
          <w:rFonts w:ascii="Times New Roman" w:hAnsi="Times New Roman"/>
          <w:b/>
          <w:color w:val="010202"/>
          <w:w w:val="105"/>
          <w:sz w:val="19"/>
          <w:lang w:val="ru-RU"/>
        </w:rPr>
        <w:t>,</w:t>
      </w:r>
      <w:r w:rsidRPr="00F048BC">
        <w:rPr>
          <w:rFonts w:ascii="Times New Roman" w:hAnsi="Times New Roman"/>
          <w:b/>
          <w:color w:val="010202"/>
          <w:spacing w:val="-29"/>
          <w:w w:val="105"/>
          <w:sz w:val="19"/>
          <w:lang w:val="ru-RU"/>
        </w:rPr>
        <w:t xml:space="preserve"> </w:t>
      </w:r>
      <w:r w:rsidRPr="00F048BC">
        <w:rPr>
          <w:color w:val="010202"/>
          <w:w w:val="105"/>
          <w:sz w:val="19"/>
          <w:lang w:val="ru-RU"/>
        </w:rPr>
        <w:t>науковців</w:t>
      </w:r>
      <w:r w:rsidRPr="00F048BC">
        <w:rPr>
          <w:color w:val="010202"/>
          <w:spacing w:val="-35"/>
          <w:w w:val="105"/>
          <w:sz w:val="19"/>
          <w:lang w:val="ru-RU"/>
        </w:rPr>
        <w:t xml:space="preserve"> </w:t>
      </w:r>
      <w:r w:rsidRPr="00F048BC">
        <w:rPr>
          <w:color w:val="010202"/>
          <w:w w:val="105"/>
          <w:sz w:val="19"/>
          <w:lang w:val="ru-RU"/>
        </w:rPr>
        <w:t>з</w:t>
      </w:r>
      <w:r w:rsidRPr="00F048BC">
        <w:rPr>
          <w:rFonts w:ascii="Times New Roman" w:hAnsi="Times New Roman"/>
          <w:b/>
          <w:color w:val="010202"/>
          <w:w w:val="105"/>
          <w:sz w:val="19"/>
          <w:lang w:val="ru-RU"/>
        </w:rPr>
        <w:t>-</w:t>
      </w:r>
      <w:r w:rsidRPr="00F048BC">
        <w:rPr>
          <w:color w:val="010202"/>
          <w:w w:val="105"/>
          <w:sz w:val="19"/>
          <w:lang w:val="ru-RU"/>
        </w:rPr>
        <w:t>за</w:t>
      </w:r>
      <w:r w:rsidRPr="00F048BC">
        <w:rPr>
          <w:color w:val="010202"/>
          <w:spacing w:val="-35"/>
          <w:w w:val="105"/>
          <w:sz w:val="19"/>
          <w:lang w:val="ru-RU"/>
        </w:rPr>
        <w:t xml:space="preserve"> </w:t>
      </w:r>
      <w:r w:rsidRPr="00F048BC">
        <w:rPr>
          <w:color w:val="010202"/>
          <w:w w:val="105"/>
          <w:sz w:val="19"/>
          <w:lang w:val="ru-RU"/>
        </w:rPr>
        <w:t>кордону</w:t>
      </w:r>
    </w:p>
    <w:p w:rsidR="0052441B" w:rsidRPr="00F048BC" w:rsidRDefault="0052441B">
      <w:pPr>
        <w:pStyle w:val="BodyText"/>
        <w:spacing w:before="2"/>
        <w:rPr>
          <w:sz w:val="19"/>
          <w:lang w:val="ru-RU"/>
        </w:rPr>
      </w:pPr>
    </w:p>
    <w:p w:rsidR="0052441B" w:rsidRPr="00F048BC" w:rsidRDefault="0052441B">
      <w:pPr>
        <w:spacing w:line="244" w:lineRule="auto"/>
        <w:ind w:left="1955" w:right="10218" w:hanging="24"/>
        <w:jc w:val="both"/>
        <w:rPr>
          <w:rFonts w:ascii="Times New Roman" w:hAnsi="Times New Roman"/>
          <w:b/>
          <w:sz w:val="19"/>
          <w:lang w:val="ru-RU"/>
        </w:rPr>
      </w:pPr>
      <w:r w:rsidRPr="00F048BC">
        <w:rPr>
          <w:color w:val="010202"/>
          <w:sz w:val="19"/>
          <w:lang w:val="ru-RU"/>
        </w:rPr>
        <w:t>Замовляйте</w:t>
      </w:r>
      <w:r w:rsidRPr="00F048BC">
        <w:rPr>
          <w:rFonts w:ascii="Times New Roman" w:hAnsi="Times New Roman"/>
          <w:b/>
          <w:color w:val="010202"/>
          <w:sz w:val="19"/>
          <w:lang w:val="ru-RU"/>
        </w:rPr>
        <w:t>,</w:t>
      </w:r>
      <w:r w:rsidRPr="00F048BC">
        <w:rPr>
          <w:rFonts w:ascii="Times New Roman" w:hAnsi="Times New Roman"/>
          <w:b/>
          <w:color w:val="010202"/>
          <w:spacing w:val="-11"/>
          <w:sz w:val="19"/>
          <w:lang w:val="ru-RU"/>
        </w:rPr>
        <w:t xml:space="preserve"> </w:t>
      </w:r>
      <w:r w:rsidRPr="00F048BC">
        <w:rPr>
          <w:color w:val="010202"/>
          <w:sz w:val="19"/>
          <w:lang w:val="ru-RU"/>
        </w:rPr>
        <w:t>читайте</w:t>
      </w:r>
      <w:r w:rsidRPr="00F048BC">
        <w:rPr>
          <w:color w:val="010202"/>
          <w:spacing w:val="-16"/>
          <w:sz w:val="19"/>
          <w:lang w:val="ru-RU"/>
        </w:rPr>
        <w:t xml:space="preserve"> </w:t>
      </w:r>
      <w:r w:rsidRPr="00F048BC">
        <w:rPr>
          <w:color w:val="010202"/>
          <w:sz w:val="19"/>
          <w:lang w:val="ru-RU"/>
        </w:rPr>
        <w:t>і</w:t>
      </w:r>
      <w:r w:rsidRPr="00F048BC">
        <w:rPr>
          <w:color w:val="010202"/>
          <w:spacing w:val="-16"/>
          <w:sz w:val="19"/>
          <w:lang w:val="ru-RU"/>
        </w:rPr>
        <w:t xml:space="preserve"> </w:t>
      </w:r>
      <w:r w:rsidRPr="00F048BC">
        <w:rPr>
          <w:color w:val="010202"/>
          <w:sz w:val="19"/>
          <w:lang w:val="ru-RU"/>
        </w:rPr>
        <w:t>обговорюйте</w:t>
      </w:r>
      <w:r w:rsidRPr="00F048BC">
        <w:rPr>
          <w:rFonts w:ascii="Times New Roman" w:hAnsi="Times New Roman"/>
          <w:b/>
          <w:color w:val="010202"/>
          <w:sz w:val="19"/>
          <w:lang w:val="ru-RU"/>
        </w:rPr>
        <w:t xml:space="preserve">, </w:t>
      </w:r>
      <w:r w:rsidRPr="00F048BC">
        <w:rPr>
          <w:color w:val="010202"/>
          <w:w w:val="105"/>
          <w:sz w:val="19"/>
          <w:lang w:val="ru-RU"/>
        </w:rPr>
        <w:t>публікуйте</w:t>
      </w:r>
      <w:r w:rsidRPr="00F048BC">
        <w:rPr>
          <w:color w:val="010202"/>
          <w:spacing w:val="-38"/>
          <w:w w:val="105"/>
          <w:sz w:val="19"/>
          <w:lang w:val="ru-RU"/>
        </w:rPr>
        <w:t xml:space="preserve"> </w:t>
      </w:r>
      <w:r w:rsidRPr="00F048BC">
        <w:rPr>
          <w:color w:val="010202"/>
          <w:w w:val="105"/>
          <w:sz w:val="19"/>
          <w:lang w:val="ru-RU"/>
        </w:rPr>
        <w:t>статті</w:t>
      </w:r>
      <w:r w:rsidRPr="00F048BC">
        <w:rPr>
          <w:color w:val="010202"/>
          <w:spacing w:val="-36"/>
          <w:w w:val="105"/>
          <w:sz w:val="19"/>
          <w:lang w:val="ru-RU"/>
        </w:rPr>
        <w:t xml:space="preserve"> </w:t>
      </w:r>
      <w:r w:rsidRPr="00F048BC">
        <w:rPr>
          <w:color w:val="010202"/>
          <w:w w:val="105"/>
          <w:sz w:val="19"/>
          <w:lang w:val="ru-RU"/>
        </w:rPr>
        <w:t>й</w:t>
      </w:r>
      <w:r w:rsidRPr="00F048BC">
        <w:rPr>
          <w:color w:val="010202"/>
          <w:spacing w:val="-36"/>
          <w:w w:val="105"/>
          <w:sz w:val="19"/>
          <w:lang w:val="ru-RU"/>
        </w:rPr>
        <w:t xml:space="preserve"> </w:t>
      </w:r>
      <w:r w:rsidRPr="00F048BC">
        <w:rPr>
          <w:color w:val="010202"/>
          <w:w w:val="105"/>
          <w:sz w:val="19"/>
          <w:lang w:val="ru-RU"/>
        </w:rPr>
        <w:t>кореспонденції</w:t>
      </w:r>
      <w:r w:rsidRPr="00F048BC">
        <w:rPr>
          <w:rFonts w:ascii="Times New Roman" w:hAnsi="Times New Roman"/>
          <w:b/>
          <w:color w:val="010202"/>
          <w:w w:val="105"/>
          <w:sz w:val="19"/>
          <w:lang w:val="ru-RU"/>
        </w:rPr>
        <w:t xml:space="preserve">, </w:t>
      </w:r>
      <w:r w:rsidRPr="00F048BC">
        <w:rPr>
          <w:color w:val="010202"/>
          <w:w w:val="105"/>
          <w:sz w:val="19"/>
          <w:lang w:val="ru-RU"/>
        </w:rPr>
        <w:t>вміщуйте</w:t>
      </w:r>
      <w:r w:rsidRPr="00F048BC">
        <w:rPr>
          <w:color w:val="010202"/>
          <w:spacing w:val="-33"/>
          <w:w w:val="105"/>
          <w:sz w:val="19"/>
          <w:lang w:val="ru-RU"/>
        </w:rPr>
        <w:t xml:space="preserve"> </w:t>
      </w:r>
      <w:r w:rsidRPr="00F048BC">
        <w:rPr>
          <w:color w:val="010202"/>
          <w:w w:val="105"/>
          <w:sz w:val="19"/>
          <w:lang w:val="ru-RU"/>
        </w:rPr>
        <w:t>рекламу</w:t>
      </w:r>
      <w:r w:rsidRPr="00F048BC">
        <w:rPr>
          <w:color w:val="010202"/>
          <w:spacing w:val="-34"/>
          <w:w w:val="105"/>
          <w:sz w:val="19"/>
          <w:lang w:val="ru-RU"/>
        </w:rPr>
        <w:t xml:space="preserve"> </w:t>
      </w:r>
      <w:r w:rsidRPr="00F048BC">
        <w:rPr>
          <w:color w:val="010202"/>
          <w:w w:val="105"/>
          <w:sz w:val="19"/>
          <w:lang w:val="ru-RU"/>
        </w:rPr>
        <w:t>та</w:t>
      </w:r>
      <w:r w:rsidRPr="00F048BC">
        <w:rPr>
          <w:color w:val="010202"/>
          <w:spacing w:val="-33"/>
          <w:w w:val="105"/>
          <w:sz w:val="19"/>
          <w:lang w:val="ru-RU"/>
        </w:rPr>
        <w:t xml:space="preserve"> </w:t>
      </w:r>
      <w:r w:rsidRPr="00F048BC">
        <w:rPr>
          <w:color w:val="010202"/>
          <w:w w:val="105"/>
          <w:sz w:val="19"/>
          <w:lang w:val="ru-RU"/>
        </w:rPr>
        <w:t>оголошення</w:t>
      </w:r>
      <w:r w:rsidRPr="00F048BC">
        <w:rPr>
          <w:rFonts w:ascii="Times New Roman" w:hAnsi="Times New Roman"/>
          <w:b/>
          <w:color w:val="010202"/>
          <w:w w:val="105"/>
          <w:sz w:val="19"/>
          <w:lang w:val="ru-RU"/>
        </w:rPr>
        <w:t>!</w:t>
      </w:r>
    </w:p>
    <w:p w:rsidR="0052441B" w:rsidRPr="00F048BC" w:rsidRDefault="0052441B">
      <w:pPr>
        <w:pStyle w:val="BodyText"/>
        <w:spacing w:before="4"/>
        <w:rPr>
          <w:rFonts w:ascii="Times New Roman"/>
          <w:b/>
          <w:sz w:val="19"/>
          <w:lang w:val="ru-RU"/>
        </w:rPr>
      </w:pPr>
    </w:p>
    <w:p w:rsidR="0052441B" w:rsidRPr="00F048BC" w:rsidRDefault="0052441B">
      <w:pPr>
        <w:pStyle w:val="BodyText"/>
        <w:spacing w:line="249" w:lineRule="auto"/>
        <w:ind w:left="206" w:right="8490" w:firstLine="568"/>
        <w:jc w:val="both"/>
        <w:rPr>
          <w:lang w:val="ru-RU"/>
        </w:rPr>
      </w:pPr>
      <w:r w:rsidRPr="00F048BC">
        <w:rPr>
          <w:color w:val="010202"/>
          <w:w w:val="105"/>
          <w:lang w:val="ru-RU"/>
        </w:rPr>
        <w:t>Видання на своїх сторінках висвітлює проблеми</w:t>
      </w:r>
      <w:r w:rsidRPr="00F048BC">
        <w:rPr>
          <w:rFonts w:ascii="Times New Roman" w:hAnsi="Times New Roman"/>
          <w:b/>
          <w:color w:val="010202"/>
          <w:w w:val="105"/>
          <w:lang w:val="ru-RU"/>
        </w:rPr>
        <w:t xml:space="preserve">: </w:t>
      </w:r>
      <w:r w:rsidRPr="00F048BC">
        <w:rPr>
          <w:color w:val="010202"/>
          <w:w w:val="105"/>
          <w:lang w:val="ru-RU"/>
        </w:rPr>
        <w:t xml:space="preserve">вирощування </w:t>
      </w:r>
      <w:r w:rsidRPr="00F048BC">
        <w:rPr>
          <w:color w:val="010202"/>
          <w:w w:val="110"/>
          <w:lang w:val="ru-RU"/>
        </w:rPr>
        <w:t>і</w:t>
      </w:r>
      <w:r w:rsidRPr="00F048BC">
        <w:rPr>
          <w:color w:val="010202"/>
          <w:spacing w:val="-16"/>
          <w:w w:val="110"/>
          <w:lang w:val="ru-RU"/>
        </w:rPr>
        <w:t xml:space="preserve"> </w:t>
      </w:r>
      <w:r w:rsidRPr="00F048BC">
        <w:rPr>
          <w:color w:val="010202"/>
          <w:w w:val="105"/>
          <w:lang w:val="ru-RU"/>
        </w:rPr>
        <w:t>збе</w:t>
      </w:r>
      <w:r w:rsidRPr="00F048BC">
        <w:rPr>
          <w:rFonts w:ascii="Times New Roman" w:hAnsi="Times New Roman"/>
          <w:b/>
          <w:i/>
          <w:color w:val="010202"/>
          <w:w w:val="105"/>
          <w:lang w:val="ru-RU"/>
        </w:rPr>
        <w:t xml:space="preserve">- </w:t>
      </w:r>
      <w:r w:rsidRPr="00F048BC">
        <w:rPr>
          <w:color w:val="010202"/>
          <w:spacing w:val="-1"/>
          <w:w w:val="94"/>
          <w:lang w:val="ru-RU"/>
        </w:rPr>
        <w:t>р</w:t>
      </w:r>
      <w:r w:rsidRPr="00F048BC">
        <w:rPr>
          <w:color w:val="010202"/>
          <w:w w:val="83"/>
          <w:lang w:val="ru-RU"/>
        </w:rPr>
        <w:t>е</w:t>
      </w:r>
      <w:r w:rsidRPr="00F048BC">
        <w:rPr>
          <w:color w:val="010202"/>
          <w:spacing w:val="-1"/>
          <w:w w:val="147"/>
          <w:lang w:val="ru-RU"/>
        </w:rPr>
        <w:t>ж</w:t>
      </w:r>
      <w:r w:rsidRPr="00F048BC">
        <w:rPr>
          <w:color w:val="010202"/>
          <w:w w:val="83"/>
          <w:lang w:val="ru-RU"/>
        </w:rPr>
        <w:t>е</w:t>
      </w:r>
      <w:r w:rsidRPr="00F048BC">
        <w:rPr>
          <w:color w:val="010202"/>
          <w:w w:val="104"/>
          <w:lang w:val="ru-RU"/>
        </w:rPr>
        <w:t>нн</w:t>
      </w:r>
      <w:r w:rsidRPr="00F048BC">
        <w:rPr>
          <w:color w:val="010202"/>
          <w:w w:val="98"/>
          <w:lang w:val="ru-RU"/>
        </w:rPr>
        <w:t>я</w:t>
      </w:r>
      <w:r w:rsidRPr="00F048BC">
        <w:rPr>
          <w:color w:val="010202"/>
          <w:lang w:val="ru-RU"/>
        </w:rPr>
        <w:t xml:space="preserve"> </w:t>
      </w:r>
      <w:r w:rsidRPr="00F048BC">
        <w:rPr>
          <w:color w:val="010202"/>
          <w:spacing w:val="-11"/>
          <w:lang w:val="ru-RU"/>
        </w:rPr>
        <w:t xml:space="preserve"> </w:t>
      </w:r>
      <w:r w:rsidRPr="00F048BC">
        <w:rPr>
          <w:color w:val="010202"/>
          <w:spacing w:val="-2"/>
          <w:w w:val="91"/>
          <w:lang w:val="ru-RU"/>
        </w:rPr>
        <w:t>л</w:t>
      </w:r>
      <w:r w:rsidRPr="00F048BC">
        <w:rPr>
          <w:color w:val="010202"/>
          <w:spacing w:val="-1"/>
          <w:w w:val="132"/>
          <w:lang w:val="ru-RU"/>
        </w:rPr>
        <w:t>і</w:t>
      </w:r>
      <w:r w:rsidRPr="00F048BC">
        <w:rPr>
          <w:color w:val="010202"/>
          <w:w w:val="92"/>
          <w:lang w:val="ru-RU"/>
        </w:rPr>
        <w:t>с</w:t>
      </w:r>
      <w:r w:rsidRPr="00F048BC">
        <w:rPr>
          <w:color w:val="010202"/>
          <w:spacing w:val="-1"/>
          <w:w w:val="92"/>
          <w:lang w:val="ru-RU"/>
        </w:rPr>
        <w:t>у</w:t>
      </w:r>
      <w:r w:rsidRPr="00F048BC">
        <w:rPr>
          <w:rFonts w:ascii="Times New Roman" w:hAnsi="Times New Roman"/>
          <w:b/>
          <w:i/>
          <w:color w:val="010202"/>
          <w:w w:val="104"/>
          <w:lang w:val="ru-RU"/>
        </w:rPr>
        <w:t>;</w:t>
      </w:r>
      <w:r w:rsidRPr="00F048BC">
        <w:rPr>
          <w:rFonts w:ascii="Times New Roman" w:hAnsi="Times New Roman"/>
          <w:b/>
          <w:i/>
          <w:color w:val="010202"/>
          <w:lang w:val="ru-RU"/>
        </w:rPr>
        <w:t xml:space="preserve"> </w:t>
      </w:r>
      <w:r w:rsidRPr="00F048BC">
        <w:rPr>
          <w:rFonts w:ascii="Times New Roman" w:hAnsi="Times New Roman"/>
          <w:b/>
          <w:i/>
          <w:color w:val="010202"/>
          <w:spacing w:val="-1"/>
          <w:lang w:val="ru-RU"/>
        </w:rPr>
        <w:t xml:space="preserve"> </w:t>
      </w:r>
      <w:r w:rsidRPr="00F048BC">
        <w:rPr>
          <w:color w:val="010202"/>
          <w:w w:val="83"/>
          <w:lang w:val="ru-RU"/>
        </w:rPr>
        <w:t>е</w:t>
      </w:r>
      <w:r w:rsidRPr="00F048BC">
        <w:rPr>
          <w:color w:val="010202"/>
          <w:spacing w:val="-2"/>
          <w:w w:val="119"/>
          <w:lang w:val="ru-RU"/>
        </w:rPr>
        <w:t>к</w:t>
      </w:r>
      <w:r w:rsidRPr="00F048BC">
        <w:rPr>
          <w:color w:val="010202"/>
          <w:spacing w:val="-2"/>
          <w:w w:val="94"/>
          <w:lang w:val="ru-RU"/>
        </w:rPr>
        <w:t>о</w:t>
      </w:r>
      <w:r w:rsidRPr="00F048BC">
        <w:rPr>
          <w:color w:val="010202"/>
          <w:spacing w:val="-1"/>
          <w:w w:val="91"/>
          <w:lang w:val="ru-RU"/>
        </w:rPr>
        <w:t>л</w:t>
      </w:r>
      <w:r w:rsidRPr="00F048BC">
        <w:rPr>
          <w:color w:val="010202"/>
          <w:spacing w:val="-1"/>
          <w:w w:val="94"/>
          <w:lang w:val="ru-RU"/>
        </w:rPr>
        <w:t>о</w:t>
      </w:r>
      <w:r w:rsidRPr="00F048BC">
        <w:rPr>
          <w:color w:val="010202"/>
          <w:w w:val="104"/>
          <w:lang w:val="ru-RU"/>
        </w:rPr>
        <w:t>г</w:t>
      </w:r>
      <w:r w:rsidRPr="00F048BC">
        <w:rPr>
          <w:color w:val="010202"/>
          <w:spacing w:val="-2"/>
          <w:w w:val="132"/>
          <w:lang w:val="ru-RU"/>
        </w:rPr>
        <w:t>і</w:t>
      </w:r>
      <w:r w:rsidRPr="00F048BC">
        <w:rPr>
          <w:color w:val="010202"/>
          <w:w w:val="105"/>
          <w:lang w:val="ru-RU"/>
        </w:rPr>
        <w:t>ї</w:t>
      </w:r>
      <w:r w:rsidRPr="00F048BC">
        <w:rPr>
          <w:rFonts w:ascii="Times New Roman" w:hAnsi="Times New Roman"/>
          <w:b/>
          <w:i/>
          <w:color w:val="010202"/>
          <w:w w:val="104"/>
          <w:lang w:val="ru-RU"/>
        </w:rPr>
        <w:t>;</w:t>
      </w:r>
      <w:r w:rsidRPr="00F048BC">
        <w:rPr>
          <w:rFonts w:ascii="Times New Roman" w:hAnsi="Times New Roman"/>
          <w:b/>
          <w:i/>
          <w:color w:val="010202"/>
          <w:lang w:val="ru-RU"/>
        </w:rPr>
        <w:t xml:space="preserve"> </w:t>
      </w:r>
      <w:r w:rsidRPr="00F048BC">
        <w:rPr>
          <w:rFonts w:ascii="Times New Roman" w:hAnsi="Times New Roman"/>
          <w:b/>
          <w:i/>
          <w:color w:val="010202"/>
          <w:spacing w:val="-1"/>
          <w:lang w:val="ru-RU"/>
        </w:rPr>
        <w:t xml:space="preserve"> </w:t>
      </w:r>
      <w:r w:rsidRPr="00F048BC">
        <w:rPr>
          <w:color w:val="010202"/>
          <w:spacing w:val="-2"/>
          <w:w w:val="92"/>
          <w:lang w:val="ru-RU"/>
        </w:rPr>
        <w:t>с</w:t>
      </w:r>
      <w:r w:rsidRPr="00F048BC">
        <w:rPr>
          <w:color w:val="010202"/>
          <w:spacing w:val="-1"/>
          <w:w w:val="94"/>
          <w:lang w:val="ru-RU"/>
        </w:rPr>
        <w:t>а</w:t>
      </w:r>
      <w:r w:rsidRPr="00F048BC">
        <w:rPr>
          <w:color w:val="010202"/>
          <w:spacing w:val="-1"/>
          <w:w w:val="88"/>
          <w:lang w:val="ru-RU"/>
        </w:rPr>
        <w:t>д</w:t>
      </w:r>
      <w:r w:rsidRPr="00F048BC">
        <w:rPr>
          <w:color w:val="010202"/>
          <w:spacing w:val="-1"/>
          <w:w w:val="94"/>
          <w:lang w:val="ru-RU"/>
        </w:rPr>
        <w:t>о</w:t>
      </w:r>
      <w:r w:rsidRPr="00F048BC">
        <w:rPr>
          <w:color w:val="010202"/>
          <w:spacing w:val="-2"/>
          <w:w w:val="87"/>
          <w:lang w:val="ru-RU"/>
        </w:rPr>
        <w:t>в</w:t>
      </w:r>
      <w:r w:rsidRPr="00F048BC">
        <w:rPr>
          <w:color w:val="010202"/>
          <w:w w:val="94"/>
          <w:lang w:val="ru-RU"/>
        </w:rPr>
        <w:t>о</w:t>
      </w:r>
      <w:r w:rsidRPr="00F048BC">
        <w:rPr>
          <w:rFonts w:ascii="Times New Roman" w:hAnsi="Times New Roman"/>
          <w:b/>
          <w:i/>
          <w:color w:val="010202"/>
          <w:w w:val="104"/>
          <w:lang w:val="ru-RU"/>
        </w:rPr>
        <w:t>-</w:t>
      </w:r>
      <w:r w:rsidRPr="00F048BC">
        <w:rPr>
          <w:color w:val="010202"/>
          <w:spacing w:val="-2"/>
          <w:w w:val="106"/>
          <w:lang w:val="ru-RU"/>
        </w:rPr>
        <w:t>п</w:t>
      </w:r>
      <w:r w:rsidRPr="00F048BC">
        <w:rPr>
          <w:color w:val="010202"/>
          <w:spacing w:val="-2"/>
          <w:w w:val="94"/>
          <w:lang w:val="ru-RU"/>
        </w:rPr>
        <w:t>а</w:t>
      </w:r>
      <w:r w:rsidRPr="00F048BC">
        <w:rPr>
          <w:color w:val="010202"/>
          <w:spacing w:val="-1"/>
          <w:w w:val="94"/>
          <w:lang w:val="ru-RU"/>
        </w:rPr>
        <w:t>р</w:t>
      </w:r>
      <w:r w:rsidRPr="00F048BC">
        <w:rPr>
          <w:color w:val="010202"/>
          <w:spacing w:val="-1"/>
          <w:w w:val="119"/>
          <w:lang w:val="ru-RU"/>
        </w:rPr>
        <w:t>к</w:t>
      </w:r>
      <w:r w:rsidRPr="00F048BC">
        <w:rPr>
          <w:color w:val="010202"/>
          <w:spacing w:val="-2"/>
          <w:w w:val="94"/>
          <w:lang w:val="ru-RU"/>
        </w:rPr>
        <w:t>о</w:t>
      </w:r>
      <w:r w:rsidRPr="00F048BC">
        <w:rPr>
          <w:color w:val="010202"/>
          <w:w w:val="90"/>
          <w:lang w:val="ru-RU"/>
        </w:rPr>
        <w:t>в</w:t>
      </w:r>
      <w:r w:rsidRPr="00F048BC">
        <w:rPr>
          <w:color w:val="010202"/>
          <w:spacing w:val="-1"/>
          <w:w w:val="90"/>
          <w:lang w:val="ru-RU"/>
        </w:rPr>
        <w:t>о</w:t>
      </w:r>
      <w:r w:rsidRPr="00F048BC">
        <w:rPr>
          <w:color w:val="010202"/>
          <w:w w:val="104"/>
          <w:lang w:val="ru-RU"/>
        </w:rPr>
        <w:t>г</w:t>
      </w:r>
      <w:r w:rsidRPr="00F048BC">
        <w:rPr>
          <w:color w:val="010202"/>
          <w:w w:val="94"/>
          <w:lang w:val="ru-RU"/>
        </w:rPr>
        <w:t>о</w:t>
      </w:r>
      <w:r w:rsidRPr="00F048BC">
        <w:rPr>
          <w:color w:val="010202"/>
          <w:lang w:val="ru-RU"/>
        </w:rPr>
        <w:t xml:space="preserve"> </w:t>
      </w:r>
      <w:r w:rsidRPr="00F048BC">
        <w:rPr>
          <w:color w:val="010202"/>
          <w:spacing w:val="-11"/>
          <w:lang w:val="ru-RU"/>
        </w:rPr>
        <w:t xml:space="preserve"> </w:t>
      </w:r>
      <w:r w:rsidRPr="00F048BC">
        <w:rPr>
          <w:color w:val="010202"/>
          <w:w w:val="104"/>
          <w:lang w:val="ru-RU"/>
        </w:rPr>
        <w:t>г</w:t>
      </w:r>
      <w:r w:rsidRPr="00F048BC">
        <w:rPr>
          <w:color w:val="010202"/>
          <w:spacing w:val="-2"/>
          <w:w w:val="94"/>
          <w:lang w:val="ru-RU"/>
        </w:rPr>
        <w:t>о</w:t>
      </w:r>
      <w:r w:rsidRPr="00F048BC">
        <w:rPr>
          <w:color w:val="010202"/>
          <w:w w:val="92"/>
          <w:lang w:val="ru-RU"/>
        </w:rPr>
        <w:t>с</w:t>
      </w:r>
      <w:r w:rsidRPr="00F048BC">
        <w:rPr>
          <w:color w:val="010202"/>
          <w:w w:val="106"/>
          <w:lang w:val="ru-RU"/>
        </w:rPr>
        <w:t>п</w:t>
      </w:r>
      <w:r w:rsidRPr="00F048BC">
        <w:rPr>
          <w:color w:val="010202"/>
          <w:spacing w:val="-2"/>
          <w:w w:val="94"/>
          <w:lang w:val="ru-RU"/>
        </w:rPr>
        <w:t>о</w:t>
      </w:r>
      <w:r w:rsidRPr="00F048BC">
        <w:rPr>
          <w:color w:val="010202"/>
          <w:spacing w:val="-1"/>
          <w:w w:val="88"/>
          <w:lang w:val="ru-RU"/>
        </w:rPr>
        <w:t>д</w:t>
      </w:r>
      <w:r w:rsidRPr="00F048BC">
        <w:rPr>
          <w:color w:val="010202"/>
          <w:spacing w:val="-2"/>
          <w:w w:val="94"/>
          <w:lang w:val="ru-RU"/>
        </w:rPr>
        <w:t>а</w:t>
      </w:r>
      <w:r w:rsidRPr="00F048BC">
        <w:rPr>
          <w:color w:val="010202"/>
          <w:spacing w:val="-1"/>
          <w:w w:val="94"/>
          <w:lang w:val="ru-RU"/>
        </w:rPr>
        <w:t>р</w:t>
      </w:r>
      <w:r w:rsidRPr="00F048BC">
        <w:rPr>
          <w:color w:val="010202"/>
          <w:spacing w:val="-4"/>
          <w:w w:val="92"/>
          <w:lang w:val="ru-RU"/>
        </w:rPr>
        <w:t>с</w:t>
      </w:r>
      <w:r w:rsidRPr="00F048BC">
        <w:rPr>
          <w:color w:val="010202"/>
          <w:spacing w:val="-2"/>
          <w:w w:val="182"/>
          <w:lang w:val="ru-RU"/>
        </w:rPr>
        <w:t>т</w:t>
      </w:r>
      <w:r w:rsidRPr="00F048BC">
        <w:rPr>
          <w:color w:val="010202"/>
          <w:spacing w:val="-2"/>
          <w:w w:val="87"/>
          <w:lang w:val="ru-RU"/>
        </w:rPr>
        <w:t>в</w:t>
      </w:r>
      <w:r w:rsidRPr="00F048BC">
        <w:rPr>
          <w:color w:val="010202"/>
          <w:w w:val="94"/>
          <w:lang w:val="ru-RU"/>
        </w:rPr>
        <w:t>а</w:t>
      </w:r>
      <w:r w:rsidRPr="00F048BC">
        <w:rPr>
          <w:rFonts w:ascii="Times New Roman" w:hAnsi="Times New Roman"/>
          <w:b/>
          <w:i/>
          <w:color w:val="010202"/>
          <w:w w:val="104"/>
          <w:lang w:val="ru-RU"/>
        </w:rPr>
        <w:t>;</w:t>
      </w:r>
      <w:r w:rsidRPr="00F048BC">
        <w:rPr>
          <w:rFonts w:ascii="Times New Roman" w:hAnsi="Times New Roman"/>
          <w:b/>
          <w:i/>
          <w:color w:val="010202"/>
          <w:lang w:val="ru-RU"/>
        </w:rPr>
        <w:t xml:space="preserve"> </w:t>
      </w:r>
      <w:r w:rsidRPr="00F048BC">
        <w:rPr>
          <w:rFonts w:ascii="Times New Roman" w:hAnsi="Times New Roman"/>
          <w:b/>
          <w:i/>
          <w:color w:val="010202"/>
          <w:spacing w:val="-4"/>
          <w:lang w:val="ru-RU"/>
        </w:rPr>
        <w:t xml:space="preserve"> </w:t>
      </w:r>
      <w:r w:rsidRPr="00F048BC">
        <w:rPr>
          <w:color w:val="010202"/>
          <w:spacing w:val="-2"/>
          <w:w w:val="182"/>
          <w:lang w:val="ru-RU"/>
        </w:rPr>
        <w:t>т</w:t>
      </w:r>
      <w:r w:rsidRPr="00F048BC">
        <w:rPr>
          <w:color w:val="010202"/>
          <w:spacing w:val="-2"/>
          <w:w w:val="83"/>
          <w:lang w:val="ru-RU"/>
        </w:rPr>
        <w:t>е</w:t>
      </w:r>
      <w:r w:rsidRPr="00F048BC">
        <w:rPr>
          <w:color w:val="010202"/>
          <w:spacing w:val="-1"/>
          <w:w w:val="104"/>
          <w:lang w:val="ru-RU"/>
        </w:rPr>
        <w:t>х</w:t>
      </w:r>
      <w:r w:rsidRPr="00F048BC">
        <w:rPr>
          <w:color w:val="010202"/>
          <w:spacing w:val="-2"/>
          <w:w w:val="104"/>
          <w:lang w:val="ru-RU"/>
        </w:rPr>
        <w:t>н</w:t>
      </w:r>
      <w:r w:rsidRPr="00F048BC">
        <w:rPr>
          <w:color w:val="010202"/>
          <w:spacing w:val="-1"/>
          <w:w w:val="94"/>
          <w:lang w:val="ru-RU"/>
        </w:rPr>
        <w:t>о</w:t>
      </w:r>
      <w:r w:rsidRPr="00F048BC">
        <w:rPr>
          <w:color w:val="010202"/>
          <w:spacing w:val="-2"/>
          <w:w w:val="91"/>
          <w:lang w:val="ru-RU"/>
        </w:rPr>
        <w:t>л</w:t>
      </w:r>
      <w:r w:rsidRPr="00F048BC">
        <w:rPr>
          <w:color w:val="010202"/>
          <w:spacing w:val="-1"/>
          <w:w w:val="94"/>
          <w:lang w:val="ru-RU"/>
        </w:rPr>
        <w:t>о</w:t>
      </w:r>
      <w:r w:rsidRPr="00F048BC">
        <w:rPr>
          <w:color w:val="010202"/>
          <w:w w:val="104"/>
          <w:lang w:val="ru-RU"/>
        </w:rPr>
        <w:t>г</w:t>
      </w:r>
      <w:r w:rsidRPr="00F048BC">
        <w:rPr>
          <w:color w:val="010202"/>
          <w:spacing w:val="-2"/>
          <w:w w:val="132"/>
          <w:lang w:val="ru-RU"/>
        </w:rPr>
        <w:t>і</w:t>
      </w:r>
      <w:r w:rsidRPr="00F048BC">
        <w:rPr>
          <w:color w:val="010202"/>
          <w:w w:val="105"/>
          <w:lang w:val="ru-RU"/>
        </w:rPr>
        <w:t>ї</w:t>
      </w:r>
      <w:r w:rsidRPr="00F048BC">
        <w:rPr>
          <w:rFonts w:ascii="Times New Roman" w:hAnsi="Times New Roman"/>
          <w:b/>
          <w:i/>
          <w:color w:val="010202"/>
          <w:w w:val="104"/>
          <w:lang w:val="ru-RU"/>
        </w:rPr>
        <w:t>,</w:t>
      </w:r>
      <w:r w:rsidRPr="00F048BC">
        <w:rPr>
          <w:rFonts w:ascii="Times New Roman" w:hAnsi="Times New Roman"/>
          <w:b/>
          <w:i/>
          <w:color w:val="010202"/>
          <w:lang w:val="ru-RU"/>
        </w:rPr>
        <w:t xml:space="preserve"> </w:t>
      </w:r>
      <w:r w:rsidRPr="00F048BC">
        <w:rPr>
          <w:rFonts w:ascii="Times New Roman" w:hAnsi="Times New Roman"/>
          <w:b/>
          <w:i/>
          <w:color w:val="010202"/>
          <w:spacing w:val="-1"/>
          <w:lang w:val="ru-RU"/>
        </w:rPr>
        <w:t xml:space="preserve"> </w:t>
      </w:r>
      <w:r w:rsidRPr="00F048BC">
        <w:rPr>
          <w:color w:val="010202"/>
          <w:spacing w:val="-1"/>
          <w:w w:val="99"/>
          <w:lang w:val="ru-RU"/>
        </w:rPr>
        <w:t>ма</w:t>
      </w:r>
      <w:r w:rsidRPr="00F048BC">
        <w:rPr>
          <w:color w:val="010202"/>
          <w:w w:val="107"/>
          <w:lang w:val="ru-RU"/>
        </w:rPr>
        <w:t>ш</w:t>
      </w:r>
      <w:r w:rsidRPr="00F048BC">
        <w:rPr>
          <w:color w:val="010202"/>
          <w:spacing w:val="-2"/>
          <w:w w:val="103"/>
          <w:lang w:val="ru-RU"/>
        </w:rPr>
        <w:t>и</w:t>
      </w:r>
      <w:r w:rsidRPr="00F048BC">
        <w:rPr>
          <w:color w:val="010202"/>
          <w:w w:val="104"/>
          <w:lang w:val="ru-RU"/>
        </w:rPr>
        <w:t>н</w:t>
      </w:r>
      <w:r w:rsidRPr="00F048BC">
        <w:rPr>
          <w:color w:val="010202"/>
          <w:lang w:val="ru-RU"/>
        </w:rPr>
        <w:t xml:space="preserve"> </w:t>
      </w:r>
      <w:r w:rsidRPr="00F048BC">
        <w:rPr>
          <w:color w:val="010202"/>
          <w:spacing w:val="-11"/>
          <w:lang w:val="ru-RU"/>
        </w:rPr>
        <w:t xml:space="preserve"> </w:t>
      </w:r>
      <w:r w:rsidRPr="00F048BC">
        <w:rPr>
          <w:color w:val="010202"/>
          <w:w w:val="132"/>
          <w:lang w:val="ru-RU"/>
        </w:rPr>
        <w:t xml:space="preserve">і </w:t>
      </w:r>
      <w:r w:rsidRPr="00F048BC">
        <w:rPr>
          <w:color w:val="010202"/>
          <w:w w:val="92"/>
          <w:lang w:val="ru-RU"/>
        </w:rPr>
        <w:t>у</w:t>
      </w:r>
      <w:r w:rsidRPr="00F048BC">
        <w:rPr>
          <w:color w:val="010202"/>
          <w:spacing w:val="-4"/>
          <w:w w:val="92"/>
          <w:lang w:val="ru-RU"/>
        </w:rPr>
        <w:t>с</w:t>
      </w:r>
      <w:r w:rsidRPr="00F048BC">
        <w:rPr>
          <w:color w:val="010202"/>
          <w:spacing w:val="-2"/>
          <w:w w:val="182"/>
          <w:lang w:val="ru-RU"/>
        </w:rPr>
        <w:t>т</w:t>
      </w:r>
      <w:r w:rsidRPr="00F048BC">
        <w:rPr>
          <w:color w:val="010202"/>
          <w:spacing w:val="-4"/>
          <w:w w:val="94"/>
          <w:lang w:val="ru-RU"/>
        </w:rPr>
        <w:t>а</w:t>
      </w:r>
      <w:r w:rsidRPr="00F048BC">
        <w:rPr>
          <w:color w:val="010202"/>
          <w:spacing w:val="-2"/>
          <w:w w:val="182"/>
          <w:lang w:val="ru-RU"/>
        </w:rPr>
        <w:t>т</w:t>
      </w:r>
      <w:r w:rsidRPr="00F048BC">
        <w:rPr>
          <w:color w:val="010202"/>
          <w:spacing w:val="-2"/>
          <w:w w:val="119"/>
          <w:lang w:val="ru-RU"/>
        </w:rPr>
        <w:t>к</w:t>
      </w:r>
      <w:r w:rsidRPr="00F048BC">
        <w:rPr>
          <w:color w:val="010202"/>
          <w:w w:val="92"/>
          <w:lang w:val="ru-RU"/>
        </w:rPr>
        <w:t>у</w:t>
      </w:r>
      <w:r w:rsidRPr="00F048BC">
        <w:rPr>
          <w:color w:val="010202"/>
          <w:w w:val="87"/>
          <w:lang w:val="ru-RU"/>
        </w:rPr>
        <w:t>в</w:t>
      </w:r>
      <w:r w:rsidRPr="00F048BC">
        <w:rPr>
          <w:color w:val="010202"/>
          <w:spacing w:val="-1"/>
          <w:w w:val="94"/>
          <w:lang w:val="ru-RU"/>
        </w:rPr>
        <w:t>а</w:t>
      </w:r>
      <w:r w:rsidRPr="00F048BC">
        <w:rPr>
          <w:color w:val="010202"/>
          <w:spacing w:val="-2"/>
          <w:w w:val="104"/>
          <w:lang w:val="ru-RU"/>
        </w:rPr>
        <w:t>н</w:t>
      </w:r>
      <w:r w:rsidRPr="00F048BC">
        <w:rPr>
          <w:color w:val="010202"/>
          <w:w w:val="104"/>
          <w:lang w:val="ru-RU"/>
        </w:rPr>
        <w:t>н</w:t>
      </w:r>
      <w:r w:rsidRPr="00F048BC">
        <w:rPr>
          <w:color w:val="010202"/>
          <w:w w:val="98"/>
          <w:lang w:val="ru-RU"/>
        </w:rPr>
        <w:t>я</w:t>
      </w:r>
      <w:r w:rsidRPr="00F048BC">
        <w:rPr>
          <w:color w:val="010202"/>
          <w:spacing w:val="9"/>
          <w:lang w:val="ru-RU"/>
        </w:rPr>
        <w:t xml:space="preserve"> </w:t>
      </w:r>
      <w:r w:rsidRPr="00F048BC">
        <w:rPr>
          <w:color w:val="010202"/>
          <w:spacing w:val="-1"/>
          <w:w w:val="91"/>
          <w:lang w:val="ru-RU"/>
        </w:rPr>
        <w:t>л</w:t>
      </w:r>
      <w:r w:rsidRPr="00F048BC">
        <w:rPr>
          <w:color w:val="010202"/>
          <w:spacing w:val="-1"/>
          <w:w w:val="132"/>
          <w:lang w:val="ru-RU"/>
        </w:rPr>
        <w:t>і</w:t>
      </w:r>
      <w:r w:rsidRPr="00F048BC">
        <w:rPr>
          <w:color w:val="010202"/>
          <w:spacing w:val="-2"/>
          <w:w w:val="92"/>
          <w:lang w:val="ru-RU"/>
        </w:rPr>
        <w:t>с</w:t>
      </w:r>
      <w:r w:rsidRPr="00F048BC">
        <w:rPr>
          <w:color w:val="010202"/>
          <w:spacing w:val="-2"/>
          <w:w w:val="94"/>
          <w:lang w:val="ru-RU"/>
        </w:rPr>
        <w:t>о</w:t>
      </w:r>
      <w:r w:rsidRPr="00F048BC">
        <w:rPr>
          <w:color w:val="010202"/>
          <w:w w:val="89"/>
          <w:lang w:val="ru-RU"/>
        </w:rPr>
        <w:t>з</w:t>
      </w:r>
      <w:r w:rsidRPr="00F048BC">
        <w:rPr>
          <w:color w:val="010202"/>
          <w:spacing w:val="-1"/>
          <w:w w:val="94"/>
          <w:lang w:val="ru-RU"/>
        </w:rPr>
        <w:t>а</w:t>
      </w:r>
      <w:r w:rsidRPr="00F048BC">
        <w:rPr>
          <w:color w:val="010202"/>
          <w:spacing w:val="-2"/>
          <w:w w:val="104"/>
          <w:lang w:val="ru-RU"/>
        </w:rPr>
        <w:t>г</w:t>
      </w:r>
      <w:r w:rsidRPr="00F048BC">
        <w:rPr>
          <w:color w:val="010202"/>
          <w:spacing w:val="-4"/>
          <w:w w:val="94"/>
          <w:lang w:val="ru-RU"/>
        </w:rPr>
        <w:t>о</w:t>
      </w:r>
      <w:r w:rsidRPr="00F048BC">
        <w:rPr>
          <w:color w:val="010202"/>
          <w:spacing w:val="-2"/>
          <w:w w:val="182"/>
          <w:lang w:val="ru-RU"/>
        </w:rPr>
        <w:t>т</w:t>
      </w:r>
      <w:r w:rsidRPr="00F048BC">
        <w:rPr>
          <w:color w:val="010202"/>
          <w:spacing w:val="-1"/>
          <w:w w:val="132"/>
          <w:lang w:val="ru-RU"/>
        </w:rPr>
        <w:t>і</w:t>
      </w:r>
      <w:r w:rsidRPr="00F048BC">
        <w:rPr>
          <w:color w:val="010202"/>
          <w:spacing w:val="-2"/>
          <w:w w:val="87"/>
          <w:lang w:val="ru-RU"/>
        </w:rPr>
        <w:t>в</w:t>
      </w:r>
      <w:r w:rsidRPr="00F048BC">
        <w:rPr>
          <w:color w:val="010202"/>
          <w:w w:val="83"/>
          <w:lang w:val="ru-RU"/>
        </w:rPr>
        <w:t>е</w:t>
      </w:r>
      <w:r w:rsidRPr="00F048BC">
        <w:rPr>
          <w:color w:val="010202"/>
          <w:spacing w:val="-1"/>
          <w:w w:val="91"/>
          <w:lang w:val="ru-RU"/>
        </w:rPr>
        <w:t>л</w:t>
      </w:r>
      <w:r w:rsidRPr="00F048BC">
        <w:rPr>
          <w:color w:val="010202"/>
          <w:w w:val="90"/>
          <w:lang w:val="ru-RU"/>
        </w:rPr>
        <w:t>ь</w:t>
      </w:r>
      <w:r w:rsidRPr="00F048BC">
        <w:rPr>
          <w:color w:val="010202"/>
          <w:spacing w:val="6"/>
          <w:lang w:val="ru-RU"/>
        </w:rPr>
        <w:t xml:space="preserve"> </w:t>
      </w:r>
      <w:r w:rsidRPr="00F048BC">
        <w:rPr>
          <w:color w:val="010202"/>
          <w:spacing w:val="-2"/>
          <w:w w:val="182"/>
          <w:lang w:val="ru-RU"/>
        </w:rPr>
        <w:t>т</w:t>
      </w:r>
      <w:r w:rsidRPr="00F048BC">
        <w:rPr>
          <w:color w:val="010202"/>
          <w:w w:val="94"/>
          <w:lang w:val="ru-RU"/>
        </w:rPr>
        <w:t>а</w:t>
      </w:r>
      <w:r w:rsidRPr="00F048BC">
        <w:rPr>
          <w:color w:val="010202"/>
          <w:spacing w:val="9"/>
          <w:lang w:val="ru-RU"/>
        </w:rPr>
        <w:t xml:space="preserve"> </w:t>
      </w:r>
      <w:r w:rsidRPr="00F048BC">
        <w:rPr>
          <w:color w:val="010202"/>
          <w:spacing w:val="-2"/>
          <w:w w:val="88"/>
          <w:lang w:val="ru-RU"/>
        </w:rPr>
        <w:t>д</w:t>
      </w:r>
      <w:r w:rsidRPr="00F048BC">
        <w:rPr>
          <w:color w:val="010202"/>
          <w:w w:val="83"/>
          <w:lang w:val="ru-RU"/>
        </w:rPr>
        <w:t>е</w:t>
      </w:r>
      <w:r w:rsidRPr="00F048BC">
        <w:rPr>
          <w:color w:val="010202"/>
          <w:spacing w:val="-1"/>
          <w:w w:val="94"/>
          <w:lang w:val="ru-RU"/>
        </w:rPr>
        <w:t>р</w:t>
      </w:r>
      <w:r w:rsidRPr="00F048BC">
        <w:rPr>
          <w:color w:val="010202"/>
          <w:spacing w:val="-2"/>
          <w:w w:val="83"/>
          <w:lang w:val="ru-RU"/>
        </w:rPr>
        <w:t>е</w:t>
      </w:r>
      <w:r w:rsidRPr="00F048BC">
        <w:rPr>
          <w:color w:val="010202"/>
          <w:w w:val="87"/>
          <w:lang w:val="ru-RU"/>
        </w:rPr>
        <w:t>в</w:t>
      </w:r>
      <w:r w:rsidRPr="00F048BC">
        <w:rPr>
          <w:color w:val="010202"/>
          <w:spacing w:val="-1"/>
          <w:w w:val="94"/>
          <w:lang w:val="ru-RU"/>
        </w:rPr>
        <w:t>оо</w:t>
      </w:r>
      <w:r w:rsidRPr="00F048BC">
        <w:rPr>
          <w:color w:val="010202"/>
          <w:spacing w:val="-2"/>
          <w:w w:val="90"/>
          <w:lang w:val="ru-RU"/>
        </w:rPr>
        <w:t>б</w:t>
      </w:r>
      <w:r w:rsidRPr="00F048BC">
        <w:rPr>
          <w:color w:val="010202"/>
          <w:spacing w:val="-1"/>
          <w:w w:val="94"/>
          <w:lang w:val="ru-RU"/>
        </w:rPr>
        <w:t>ро</w:t>
      </w:r>
      <w:r w:rsidRPr="00F048BC">
        <w:rPr>
          <w:color w:val="010202"/>
          <w:spacing w:val="-1"/>
          <w:w w:val="90"/>
          <w:lang w:val="ru-RU"/>
        </w:rPr>
        <w:t>б</w:t>
      </w:r>
      <w:r w:rsidRPr="00F048BC">
        <w:rPr>
          <w:color w:val="010202"/>
          <w:w w:val="104"/>
          <w:lang w:val="ru-RU"/>
        </w:rPr>
        <w:t>н</w:t>
      </w:r>
      <w:r w:rsidRPr="00F048BC">
        <w:rPr>
          <w:color w:val="010202"/>
          <w:spacing w:val="-2"/>
          <w:w w:val="103"/>
          <w:lang w:val="ru-RU"/>
        </w:rPr>
        <w:t>и</w:t>
      </w:r>
      <w:r w:rsidRPr="00F048BC">
        <w:rPr>
          <w:color w:val="010202"/>
          <w:w w:val="104"/>
          <w:lang w:val="ru-RU"/>
        </w:rPr>
        <w:t>х</w:t>
      </w:r>
      <w:r w:rsidRPr="00F048BC">
        <w:rPr>
          <w:color w:val="010202"/>
          <w:spacing w:val="9"/>
          <w:lang w:val="ru-RU"/>
        </w:rPr>
        <w:t xml:space="preserve"> </w:t>
      </w:r>
      <w:r w:rsidRPr="00F048BC">
        <w:rPr>
          <w:color w:val="010202"/>
          <w:w w:val="87"/>
          <w:lang w:val="ru-RU"/>
        </w:rPr>
        <w:t>в</w:t>
      </w:r>
      <w:r w:rsidRPr="00F048BC">
        <w:rPr>
          <w:color w:val="010202"/>
          <w:spacing w:val="-2"/>
          <w:w w:val="103"/>
          <w:lang w:val="ru-RU"/>
        </w:rPr>
        <w:t>и</w:t>
      </w:r>
      <w:r w:rsidRPr="00F048BC">
        <w:rPr>
          <w:color w:val="010202"/>
          <w:spacing w:val="-1"/>
          <w:w w:val="94"/>
          <w:lang w:val="ru-RU"/>
        </w:rPr>
        <w:t>ро</w:t>
      </w:r>
      <w:r w:rsidRPr="00F048BC">
        <w:rPr>
          <w:color w:val="010202"/>
          <w:spacing w:val="-1"/>
          <w:w w:val="90"/>
          <w:lang w:val="ru-RU"/>
        </w:rPr>
        <w:t>б</w:t>
      </w:r>
      <w:r w:rsidRPr="00F048BC">
        <w:rPr>
          <w:color w:val="010202"/>
          <w:spacing w:val="-2"/>
          <w:w w:val="104"/>
          <w:lang w:val="ru-RU"/>
        </w:rPr>
        <w:t>н</w:t>
      </w:r>
      <w:r w:rsidRPr="00F048BC">
        <w:rPr>
          <w:color w:val="010202"/>
          <w:w w:val="103"/>
          <w:lang w:val="ru-RU"/>
        </w:rPr>
        <w:t>и</w:t>
      </w:r>
      <w:r w:rsidRPr="00F048BC">
        <w:rPr>
          <w:color w:val="010202"/>
          <w:spacing w:val="-2"/>
          <w:lang w:val="ru-RU"/>
        </w:rPr>
        <w:t>ц</w:t>
      </w:r>
      <w:r w:rsidRPr="00F048BC">
        <w:rPr>
          <w:color w:val="010202"/>
          <w:spacing w:val="-2"/>
          <w:w w:val="182"/>
          <w:lang w:val="ru-RU"/>
        </w:rPr>
        <w:t>т</w:t>
      </w:r>
      <w:r w:rsidRPr="00F048BC">
        <w:rPr>
          <w:color w:val="010202"/>
          <w:spacing w:val="-1"/>
          <w:w w:val="87"/>
          <w:lang w:val="ru-RU"/>
        </w:rPr>
        <w:t>в</w:t>
      </w:r>
      <w:r w:rsidRPr="00F048BC">
        <w:rPr>
          <w:rFonts w:ascii="Times New Roman" w:hAnsi="Times New Roman"/>
          <w:b/>
          <w:i/>
          <w:color w:val="010202"/>
          <w:w w:val="104"/>
          <w:lang w:val="ru-RU"/>
        </w:rPr>
        <w:t>;</w:t>
      </w:r>
      <w:r w:rsidRPr="00F048BC">
        <w:rPr>
          <w:rFonts w:ascii="Times New Roman" w:hAnsi="Times New Roman"/>
          <w:b/>
          <w:i/>
          <w:color w:val="010202"/>
          <w:spacing w:val="12"/>
          <w:lang w:val="ru-RU"/>
        </w:rPr>
        <w:t xml:space="preserve"> </w:t>
      </w:r>
      <w:r w:rsidRPr="00F048BC">
        <w:rPr>
          <w:color w:val="010202"/>
          <w:w w:val="99"/>
          <w:lang w:val="ru-RU"/>
        </w:rPr>
        <w:t>ек</w:t>
      </w:r>
      <w:r w:rsidRPr="00F048BC">
        <w:rPr>
          <w:color w:val="010202"/>
          <w:spacing w:val="-1"/>
          <w:w w:val="94"/>
          <w:lang w:val="ru-RU"/>
        </w:rPr>
        <w:t>о</w:t>
      </w:r>
      <w:r w:rsidRPr="00F048BC">
        <w:rPr>
          <w:color w:val="010202"/>
          <w:spacing w:val="-2"/>
          <w:w w:val="104"/>
          <w:lang w:val="ru-RU"/>
        </w:rPr>
        <w:t>н</w:t>
      </w:r>
      <w:r w:rsidRPr="00F048BC">
        <w:rPr>
          <w:color w:val="010202"/>
          <w:spacing w:val="-1"/>
          <w:w w:val="94"/>
          <w:lang w:val="ru-RU"/>
        </w:rPr>
        <w:t>о</w:t>
      </w:r>
      <w:r w:rsidRPr="00F048BC">
        <w:rPr>
          <w:color w:val="010202"/>
          <w:spacing w:val="-2"/>
          <w:w w:val="103"/>
          <w:lang w:val="ru-RU"/>
        </w:rPr>
        <w:t>м</w:t>
      </w:r>
      <w:r w:rsidRPr="00F048BC">
        <w:rPr>
          <w:color w:val="010202"/>
          <w:spacing w:val="-1"/>
          <w:w w:val="132"/>
          <w:lang w:val="ru-RU"/>
        </w:rPr>
        <w:t>і</w:t>
      </w:r>
      <w:r w:rsidRPr="00F048BC">
        <w:rPr>
          <w:color w:val="010202"/>
          <w:spacing w:val="-1"/>
          <w:w w:val="119"/>
          <w:lang w:val="ru-RU"/>
        </w:rPr>
        <w:t>к</w:t>
      </w:r>
      <w:r w:rsidRPr="00F048BC">
        <w:rPr>
          <w:color w:val="010202"/>
          <w:w w:val="103"/>
          <w:lang w:val="ru-RU"/>
        </w:rPr>
        <w:t>и</w:t>
      </w:r>
      <w:r w:rsidRPr="00F048BC">
        <w:rPr>
          <w:rFonts w:ascii="Times New Roman" w:hAnsi="Times New Roman"/>
          <w:b/>
          <w:i/>
          <w:color w:val="010202"/>
          <w:w w:val="104"/>
          <w:lang w:val="ru-RU"/>
        </w:rPr>
        <w:t>,</w:t>
      </w:r>
      <w:r w:rsidRPr="00F048BC">
        <w:rPr>
          <w:rFonts w:ascii="Times New Roman" w:hAnsi="Times New Roman"/>
          <w:b/>
          <w:i/>
          <w:color w:val="010202"/>
          <w:spacing w:val="13"/>
          <w:lang w:val="ru-RU"/>
        </w:rPr>
        <w:t xml:space="preserve"> </w:t>
      </w:r>
      <w:r w:rsidRPr="00F048BC">
        <w:rPr>
          <w:color w:val="010202"/>
          <w:spacing w:val="-2"/>
          <w:w w:val="106"/>
          <w:lang w:val="ru-RU"/>
        </w:rPr>
        <w:t>п</w:t>
      </w:r>
      <w:r w:rsidRPr="00F048BC">
        <w:rPr>
          <w:color w:val="010202"/>
          <w:spacing w:val="-1"/>
          <w:w w:val="91"/>
          <w:lang w:val="ru-RU"/>
        </w:rPr>
        <w:t>л</w:t>
      </w:r>
      <w:r w:rsidRPr="00F048BC">
        <w:rPr>
          <w:color w:val="010202"/>
          <w:w w:val="94"/>
          <w:lang w:val="ru-RU"/>
        </w:rPr>
        <w:t>а</w:t>
      </w:r>
      <w:r w:rsidRPr="00F048BC">
        <w:rPr>
          <w:rFonts w:ascii="Times New Roman" w:hAnsi="Times New Roman"/>
          <w:b/>
          <w:i/>
          <w:color w:val="010202"/>
          <w:w w:val="104"/>
          <w:lang w:val="ru-RU"/>
        </w:rPr>
        <w:t xml:space="preserve">- </w:t>
      </w:r>
      <w:r w:rsidRPr="00F048BC">
        <w:rPr>
          <w:color w:val="010202"/>
          <w:w w:val="104"/>
          <w:lang w:val="ru-RU"/>
        </w:rPr>
        <w:t>н</w:t>
      </w:r>
      <w:r w:rsidRPr="00F048BC">
        <w:rPr>
          <w:color w:val="010202"/>
          <w:w w:val="92"/>
          <w:lang w:val="ru-RU"/>
        </w:rPr>
        <w:t>у</w:t>
      </w:r>
      <w:r w:rsidRPr="00F048BC">
        <w:rPr>
          <w:color w:val="010202"/>
          <w:w w:val="90"/>
          <w:lang w:val="ru-RU"/>
        </w:rPr>
        <w:t>ва</w:t>
      </w:r>
      <w:r w:rsidRPr="00F048BC">
        <w:rPr>
          <w:color w:val="010202"/>
          <w:w w:val="104"/>
          <w:lang w:val="ru-RU"/>
        </w:rPr>
        <w:t>нн</w:t>
      </w:r>
      <w:r w:rsidRPr="00F048BC">
        <w:rPr>
          <w:color w:val="010202"/>
          <w:w w:val="98"/>
          <w:lang w:val="ru-RU"/>
        </w:rPr>
        <w:t>я</w:t>
      </w:r>
      <w:r w:rsidRPr="00F048BC">
        <w:rPr>
          <w:color w:val="010202"/>
          <w:spacing w:val="9"/>
          <w:lang w:val="ru-RU"/>
        </w:rPr>
        <w:t xml:space="preserve"> </w:t>
      </w:r>
      <w:r w:rsidRPr="00F048BC">
        <w:rPr>
          <w:color w:val="010202"/>
          <w:w w:val="132"/>
          <w:lang w:val="ru-RU"/>
        </w:rPr>
        <w:t>і</w:t>
      </w:r>
      <w:r w:rsidRPr="00F048BC">
        <w:rPr>
          <w:color w:val="010202"/>
          <w:spacing w:val="9"/>
          <w:lang w:val="ru-RU"/>
        </w:rPr>
        <w:t xml:space="preserve"> </w:t>
      </w:r>
      <w:r w:rsidRPr="00F048BC">
        <w:rPr>
          <w:color w:val="010202"/>
          <w:w w:val="92"/>
          <w:lang w:val="ru-RU"/>
        </w:rPr>
        <w:t>у</w:t>
      </w:r>
      <w:r w:rsidRPr="00F048BC">
        <w:rPr>
          <w:color w:val="010202"/>
          <w:spacing w:val="-2"/>
          <w:w w:val="106"/>
          <w:lang w:val="ru-RU"/>
        </w:rPr>
        <w:t>п</w:t>
      </w:r>
      <w:r w:rsidRPr="00F048BC">
        <w:rPr>
          <w:color w:val="010202"/>
          <w:spacing w:val="-1"/>
          <w:w w:val="94"/>
          <w:lang w:val="ru-RU"/>
        </w:rPr>
        <w:t>ра</w:t>
      </w:r>
      <w:r w:rsidRPr="00F048BC">
        <w:rPr>
          <w:color w:val="010202"/>
          <w:w w:val="87"/>
          <w:lang w:val="ru-RU"/>
        </w:rPr>
        <w:t>в</w:t>
      </w:r>
      <w:r w:rsidRPr="00F048BC">
        <w:rPr>
          <w:color w:val="010202"/>
          <w:spacing w:val="-2"/>
          <w:w w:val="91"/>
          <w:lang w:val="ru-RU"/>
        </w:rPr>
        <w:t>л</w:t>
      </w:r>
      <w:r w:rsidRPr="00F048BC">
        <w:rPr>
          <w:color w:val="010202"/>
          <w:spacing w:val="-1"/>
          <w:w w:val="132"/>
          <w:lang w:val="ru-RU"/>
        </w:rPr>
        <w:t>і</w:t>
      </w:r>
      <w:r w:rsidRPr="00F048BC">
        <w:rPr>
          <w:color w:val="010202"/>
          <w:spacing w:val="-2"/>
          <w:w w:val="104"/>
          <w:lang w:val="ru-RU"/>
        </w:rPr>
        <w:t>н</w:t>
      </w:r>
      <w:r w:rsidRPr="00F048BC">
        <w:rPr>
          <w:color w:val="010202"/>
          <w:w w:val="104"/>
          <w:lang w:val="ru-RU"/>
        </w:rPr>
        <w:t>н</w:t>
      </w:r>
      <w:r w:rsidRPr="00F048BC">
        <w:rPr>
          <w:color w:val="010202"/>
          <w:w w:val="98"/>
          <w:lang w:val="ru-RU"/>
        </w:rPr>
        <w:t>я</w:t>
      </w:r>
      <w:r w:rsidRPr="00F048BC">
        <w:rPr>
          <w:color w:val="010202"/>
          <w:spacing w:val="10"/>
          <w:lang w:val="ru-RU"/>
        </w:rPr>
        <w:t xml:space="preserve"> </w:t>
      </w:r>
      <w:r w:rsidRPr="00F048BC">
        <w:rPr>
          <w:color w:val="010202"/>
          <w:w w:val="87"/>
          <w:lang w:val="ru-RU"/>
        </w:rPr>
        <w:t>в</w:t>
      </w:r>
      <w:r w:rsidRPr="00F048BC">
        <w:rPr>
          <w:color w:val="010202"/>
          <w:spacing w:val="10"/>
          <w:lang w:val="ru-RU"/>
        </w:rPr>
        <w:t xml:space="preserve"> </w:t>
      </w:r>
      <w:r w:rsidRPr="00F048BC">
        <w:rPr>
          <w:color w:val="010202"/>
          <w:spacing w:val="-2"/>
          <w:w w:val="91"/>
          <w:lang w:val="ru-RU"/>
        </w:rPr>
        <w:t>л</w:t>
      </w:r>
      <w:r w:rsidRPr="00F048BC">
        <w:rPr>
          <w:color w:val="010202"/>
          <w:spacing w:val="-1"/>
          <w:w w:val="132"/>
          <w:lang w:val="ru-RU"/>
        </w:rPr>
        <w:t>і</w:t>
      </w:r>
      <w:r w:rsidRPr="00F048BC">
        <w:rPr>
          <w:color w:val="010202"/>
          <w:w w:val="93"/>
          <w:lang w:val="ru-RU"/>
        </w:rPr>
        <w:t>со</w:t>
      </w:r>
      <w:r w:rsidRPr="00F048BC">
        <w:rPr>
          <w:color w:val="010202"/>
          <w:w w:val="87"/>
          <w:lang w:val="ru-RU"/>
        </w:rPr>
        <w:t>в</w:t>
      </w:r>
      <w:r w:rsidRPr="00F048BC">
        <w:rPr>
          <w:color w:val="010202"/>
          <w:spacing w:val="-2"/>
          <w:w w:val="103"/>
          <w:lang w:val="ru-RU"/>
        </w:rPr>
        <w:t>и</w:t>
      </w:r>
      <w:r w:rsidRPr="00F048BC">
        <w:rPr>
          <w:color w:val="010202"/>
          <w:spacing w:val="-2"/>
          <w:w w:val="94"/>
          <w:lang w:val="ru-RU"/>
        </w:rPr>
        <w:t>р</w:t>
      </w:r>
      <w:r w:rsidRPr="00F048BC">
        <w:rPr>
          <w:color w:val="010202"/>
          <w:spacing w:val="-1"/>
          <w:w w:val="94"/>
          <w:lang w:val="ru-RU"/>
        </w:rPr>
        <w:t>о</w:t>
      </w:r>
      <w:r w:rsidRPr="00F048BC">
        <w:rPr>
          <w:color w:val="010202"/>
          <w:spacing w:val="-1"/>
          <w:w w:val="90"/>
          <w:lang w:val="ru-RU"/>
        </w:rPr>
        <w:t>б</w:t>
      </w:r>
      <w:r w:rsidRPr="00F048BC">
        <w:rPr>
          <w:color w:val="010202"/>
          <w:w w:val="104"/>
          <w:lang w:val="ru-RU"/>
        </w:rPr>
        <w:t>н</w:t>
      </w:r>
      <w:r w:rsidRPr="00F048BC">
        <w:rPr>
          <w:color w:val="010202"/>
          <w:w w:val="103"/>
          <w:lang w:val="ru-RU"/>
        </w:rPr>
        <w:t>и</w:t>
      </w:r>
      <w:r w:rsidRPr="00F048BC">
        <w:rPr>
          <w:color w:val="010202"/>
          <w:spacing w:val="-1"/>
          <w:w w:val="104"/>
          <w:lang w:val="ru-RU"/>
        </w:rPr>
        <w:t>ч</w:t>
      </w:r>
      <w:r w:rsidRPr="00F048BC">
        <w:rPr>
          <w:color w:val="010202"/>
          <w:spacing w:val="-2"/>
          <w:w w:val="94"/>
          <w:lang w:val="ru-RU"/>
        </w:rPr>
        <w:t>о</w:t>
      </w:r>
      <w:r w:rsidRPr="00F048BC">
        <w:rPr>
          <w:color w:val="010202"/>
          <w:spacing w:val="-1"/>
          <w:w w:val="98"/>
          <w:lang w:val="ru-RU"/>
        </w:rPr>
        <w:t>м</w:t>
      </w:r>
      <w:r w:rsidRPr="00F048BC">
        <w:rPr>
          <w:color w:val="010202"/>
          <w:w w:val="98"/>
          <w:lang w:val="ru-RU"/>
        </w:rPr>
        <w:t>у</w:t>
      </w:r>
      <w:r w:rsidRPr="00F048BC">
        <w:rPr>
          <w:color w:val="010202"/>
          <w:spacing w:val="11"/>
          <w:lang w:val="ru-RU"/>
        </w:rPr>
        <w:t xml:space="preserve"> </w:t>
      </w:r>
      <w:r w:rsidRPr="00F048BC">
        <w:rPr>
          <w:color w:val="010202"/>
          <w:spacing w:val="-1"/>
          <w:w w:val="119"/>
          <w:lang w:val="ru-RU"/>
        </w:rPr>
        <w:t>к</w:t>
      </w:r>
      <w:r w:rsidRPr="00F048BC">
        <w:rPr>
          <w:color w:val="010202"/>
          <w:spacing w:val="-1"/>
          <w:w w:val="94"/>
          <w:lang w:val="ru-RU"/>
        </w:rPr>
        <w:t>о</w:t>
      </w:r>
      <w:r w:rsidRPr="00F048BC">
        <w:rPr>
          <w:color w:val="010202"/>
          <w:spacing w:val="-1"/>
          <w:w w:val="104"/>
          <w:lang w:val="ru-RU"/>
        </w:rPr>
        <w:t>м</w:t>
      </w:r>
      <w:r w:rsidRPr="00F048BC">
        <w:rPr>
          <w:color w:val="010202"/>
          <w:spacing w:val="-2"/>
          <w:w w:val="104"/>
          <w:lang w:val="ru-RU"/>
        </w:rPr>
        <w:t>п</w:t>
      </w:r>
      <w:r w:rsidRPr="00F048BC">
        <w:rPr>
          <w:color w:val="010202"/>
          <w:spacing w:val="-1"/>
          <w:w w:val="91"/>
          <w:lang w:val="ru-RU"/>
        </w:rPr>
        <w:t>л</w:t>
      </w:r>
      <w:r w:rsidRPr="00F048BC">
        <w:rPr>
          <w:color w:val="010202"/>
          <w:w w:val="83"/>
          <w:lang w:val="ru-RU"/>
        </w:rPr>
        <w:t>е</w:t>
      </w:r>
      <w:r w:rsidRPr="00F048BC">
        <w:rPr>
          <w:color w:val="010202"/>
          <w:spacing w:val="-1"/>
          <w:w w:val="119"/>
          <w:lang w:val="ru-RU"/>
        </w:rPr>
        <w:t>к</w:t>
      </w:r>
      <w:r w:rsidRPr="00F048BC">
        <w:rPr>
          <w:color w:val="010202"/>
          <w:w w:val="104"/>
          <w:lang w:val="ru-RU"/>
        </w:rPr>
        <w:t>с</w:t>
      </w:r>
      <w:r w:rsidRPr="00F048BC">
        <w:rPr>
          <w:color w:val="010202"/>
          <w:spacing w:val="-2"/>
          <w:w w:val="104"/>
          <w:lang w:val="ru-RU"/>
        </w:rPr>
        <w:t>і</w:t>
      </w:r>
      <w:r w:rsidRPr="00F048BC">
        <w:rPr>
          <w:rFonts w:ascii="Times New Roman" w:hAnsi="Times New Roman"/>
          <w:b/>
          <w:i/>
          <w:color w:val="010202"/>
          <w:w w:val="104"/>
          <w:lang w:val="ru-RU"/>
        </w:rPr>
        <w:t>;</w:t>
      </w:r>
      <w:r w:rsidRPr="00F048BC">
        <w:rPr>
          <w:rFonts w:ascii="Times New Roman" w:hAnsi="Times New Roman"/>
          <w:b/>
          <w:i/>
          <w:color w:val="010202"/>
          <w:spacing w:val="14"/>
          <w:lang w:val="ru-RU"/>
        </w:rPr>
        <w:t xml:space="preserve"> </w:t>
      </w:r>
      <w:r w:rsidRPr="00F048BC">
        <w:rPr>
          <w:color w:val="010202"/>
          <w:spacing w:val="-1"/>
          <w:w w:val="132"/>
          <w:lang w:val="ru-RU"/>
        </w:rPr>
        <w:t>і</w:t>
      </w:r>
      <w:r w:rsidRPr="00F048BC">
        <w:rPr>
          <w:color w:val="010202"/>
          <w:w w:val="104"/>
          <w:lang w:val="ru-RU"/>
        </w:rPr>
        <w:t>н</w:t>
      </w:r>
      <w:r w:rsidRPr="00F048BC">
        <w:rPr>
          <w:color w:val="010202"/>
          <w:spacing w:val="-2"/>
          <w:w w:val="90"/>
          <w:lang w:val="ru-RU"/>
        </w:rPr>
        <w:t>ф</w:t>
      </w:r>
      <w:r w:rsidRPr="00F048BC">
        <w:rPr>
          <w:color w:val="010202"/>
          <w:spacing w:val="-2"/>
          <w:w w:val="94"/>
          <w:lang w:val="ru-RU"/>
        </w:rPr>
        <w:t>о</w:t>
      </w:r>
      <w:r w:rsidRPr="00F048BC">
        <w:rPr>
          <w:color w:val="010202"/>
          <w:spacing w:val="-1"/>
          <w:w w:val="94"/>
          <w:lang w:val="ru-RU"/>
        </w:rPr>
        <w:t>р</w:t>
      </w:r>
      <w:r w:rsidRPr="00F048BC">
        <w:rPr>
          <w:color w:val="010202"/>
          <w:spacing w:val="-1"/>
          <w:w w:val="99"/>
          <w:lang w:val="ru-RU"/>
        </w:rPr>
        <w:t>м</w:t>
      </w:r>
      <w:r w:rsidRPr="00F048BC">
        <w:rPr>
          <w:color w:val="010202"/>
          <w:spacing w:val="-2"/>
          <w:w w:val="99"/>
          <w:lang w:val="ru-RU"/>
        </w:rPr>
        <w:t>а</w:t>
      </w:r>
      <w:r w:rsidRPr="00F048BC">
        <w:rPr>
          <w:color w:val="010202"/>
          <w:lang w:val="ru-RU"/>
        </w:rPr>
        <w:t>ц</w:t>
      </w:r>
      <w:r w:rsidRPr="00F048BC">
        <w:rPr>
          <w:color w:val="010202"/>
          <w:spacing w:val="-1"/>
          <w:w w:val="132"/>
          <w:lang w:val="ru-RU"/>
        </w:rPr>
        <w:t>і</w:t>
      </w:r>
      <w:r w:rsidRPr="00F048BC">
        <w:rPr>
          <w:color w:val="010202"/>
          <w:w w:val="103"/>
          <w:lang w:val="ru-RU"/>
        </w:rPr>
        <w:t>й</w:t>
      </w:r>
      <w:r w:rsidRPr="00F048BC">
        <w:rPr>
          <w:color w:val="010202"/>
          <w:spacing w:val="-2"/>
          <w:w w:val="104"/>
          <w:lang w:val="ru-RU"/>
        </w:rPr>
        <w:t>н</w:t>
      </w:r>
      <w:r w:rsidRPr="00F048BC">
        <w:rPr>
          <w:color w:val="010202"/>
          <w:w w:val="103"/>
          <w:lang w:val="ru-RU"/>
        </w:rPr>
        <w:t>и</w:t>
      </w:r>
      <w:r w:rsidRPr="00F048BC">
        <w:rPr>
          <w:color w:val="010202"/>
          <w:w w:val="104"/>
          <w:lang w:val="ru-RU"/>
        </w:rPr>
        <w:t>х</w:t>
      </w:r>
      <w:r w:rsidRPr="00F048BC">
        <w:rPr>
          <w:color w:val="010202"/>
          <w:spacing w:val="6"/>
          <w:lang w:val="ru-RU"/>
        </w:rPr>
        <w:t xml:space="preserve"> </w:t>
      </w:r>
      <w:r w:rsidRPr="00F048BC">
        <w:rPr>
          <w:color w:val="010202"/>
          <w:spacing w:val="-2"/>
          <w:w w:val="182"/>
          <w:lang w:val="ru-RU"/>
        </w:rPr>
        <w:t>т</w:t>
      </w:r>
      <w:r w:rsidRPr="00F048BC">
        <w:rPr>
          <w:color w:val="010202"/>
          <w:spacing w:val="-2"/>
          <w:w w:val="83"/>
          <w:lang w:val="ru-RU"/>
        </w:rPr>
        <w:t>е</w:t>
      </w:r>
      <w:r w:rsidRPr="00F048BC">
        <w:rPr>
          <w:color w:val="010202"/>
          <w:spacing w:val="-1"/>
          <w:w w:val="104"/>
          <w:lang w:val="ru-RU"/>
        </w:rPr>
        <w:t>х</w:t>
      </w:r>
      <w:r w:rsidRPr="00F048BC">
        <w:rPr>
          <w:color w:val="010202"/>
          <w:spacing w:val="-2"/>
          <w:w w:val="104"/>
          <w:lang w:val="ru-RU"/>
        </w:rPr>
        <w:t>н</w:t>
      </w:r>
      <w:r w:rsidRPr="00F048BC">
        <w:rPr>
          <w:color w:val="010202"/>
          <w:spacing w:val="-1"/>
          <w:w w:val="94"/>
          <w:lang w:val="ru-RU"/>
        </w:rPr>
        <w:t>о</w:t>
      </w:r>
      <w:r w:rsidRPr="00F048BC">
        <w:rPr>
          <w:color w:val="010202"/>
          <w:spacing w:val="-2"/>
          <w:w w:val="91"/>
          <w:lang w:val="ru-RU"/>
        </w:rPr>
        <w:t>л</w:t>
      </w:r>
      <w:r w:rsidRPr="00F048BC">
        <w:rPr>
          <w:color w:val="010202"/>
          <w:spacing w:val="-1"/>
          <w:w w:val="94"/>
          <w:lang w:val="ru-RU"/>
        </w:rPr>
        <w:t>о</w:t>
      </w:r>
      <w:r w:rsidRPr="00F048BC">
        <w:rPr>
          <w:color w:val="010202"/>
          <w:w w:val="104"/>
          <w:lang w:val="ru-RU"/>
        </w:rPr>
        <w:t>г</w:t>
      </w:r>
      <w:r w:rsidRPr="00F048BC">
        <w:rPr>
          <w:color w:val="010202"/>
          <w:spacing w:val="-2"/>
          <w:w w:val="132"/>
          <w:lang w:val="ru-RU"/>
        </w:rPr>
        <w:t>і</w:t>
      </w:r>
      <w:r w:rsidRPr="00F048BC">
        <w:rPr>
          <w:color w:val="010202"/>
          <w:w w:val="103"/>
          <w:lang w:val="ru-RU"/>
        </w:rPr>
        <w:t>й</w:t>
      </w:r>
    </w:p>
    <w:p w:rsidR="0052441B" w:rsidRPr="00F048BC" w:rsidRDefault="0052441B">
      <w:pPr>
        <w:pStyle w:val="BodyText"/>
        <w:tabs>
          <w:tab w:val="left" w:pos="8846"/>
        </w:tabs>
        <w:spacing w:after="13" w:line="205" w:lineRule="exact"/>
        <w:ind w:left="206"/>
        <w:jc w:val="both"/>
        <w:rPr>
          <w:rFonts w:ascii="Times New Roman" w:hAnsi="Times New Roman"/>
          <w:b/>
          <w:i/>
          <w:lang w:val="ru-RU"/>
        </w:rPr>
      </w:pPr>
      <w:r w:rsidRPr="00F048BC">
        <w:rPr>
          <w:color w:val="010202"/>
          <w:w w:val="104"/>
          <w:lang w:val="ru-RU"/>
        </w:rPr>
        <w:t>г</w:t>
      </w:r>
      <w:r w:rsidRPr="00F048BC">
        <w:rPr>
          <w:color w:val="010202"/>
          <w:spacing w:val="-1"/>
          <w:w w:val="94"/>
          <w:lang w:val="ru-RU"/>
        </w:rPr>
        <w:t>а</w:t>
      </w:r>
      <w:r w:rsidRPr="00F048BC">
        <w:rPr>
          <w:color w:val="010202"/>
          <w:spacing w:val="-1"/>
          <w:w w:val="91"/>
          <w:lang w:val="ru-RU"/>
        </w:rPr>
        <w:t>л</w:t>
      </w:r>
      <w:r w:rsidRPr="00F048BC">
        <w:rPr>
          <w:color w:val="010202"/>
          <w:w w:val="92"/>
          <w:lang w:val="ru-RU"/>
        </w:rPr>
        <w:t>у</w:t>
      </w:r>
      <w:r w:rsidRPr="00F048BC">
        <w:rPr>
          <w:color w:val="010202"/>
          <w:spacing w:val="-2"/>
          <w:w w:val="89"/>
          <w:lang w:val="ru-RU"/>
        </w:rPr>
        <w:t>з</w:t>
      </w:r>
      <w:r w:rsidRPr="00F048BC">
        <w:rPr>
          <w:color w:val="010202"/>
          <w:spacing w:val="-1"/>
          <w:w w:val="132"/>
          <w:lang w:val="ru-RU"/>
        </w:rPr>
        <w:t>і</w:t>
      </w:r>
      <w:r w:rsidRPr="00F048BC">
        <w:rPr>
          <w:rFonts w:ascii="Times New Roman" w:hAnsi="Times New Roman"/>
          <w:b/>
          <w:i/>
          <w:color w:val="010202"/>
          <w:w w:val="104"/>
          <w:lang w:val="ru-RU"/>
        </w:rPr>
        <w:t>;</w:t>
      </w:r>
      <w:r w:rsidRPr="00F048BC">
        <w:rPr>
          <w:rFonts w:ascii="Times New Roman" w:hAnsi="Times New Roman"/>
          <w:b/>
          <w:i/>
          <w:color w:val="010202"/>
          <w:spacing w:val="-1"/>
          <w:lang w:val="ru-RU"/>
        </w:rPr>
        <w:t xml:space="preserve"> </w:t>
      </w:r>
      <w:r w:rsidRPr="00F048BC">
        <w:rPr>
          <w:color w:val="010202"/>
          <w:spacing w:val="-1"/>
          <w:w w:val="94"/>
          <w:lang w:val="ru-RU"/>
        </w:rPr>
        <w:t>о</w:t>
      </w:r>
      <w:r w:rsidRPr="00F048BC">
        <w:rPr>
          <w:color w:val="010202"/>
          <w:w w:val="92"/>
          <w:lang w:val="ru-RU"/>
        </w:rPr>
        <w:t>с</w:t>
      </w:r>
      <w:r w:rsidRPr="00F048BC">
        <w:rPr>
          <w:color w:val="010202"/>
          <w:w w:val="87"/>
          <w:lang w:val="ru-RU"/>
        </w:rPr>
        <w:t>в</w:t>
      </w:r>
      <w:r w:rsidRPr="00F048BC">
        <w:rPr>
          <w:color w:val="010202"/>
          <w:spacing w:val="-4"/>
          <w:w w:val="132"/>
          <w:lang w:val="ru-RU"/>
        </w:rPr>
        <w:t>і</w:t>
      </w:r>
      <w:r w:rsidRPr="00F048BC">
        <w:rPr>
          <w:color w:val="010202"/>
          <w:spacing w:val="-2"/>
          <w:w w:val="182"/>
          <w:lang w:val="ru-RU"/>
        </w:rPr>
        <w:t>т</w:t>
      </w:r>
      <w:r w:rsidRPr="00F048BC">
        <w:rPr>
          <w:color w:val="010202"/>
          <w:spacing w:val="-2"/>
          <w:w w:val="98"/>
          <w:lang w:val="ru-RU"/>
        </w:rPr>
        <w:t>я</w:t>
      </w:r>
      <w:r w:rsidRPr="00F048BC">
        <w:rPr>
          <w:color w:val="010202"/>
          <w:w w:val="104"/>
          <w:lang w:val="ru-RU"/>
        </w:rPr>
        <w:t>н</w:t>
      </w:r>
      <w:r w:rsidRPr="00F048BC">
        <w:rPr>
          <w:color w:val="010202"/>
          <w:lang w:val="ru-RU"/>
        </w:rPr>
        <w:t>сь</w:t>
      </w:r>
      <w:r w:rsidRPr="00F048BC">
        <w:rPr>
          <w:color w:val="010202"/>
          <w:spacing w:val="-1"/>
          <w:lang w:val="ru-RU"/>
        </w:rPr>
        <w:t>к</w:t>
      </w:r>
      <w:r w:rsidRPr="00F048BC">
        <w:rPr>
          <w:color w:val="010202"/>
          <w:w w:val="132"/>
          <w:lang w:val="ru-RU"/>
        </w:rPr>
        <w:t>і</w:t>
      </w:r>
      <w:r w:rsidRPr="00F048BC">
        <w:rPr>
          <w:color w:val="010202"/>
          <w:spacing w:val="-6"/>
          <w:lang w:val="ru-RU"/>
        </w:rPr>
        <w:t xml:space="preserve"> </w:t>
      </w:r>
      <w:r w:rsidRPr="00F048BC">
        <w:rPr>
          <w:color w:val="010202"/>
          <w:w w:val="106"/>
          <w:lang w:val="ru-RU"/>
        </w:rPr>
        <w:t>п</w:t>
      </w:r>
      <w:r w:rsidRPr="00F048BC">
        <w:rPr>
          <w:color w:val="010202"/>
          <w:spacing w:val="-1"/>
          <w:w w:val="94"/>
          <w:lang w:val="ru-RU"/>
        </w:rPr>
        <w:t>ро</w:t>
      </w:r>
      <w:r w:rsidRPr="00F048BC">
        <w:rPr>
          <w:color w:val="010202"/>
          <w:spacing w:val="-1"/>
          <w:w w:val="90"/>
          <w:lang w:val="ru-RU"/>
        </w:rPr>
        <w:t>б</w:t>
      </w:r>
      <w:r w:rsidRPr="00F048BC">
        <w:rPr>
          <w:color w:val="010202"/>
          <w:spacing w:val="-2"/>
          <w:w w:val="91"/>
          <w:lang w:val="ru-RU"/>
        </w:rPr>
        <w:t>л</w:t>
      </w:r>
      <w:r w:rsidRPr="00F048BC">
        <w:rPr>
          <w:color w:val="010202"/>
          <w:w w:val="83"/>
          <w:lang w:val="ru-RU"/>
        </w:rPr>
        <w:t>е</w:t>
      </w:r>
      <w:r w:rsidRPr="00F048BC">
        <w:rPr>
          <w:color w:val="010202"/>
          <w:spacing w:val="-1"/>
          <w:w w:val="103"/>
          <w:lang w:val="ru-RU"/>
        </w:rPr>
        <w:t>м</w:t>
      </w:r>
      <w:r w:rsidRPr="00F048BC">
        <w:rPr>
          <w:color w:val="010202"/>
          <w:w w:val="103"/>
          <w:lang w:val="ru-RU"/>
        </w:rPr>
        <w:t>и</w:t>
      </w:r>
      <w:r w:rsidRPr="00F048BC">
        <w:rPr>
          <w:color w:val="010202"/>
          <w:spacing w:val="-4"/>
          <w:lang w:val="ru-RU"/>
        </w:rPr>
        <w:t xml:space="preserve"> </w:t>
      </w:r>
      <w:r w:rsidRPr="00F048BC">
        <w:rPr>
          <w:color w:val="010202"/>
          <w:w w:val="87"/>
          <w:lang w:val="ru-RU"/>
        </w:rPr>
        <w:t>в</w:t>
      </w:r>
      <w:r w:rsidRPr="00F048BC">
        <w:rPr>
          <w:color w:val="010202"/>
          <w:w w:val="103"/>
          <w:lang w:val="ru-RU"/>
        </w:rPr>
        <w:t>и</w:t>
      </w:r>
      <w:r w:rsidRPr="00F048BC">
        <w:rPr>
          <w:color w:val="010202"/>
          <w:w w:val="104"/>
          <w:lang w:val="ru-RU"/>
        </w:rPr>
        <w:t>щ</w:t>
      </w:r>
      <w:r w:rsidRPr="00F048BC">
        <w:rPr>
          <w:color w:val="010202"/>
          <w:spacing w:val="-2"/>
          <w:w w:val="94"/>
          <w:lang w:val="ru-RU"/>
        </w:rPr>
        <w:t>о</w:t>
      </w:r>
      <w:r w:rsidRPr="00F048BC">
        <w:rPr>
          <w:color w:val="010202"/>
          <w:w w:val="105"/>
          <w:lang w:val="ru-RU"/>
        </w:rPr>
        <w:t>ї</w:t>
      </w:r>
      <w:r w:rsidRPr="00F048BC">
        <w:rPr>
          <w:color w:val="010202"/>
          <w:spacing w:val="-4"/>
          <w:lang w:val="ru-RU"/>
        </w:rPr>
        <w:t xml:space="preserve"> </w:t>
      </w:r>
      <w:r w:rsidRPr="00F048BC">
        <w:rPr>
          <w:color w:val="010202"/>
          <w:w w:val="107"/>
          <w:lang w:val="ru-RU"/>
        </w:rPr>
        <w:t>ш</w:t>
      </w:r>
      <w:r w:rsidRPr="00F048BC">
        <w:rPr>
          <w:color w:val="010202"/>
          <w:spacing w:val="-1"/>
          <w:w w:val="119"/>
          <w:lang w:val="ru-RU"/>
        </w:rPr>
        <w:t>к</w:t>
      </w:r>
      <w:r w:rsidRPr="00F048BC">
        <w:rPr>
          <w:color w:val="010202"/>
          <w:spacing w:val="-1"/>
          <w:w w:val="94"/>
          <w:lang w:val="ru-RU"/>
        </w:rPr>
        <w:t>о</w:t>
      </w:r>
      <w:r w:rsidRPr="00F048BC">
        <w:rPr>
          <w:color w:val="010202"/>
          <w:spacing w:val="-1"/>
          <w:w w:val="91"/>
          <w:lang w:val="ru-RU"/>
        </w:rPr>
        <w:t>л</w:t>
      </w:r>
      <w:r w:rsidRPr="00F048BC">
        <w:rPr>
          <w:color w:val="010202"/>
          <w:w w:val="103"/>
          <w:lang w:val="ru-RU"/>
        </w:rPr>
        <w:t>и</w:t>
      </w:r>
      <w:r w:rsidRPr="00F048BC">
        <w:rPr>
          <w:rFonts w:ascii="Times New Roman" w:hAnsi="Times New Roman"/>
          <w:b/>
          <w:i/>
          <w:color w:val="010202"/>
          <w:w w:val="104"/>
          <w:lang w:val="ru-RU"/>
        </w:rPr>
        <w:t>.</w:t>
      </w:r>
      <w:r w:rsidRPr="00F048BC">
        <w:rPr>
          <w:rFonts w:ascii="Times New Roman" w:hAnsi="Times New Roman"/>
          <w:b/>
          <w:i/>
          <w:color w:val="010202"/>
          <w:lang w:val="ru-RU"/>
        </w:rPr>
        <w:tab/>
      </w:r>
      <w:r w:rsidRPr="00664760">
        <w:rPr>
          <w:rFonts w:ascii="Times New Roman" w:hAnsi="Times New Roman"/>
          <w:b/>
          <w:i/>
          <w:noProof/>
          <w:color w:val="010202"/>
          <w:position w:val="1"/>
          <w:lang w:val="ru-RU" w:eastAsia="ru-RU"/>
        </w:rPr>
        <w:pict>
          <v:shape id="image4.png" o:spid="_x0000_i1026" type="#_x0000_t75" style="width:292.5pt;height:10.5pt;visibility:visible">
            <v:imagedata r:id="rId10" o:title=""/>
          </v:shape>
        </w:pict>
      </w:r>
    </w:p>
    <w:p w:rsidR="0052441B" w:rsidRDefault="0052441B">
      <w:pPr>
        <w:pStyle w:val="BodyText"/>
        <w:spacing w:line="199" w:lineRule="exact"/>
        <w:ind w:left="2482"/>
        <w:rPr>
          <w:rFonts w:ascii="Times New Roman"/>
          <w:sz w:val="19"/>
        </w:rPr>
      </w:pPr>
      <w:r>
        <w:rPr>
          <w:noProof/>
          <w:lang w:val="ru-RU" w:eastAsia="ru-RU"/>
        </w:rPr>
      </w:r>
      <w:r w:rsidRPr="00BC41AD">
        <w:rPr>
          <w:rFonts w:ascii="Times New Roman"/>
          <w:position w:val="-3"/>
          <w:sz w:val="19"/>
        </w:rPr>
        <w:pict>
          <v:group id="_x0000_s1053" style="width:99.75pt;height:9.95pt;mso-position-horizontal-relative:char;mso-position-vertical-relative:line" coordsize="1995,199">
            <v:line id="_x0000_s1054" style="position:absolute" from="1,36" to="1994,36" strokecolor="#010202" strokeweight="1.2436mm"/>
            <v:rect id="_x0000_s1055" style="position:absolute;width:1994;height:71" filled="f" strokecolor="#010202" strokeweight=".02825mm"/>
            <v:line id="_x0000_s1056" style="position:absolute" from="411,128" to="1590,128" strokecolor="#010202" strokeweight=".76317mm"/>
            <v:rect id="_x0000_s1057" style="position:absolute;left:410;top:106;width:1180;height:44" filled="f" strokecolor="#010202" strokeweight=".02825mm"/>
            <v:line id="_x0000_s1058" style="position:absolute" from="736,190" to="1263,190" strokecolor="#010202" strokeweight=".28261mm"/>
            <v:line id="_x0000_s1059" style="position:absolute" from="735,190" to="1264,190" strokecolor="#010202" strokeweight=".31106mm"/>
            <w10:anchorlock/>
          </v:group>
        </w:pict>
      </w:r>
    </w:p>
    <w:p w:rsidR="0052441B" w:rsidRDefault="0052441B">
      <w:pPr>
        <w:pStyle w:val="BodyText"/>
        <w:rPr>
          <w:rFonts w:ascii="Times New Roman"/>
          <w:b/>
          <w:i/>
          <w:sz w:val="20"/>
        </w:rPr>
      </w:pPr>
    </w:p>
    <w:p w:rsidR="0052441B" w:rsidRDefault="0052441B">
      <w:pPr>
        <w:pStyle w:val="BodyText"/>
        <w:rPr>
          <w:rFonts w:ascii="Times New Roman"/>
          <w:b/>
          <w:i/>
          <w:sz w:val="20"/>
        </w:rPr>
      </w:pPr>
    </w:p>
    <w:p w:rsidR="0052441B" w:rsidRPr="00F048BC" w:rsidRDefault="0052441B">
      <w:pPr>
        <w:pStyle w:val="BodyText"/>
        <w:spacing w:before="6"/>
        <w:rPr>
          <w:rFonts w:ascii="Times New Roman"/>
          <w:b/>
          <w:i/>
          <w:sz w:val="26"/>
          <w:lang w:val="uk-UA"/>
        </w:rPr>
      </w:pPr>
      <w:r>
        <w:rPr>
          <w:noProof/>
          <w:lang w:val="ru-RU" w:eastAsia="ru-RU"/>
        </w:rPr>
        <w:pict>
          <v:shape id="image5.png" o:spid="_x0000_s1060" type="#_x0000_t75" style="position:absolute;margin-left:481.65pt;margin-top:17.25pt;width:152.8pt;height:14.9pt;z-index:-251662336;visibility:visible;mso-wrap-distance-left:0;mso-wrap-distance-right:0;mso-position-horizontal-relative:page">
            <v:imagedata r:id="rId11" o:title=""/>
            <w10:wrap type="topAndBottom" anchorx="page"/>
          </v:shape>
        </w:pict>
      </w:r>
    </w:p>
    <w:p w:rsidR="0052441B" w:rsidRDefault="0052441B">
      <w:pPr>
        <w:pStyle w:val="BodyText"/>
        <w:spacing w:before="2"/>
        <w:rPr>
          <w:rFonts w:ascii="Times New Roman"/>
          <w:b/>
          <w:i/>
          <w:sz w:val="12"/>
        </w:rPr>
      </w:pPr>
    </w:p>
    <w:p w:rsidR="0052441B" w:rsidRPr="00F048BC" w:rsidRDefault="0052441B">
      <w:pPr>
        <w:spacing w:before="81" w:line="187" w:lineRule="exact"/>
        <w:ind w:left="721" w:right="9006"/>
        <w:jc w:val="center"/>
        <w:rPr>
          <w:rFonts w:ascii="Times New Roman" w:hAnsi="Times New Roman"/>
          <w:b/>
          <w:sz w:val="16"/>
          <w:lang w:val="ru-RU"/>
        </w:rPr>
      </w:pPr>
      <w:r w:rsidRPr="00F048BC">
        <w:rPr>
          <w:color w:val="010202"/>
          <w:sz w:val="16"/>
          <w:lang w:val="ru-RU"/>
        </w:rPr>
        <w:t>Підп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 xml:space="preserve">до друку 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20.06.01. </w:t>
      </w:r>
      <w:r w:rsidRPr="00F048BC">
        <w:rPr>
          <w:color w:val="010202"/>
          <w:sz w:val="16"/>
          <w:lang w:val="ru-RU"/>
        </w:rPr>
        <w:t xml:space="preserve">Формат 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60</w:t>
      </w:r>
      <w:r>
        <w:rPr>
          <w:rFonts w:ascii="Symbol" w:hAnsi="Symbol"/>
          <w:b/>
          <w:color w:val="010202"/>
          <w:sz w:val="16"/>
        </w:rPr>
        <w:t>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84/</w:t>
      </w:r>
      <w:r w:rsidRPr="00F048BC">
        <w:rPr>
          <w:rFonts w:ascii="Times New Roman" w:hAnsi="Times New Roman"/>
          <w:b/>
          <w:color w:val="010202"/>
          <w:sz w:val="16"/>
          <w:vertAlign w:val="subscript"/>
          <w:lang w:val="ru-RU"/>
        </w:rPr>
        <w:t>16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>Папір офсетний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>Друк офсетний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</w:p>
    <w:p w:rsidR="0052441B" w:rsidRDefault="0052441B">
      <w:pPr>
        <w:spacing w:line="166" w:lineRule="exact"/>
        <w:ind w:left="721" w:right="9006"/>
        <w:jc w:val="center"/>
        <w:rPr>
          <w:rFonts w:ascii="Times New Roman" w:hAnsi="Times New Roman"/>
          <w:b/>
          <w:sz w:val="16"/>
        </w:rPr>
      </w:pPr>
      <w:r w:rsidRPr="00F048BC">
        <w:rPr>
          <w:color w:val="010202"/>
          <w:sz w:val="16"/>
          <w:lang w:val="ru-RU"/>
        </w:rPr>
        <w:t>Ум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>др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>арк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. 8.75. </w:t>
      </w:r>
      <w:r w:rsidRPr="00F048BC">
        <w:rPr>
          <w:color w:val="010202"/>
          <w:sz w:val="16"/>
          <w:lang w:val="ru-RU"/>
        </w:rPr>
        <w:t>Ум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>фарбо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-</w:t>
      </w:r>
      <w:r w:rsidRPr="00F048BC">
        <w:rPr>
          <w:color w:val="010202"/>
          <w:sz w:val="16"/>
          <w:lang w:val="ru-RU"/>
        </w:rPr>
        <w:t>відб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. 9.00. </w:t>
      </w:r>
      <w:r w:rsidRPr="00F048BC">
        <w:rPr>
          <w:color w:val="010202"/>
          <w:sz w:val="16"/>
          <w:lang w:val="ru-RU"/>
        </w:rPr>
        <w:t>Облік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.-</w:t>
      </w:r>
      <w:r w:rsidRPr="00F048BC">
        <w:rPr>
          <w:color w:val="010202"/>
          <w:sz w:val="16"/>
          <w:lang w:val="ru-RU"/>
        </w:rPr>
        <w:t>вид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-</w:t>
      </w:r>
      <w:r w:rsidRPr="00F048BC">
        <w:rPr>
          <w:color w:val="010202"/>
          <w:sz w:val="16"/>
          <w:lang w:val="ru-RU"/>
        </w:rPr>
        <w:t>арк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. </w:t>
      </w:r>
      <w:r>
        <w:rPr>
          <w:rFonts w:ascii="Times New Roman" w:hAnsi="Times New Roman"/>
          <w:b/>
          <w:color w:val="010202"/>
          <w:sz w:val="16"/>
        </w:rPr>
        <w:t xml:space="preserve">8.88. </w:t>
      </w:r>
      <w:r>
        <w:rPr>
          <w:color w:val="010202"/>
          <w:sz w:val="16"/>
        </w:rPr>
        <w:t xml:space="preserve">Тираж </w:t>
      </w:r>
      <w:r>
        <w:rPr>
          <w:rFonts w:ascii="Times New Roman" w:hAnsi="Times New Roman"/>
          <w:b/>
          <w:color w:val="010202"/>
          <w:sz w:val="16"/>
        </w:rPr>
        <w:t xml:space="preserve">250 </w:t>
      </w:r>
      <w:r>
        <w:rPr>
          <w:color w:val="010202"/>
          <w:sz w:val="16"/>
        </w:rPr>
        <w:t>прим</w:t>
      </w:r>
      <w:r>
        <w:rPr>
          <w:rFonts w:ascii="Times New Roman" w:hAnsi="Times New Roman"/>
          <w:b/>
          <w:color w:val="010202"/>
          <w:sz w:val="16"/>
        </w:rPr>
        <w:t>.</w:t>
      </w:r>
    </w:p>
    <w:p w:rsidR="0052441B" w:rsidRDefault="0052441B">
      <w:pPr>
        <w:spacing w:line="175" w:lineRule="exact"/>
        <w:ind w:left="720" w:right="9006"/>
        <w:jc w:val="center"/>
        <w:rPr>
          <w:rFonts w:ascii="Times New Roman" w:hAnsi="Times New Roman"/>
          <w:b/>
          <w:i/>
          <w:sz w:val="16"/>
        </w:rPr>
      </w:pPr>
      <w:r>
        <w:rPr>
          <w:color w:val="010202"/>
          <w:sz w:val="16"/>
        </w:rPr>
        <w:t>Зам</w:t>
      </w:r>
      <w:r>
        <w:rPr>
          <w:rFonts w:ascii="Times New Roman" w:hAnsi="Times New Roman"/>
          <w:b/>
          <w:color w:val="010202"/>
          <w:sz w:val="16"/>
        </w:rPr>
        <w:t xml:space="preserve">. </w:t>
      </w:r>
      <w:r>
        <w:rPr>
          <w:color w:val="010202"/>
          <w:sz w:val="16"/>
        </w:rPr>
        <w:t xml:space="preserve">№ </w:t>
      </w:r>
      <w:r>
        <w:rPr>
          <w:rFonts w:ascii="Times New Roman" w:hAnsi="Times New Roman"/>
          <w:b/>
          <w:i/>
          <w:color w:val="010202"/>
          <w:sz w:val="16"/>
        </w:rPr>
        <w:t>43/2001</w:t>
      </w:r>
    </w:p>
    <w:p w:rsidR="0052441B" w:rsidRDefault="0052441B">
      <w:pPr>
        <w:pStyle w:val="BodyText"/>
        <w:spacing w:line="30" w:lineRule="exact"/>
        <w:ind w:left="191"/>
        <w:rPr>
          <w:rFonts w:ascii="Times New Roman"/>
          <w:sz w:val="3"/>
        </w:rPr>
      </w:pPr>
      <w:r>
        <w:rPr>
          <w:noProof/>
          <w:lang w:val="ru-RU" w:eastAsia="ru-RU"/>
        </w:rPr>
      </w:r>
      <w:r w:rsidRPr="00C44FB8">
        <w:rPr>
          <w:rFonts w:ascii="Times New Roman"/>
          <w:sz w:val="3"/>
        </w:rPr>
        <w:pict>
          <v:group id="_x0000_s1061" style="width:330.8pt;height:1.45pt;mso-position-horizontal-relative:char;mso-position-vertical-relative:line" coordsize="6616,29">
            <v:line id="_x0000_s1062" style="position:absolute" from="0,14" to="6615,14" strokecolor="#010202" strokeweight=".50867mm"/>
            <w10:anchorlock/>
          </v:group>
        </w:pict>
      </w:r>
    </w:p>
    <w:p w:rsidR="0052441B" w:rsidRPr="00F048BC" w:rsidRDefault="0052441B">
      <w:pPr>
        <w:spacing w:line="154" w:lineRule="exact"/>
        <w:ind w:left="721" w:right="9006"/>
        <w:jc w:val="center"/>
        <w:rPr>
          <w:sz w:val="16"/>
          <w:lang w:val="ru-RU"/>
        </w:rPr>
      </w:pPr>
      <w:r w:rsidRPr="00F048BC">
        <w:rPr>
          <w:color w:val="010202"/>
          <w:sz w:val="16"/>
          <w:lang w:val="ru-RU"/>
        </w:rPr>
        <w:t>Видавець</w:t>
      </w:r>
      <w:r w:rsidRPr="00F048BC">
        <w:rPr>
          <w:rFonts w:ascii="Times New Roman" w:hAnsi="Times New Roman"/>
          <w:color w:val="010202"/>
          <w:sz w:val="16"/>
          <w:lang w:val="ru-RU"/>
        </w:rPr>
        <w:t xml:space="preserve">: </w:t>
      </w:r>
      <w:r w:rsidRPr="00F048BC">
        <w:rPr>
          <w:color w:val="010202"/>
          <w:sz w:val="16"/>
          <w:lang w:val="ru-RU"/>
        </w:rPr>
        <w:t>Редакційно</w:t>
      </w:r>
      <w:r w:rsidRPr="00F048BC">
        <w:rPr>
          <w:rFonts w:ascii="Times New Roman" w:hAnsi="Times New Roman"/>
          <w:color w:val="010202"/>
          <w:sz w:val="16"/>
          <w:lang w:val="ru-RU"/>
        </w:rPr>
        <w:t>-</w:t>
      </w:r>
      <w:r w:rsidRPr="00F048BC">
        <w:rPr>
          <w:color w:val="010202"/>
          <w:sz w:val="16"/>
          <w:lang w:val="ru-RU"/>
        </w:rPr>
        <w:t>видавничий центр УкрДЛТУ</w:t>
      </w:r>
    </w:p>
    <w:p w:rsidR="0052441B" w:rsidRDefault="0052441B">
      <w:pPr>
        <w:spacing w:line="166" w:lineRule="exact"/>
        <w:ind w:left="721" w:right="9006"/>
        <w:jc w:val="center"/>
        <w:rPr>
          <w:rFonts w:ascii="Times New Roman" w:hAnsi="Times New Roman"/>
          <w:sz w:val="16"/>
        </w:rPr>
      </w:pPr>
      <w:smartTag w:uri="urn:schemas-microsoft-com:office:smarttags" w:element="metricconverter">
        <w:smartTagPr>
          <w:attr w:name="ProductID" w:val="79057, м"/>
        </w:smartTagPr>
        <w:r w:rsidRPr="00F048BC">
          <w:rPr>
            <w:rFonts w:ascii="Times New Roman" w:hAnsi="Times New Roman"/>
            <w:color w:val="010202"/>
            <w:sz w:val="16"/>
            <w:lang w:val="ru-RU"/>
          </w:rPr>
          <w:t xml:space="preserve">79057, </w:t>
        </w:r>
        <w:r w:rsidRPr="00F048BC">
          <w:rPr>
            <w:color w:val="010202"/>
            <w:sz w:val="16"/>
            <w:lang w:val="ru-RU"/>
          </w:rPr>
          <w:t>м</w:t>
        </w:r>
      </w:smartTag>
      <w:r w:rsidRPr="00F048BC">
        <w:rPr>
          <w:rFonts w:ascii="Times New Roman" w:hAnsi="Times New Roman"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>Львів</w:t>
      </w:r>
      <w:r w:rsidRPr="00F048BC">
        <w:rPr>
          <w:rFonts w:ascii="Times New Roman" w:hAnsi="Times New Roman"/>
          <w:color w:val="010202"/>
          <w:sz w:val="16"/>
          <w:lang w:val="ru-RU"/>
        </w:rPr>
        <w:t xml:space="preserve">, </w:t>
      </w:r>
      <w:r w:rsidRPr="00F048BC">
        <w:rPr>
          <w:color w:val="010202"/>
          <w:sz w:val="16"/>
          <w:lang w:val="ru-RU"/>
        </w:rPr>
        <w:t>вул</w:t>
      </w:r>
      <w:r w:rsidRPr="00F048BC">
        <w:rPr>
          <w:rFonts w:ascii="Times New Roman" w:hAnsi="Times New Roman"/>
          <w:color w:val="010202"/>
          <w:sz w:val="16"/>
          <w:lang w:val="ru-RU"/>
        </w:rPr>
        <w:t xml:space="preserve">. </w:t>
      </w:r>
      <w:r>
        <w:rPr>
          <w:color w:val="010202"/>
          <w:sz w:val="16"/>
        </w:rPr>
        <w:t>Ген</w:t>
      </w:r>
      <w:r>
        <w:rPr>
          <w:rFonts w:ascii="Times New Roman" w:hAnsi="Times New Roman"/>
          <w:color w:val="010202"/>
          <w:sz w:val="16"/>
        </w:rPr>
        <w:t xml:space="preserve">. </w:t>
      </w:r>
      <w:r>
        <w:rPr>
          <w:color w:val="010202"/>
          <w:sz w:val="16"/>
        </w:rPr>
        <w:t>Чупринки</w:t>
      </w:r>
      <w:r>
        <w:rPr>
          <w:rFonts w:ascii="Times New Roman" w:hAnsi="Times New Roman"/>
          <w:color w:val="010202"/>
          <w:sz w:val="16"/>
        </w:rPr>
        <w:t>, 103</w:t>
      </w:r>
    </w:p>
    <w:p w:rsidR="0052441B" w:rsidRDefault="0052441B">
      <w:pPr>
        <w:spacing w:line="175" w:lineRule="exact"/>
        <w:ind w:left="721" w:right="9006"/>
        <w:jc w:val="center"/>
        <w:rPr>
          <w:rFonts w:ascii="Times New Roman" w:hAnsi="Times New Roman"/>
          <w:sz w:val="16"/>
        </w:rPr>
      </w:pPr>
      <w:r>
        <w:rPr>
          <w:color w:val="010202"/>
          <w:sz w:val="16"/>
        </w:rPr>
        <w:t>тел</w:t>
      </w:r>
      <w:r>
        <w:rPr>
          <w:rFonts w:ascii="Times New Roman" w:hAnsi="Times New Roman"/>
          <w:color w:val="010202"/>
          <w:sz w:val="16"/>
        </w:rPr>
        <w:t>./</w:t>
      </w:r>
      <w:r>
        <w:rPr>
          <w:color w:val="010202"/>
          <w:sz w:val="16"/>
        </w:rPr>
        <w:t>факс</w:t>
      </w:r>
      <w:r>
        <w:rPr>
          <w:rFonts w:ascii="Times New Roman" w:hAnsi="Times New Roman"/>
          <w:color w:val="010202"/>
          <w:sz w:val="16"/>
        </w:rPr>
        <w:t>. (0322) 97-17-65</w:t>
      </w:r>
    </w:p>
    <w:p w:rsidR="0052441B" w:rsidRDefault="0052441B">
      <w:pPr>
        <w:pStyle w:val="Heading1"/>
        <w:tabs>
          <w:tab w:val="left" w:pos="11029"/>
        </w:tabs>
        <w:rPr>
          <w:rFonts w:ascii="Times New Roman"/>
        </w:rPr>
      </w:pPr>
      <w:r>
        <w:rPr>
          <w:noProof/>
          <w:lang w:val="ru-RU" w:eastAsia="ru-RU"/>
        </w:rPr>
      </w:r>
      <w:r w:rsidRPr="00C44FB8">
        <w:rPr>
          <w:rFonts w:ascii="Times New Roman"/>
        </w:rPr>
        <w:pict>
          <v:group id="_x0000_s1063" style="width:330.8pt;height:12.15pt;mso-position-horizontal-relative:char;mso-position-vertical-relative:line" coordsize="6616,243">
            <v:line id="_x0000_s1064" style="position:absolute" from="2312,80" to="4305,80" strokecolor="#010202" strokeweight="1.2437mm"/>
            <v:rect id="_x0000_s1065" style="position:absolute;left:2311;top:44;width:1994;height:71" filled="f" strokecolor="#010202" strokeweight=".02825mm"/>
            <v:line id="_x0000_s1066" style="position:absolute" from="2722,172" to="3901,172" strokecolor="#010202" strokeweight=".763mm"/>
            <v:rect id="_x0000_s1067" style="position:absolute;left:2722;top:150;width:1180;height:44" filled="f" strokecolor="#010202" strokeweight=".02825mm"/>
            <v:line id="_x0000_s1068" style="position:absolute" from="3047,234" to="3574,234" strokecolor="#010202" strokeweight=".28261mm"/>
            <v:line id="_x0000_s1069" style="position:absolute" from="3046,234" to="3575,234" strokecolor="#010202" strokeweight=".31061mm"/>
            <v:line id="_x0000_s1070" style="position:absolute" from="0,14" to="6615,14" strokecolor="#010202" strokeweight=".50883mm"/>
            <w10:anchorlock/>
          </v:group>
        </w:pict>
      </w:r>
      <w:r>
        <w:rPr>
          <w:rFonts w:ascii="Times New Roman"/>
        </w:rPr>
        <w:tab/>
      </w:r>
      <w:r w:rsidRPr="00664760">
        <w:rPr>
          <w:rFonts w:ascii="Times New Roman"/>
          <w:noProof/>
          <w:position w:val="7"/>
          <w:lang w:val="ru-RU" w:eastAsia="ru-RU"/>
        </w:rPr>
        <w:pict>
          <v:shape id="image7.png" o:spid="_x0000_i1030" type="#_x0000_t75" style="width:63.75pt;height:8.25pt;visibility:visible">
            <v:imagedata r:id="rId12" o:title=""/>
          </v:shape>
        </w:pict>
      </w:r>
    </w:p>
    <w:p w:rsidR="0052441B" w:rsidRDefault="0052441B">
      <w:pPr>
        <w:pStyle w:val="BodyText"/>
        <w:rPr>
          <w:rFonts w:ascii="Times New Roman"/>
          <w:sz w:val="20"/>
        </w:rPr>
      </w:pPr>
    </w:p>
    <w:p w:rsidR="0052441B" w:rsidRDefault="0052441B">
      <w:pPr>
        <w:pStyle w:val="BodyText"/>
        <w:spacing w:before="7"/>
        <w:rPr>
          <w:rFonts w:ascii="Times New Roman"/>
        </w:rPr>
      </w:pPr>
      <w:r>
        <w:rPr>
          <w:noProof/>
          <w:lang w:val="ru-RU" w:eastAsia="ru-RU"/>
        </w:rPr>
        <w:pict>
          <v:line id="_x0000_s1071" style="position:absolute;z-index:-251660288;mso-wrap-distance-left:0;mso-wrap-distance-right:0;mso-position-horizontal-relative:page" from="46.35pt,13.15pt" to="379.2pt,13.15pt" strokecolor="#010202" strokeweight=".33917mm">
            <w10:wrap type="topAndBottom" anchorx="page"/>
          </v:line>
        </w:pict>
      </w:r>
    </w:p>
    <w:p w:rsidR="0052441B" w:rsidRDefault="0052441B">
      <w:pPr>
        <w:tabs>
          <w:tab w:val="left" w:pos="4077"/>
        </w:tabs>
        <w:ind w:left="208"/>
        <w:rPr>
          <w:sz w:val="13"/>
        </w:rPr>
      </w:pPr>
      <w:r>
        <w:rPr>
          <w:rFonts w:ascii="Times New Roman" w:hAnsi="Times New Roman"/>
          <w:color w:val="010202"/>
          <w:sz w:val="17"/>
        </w:rPr>
        <w:t>140</w:t>
      </w:r>
      <w:r>
        <w:rPr>
          <w:rFonts w:ascii="Times New Roman" w:hAnsi="Times New Roman"/>
          <w:color w:val="010202"/>
          <w:sz w:val="17"/>
        </w:rPr>
        <w:tab/>
      </w:r>
      <w:r>
        <w:rPr>
          <w:color w:val="010202"/>
          <w:position w:val="1"/>
          <w:sz w:val="13"/>
        </w:rPr>
        <w:t>Розробка сучасних технологій</w:t>
      </w:r>
      <w:r>
        <w:rPr>
          <w:color w:val="010202"/>
          <w:spacing w:val="-11"/>
          <w:position w:val="1"/>
          <w:sz w:val="13"/>
        </w:rPr>
        <w:t xml:space="preserve"> </w:t>
      </w:r>
      <w:r>
        <w:rPr>
          <w:color w:val="010202"/>
          <w:position w:val="1"/>
          <w:sz w:val="13"/>
        </w:rPr>
        <w:t>деревообробки</w:t>
      </w:r>
    </w:p>
    <w:p w:rsidR="0052441B" w:rsidRDefault="0052441B">
      <w:pPr>
        <w:rPr>
          <w:sz w:val="13"/>
        </w:rPr>
        <w:sectPr w:rsidR="0052441B">
          <w:type w:val="continuous"/>
          <w:pgSz w:w="16840" w:h="11900" w:orient="landscape"/>
          <w:pgMar w:top="760" w:right="780" w:bottom="280" w:left="740" w:header="720" w:footer="720" w:gutter="0"/>
          <w:cols w:space="720"/>
        </w:sectPr>
      </w:pPr>
    </w:p>
    <w:p w:rsidR="0052441B" w:rsidRDefault="0052441B">
      <w:pPr>
        <w:pStyle w:val="BodyText"/>
        <w:spacing w:line="48" w:lineRule="exact"/>
        <w:ind w:left="8522"/>
        <w:rPr>
          <w:sz w:val="4"/>
        </w:rPr>
      </w:pPr>
    </w:p>
    <w:p w:rsidR="0052441B" w:rsidRDefault="0052441B">
      <w:pPr>
        <w:pStyle w:val="Heading1"/>
        <w:tabs>
          <w:tab w:val="left" w:pos="8573"/>
        </w:tabs>
        <w:ind w:left="237"/>
      </w:pPr>
      <w:r>
        <w:rPr>
          <w:noProof/>
          <w:lang w:val="ru-RU" w:eastAsia="ru-RU"/>
        </w:rPr>
      </w:r>
      <w:r w:rsidRPr="00BC41AD">
        <w:rPr>
          <w:position w:val="4"/>
        </w:rPr>
        <w:pict>
          <v:shape id="_x0000_s1072" type="#_x0000_t202" style="width:326.3pt;height:26pt;mso-position-horizontal-relative:char;mso-position-vertical-relative:line" filled="f" strokecolor="#010202" strokeweight=".50883mm">
            <v:stroke linestyle="thinThin"/>
            <v:textbox style="mso-next-textbox:#_x0000_s1072" inset="0,0,0,0">
              <w:txbxContent>
                <w:p w:rsidR="0052441B" w:rsidRDefault="0052441B">
                  <w:pPr>
                    <w:spacing w:before="80"/>
                    <w:ind w:left="213"/>
                    <w:rPr>
                      <w:rFonts w:ascii="Verdana" w:hAnsi="Verdana"/>
                      <w:sz w:val="24"/>
                    </w:rPr>
                  </w:pPr>
                  <w:r>
                    <w:rPr>
                      <w:rFonts w:ascii="Verdana" w:hAnsi="Verdana"/>
                      <w:color w:val="010202"/>
                      <w:w w:val="130"/>
                      <w:sz w:val="24"/>
                    </w:rPr>
                    <w:t>ЗБІРНИК</w:t>
                  </w:r>
                  <w:r>
                    <w:rPr>
                      <w:rFonts w:ascii="Verdana" w:hAnsi="Verdana"/>
                      <w:color w:val="010202"/>
                      <w:spacing w:val="-64"/>
                      <w:w w:val="130"/>
                      <w:sz w:val="24"/>
                    </w:rPr>
                    <w:t xml:space="preserve"> </w:t>
                  </w:r>
                  <w:r>
                    <w:rPr>
                      <w:rFonts w:ascii="Verdana" w:hAnsi="Verdana"/>
                      <w:color w:val="010202"/>
                      <w:w w:val="130"/>
                      <w:sz w:val="24"/>
                    </w:rPr>
                    <w:t>НАУКОВО-ТЕХНІЧНИХ</w:t>
                  </w:r>
                  <w:r>
                    <w:rPr>
                      <w:rFonts w:ascii="Verdana" w:hAnsi="Verdana"/>
                      <w:color w:val="010202"/>
                      <w:spacing w:val="-63"/>
                      <w:w w:val="130"/>
                      <w:sz w:val="24"/>
                    </w:rPr>
                    <w:t xml:space="preserve"> </w:t>
                  </w:r>
                  <w:r>
                    <w:rPr>
                      <w:rFonts w:ascii="Verdana" w:hAnsi="Verdana"/>
                      <w:color w:val="010202"/>
                      <w:w w:val="130"/>
                      <w:sz w:val="24"/>
                    </w:rPr>
                    <w:t>ПРАЦЬ</w:t>
                  </w:r>
                </w:p>
              </w:txbxContent>
            </v:textbox>
            <w10:anchorlock/>
          </v:shape>
        </w:pict>
      </w:r>
      <w:r>
        <w:rPr>
          <w:position w:val="4"/>
        </w:rPr>
        <w:tab/>
      </w:r>
    </w:p>
    <w:p w:rsidR="0052441B" w:rsidRDefault="0052441B">
      <w:pPr>
        <w:pStyle w:val="BodyText"/>
        <w:spacing w:before="11"/>
        <w:rPr>
          <w:sz w:val="10"/>
        </w:rPr>
      </w:pPr>
    </w:p>
    <w:p w:rsidR="0052441B" w:rsidRDefault="0052441B">
      <w:pPr>
        <w:spacing w:before="77"/>
        <w:ind w:left="206" w:right="8492" w:firstLine="568"/>
        <w:jc w:val="both"/>
        <w:rPr>
          <w:rFonts w:ascii="Times New Roman" w:hAnsi="Times New Roman"/>
          <w:sz w:val="20"/>
        </w:rPr>
      </w:pPr>
      <w:r w:rsidRPr="00F048BC">
        <w:rPr>
          <w:color w:val="010202"/>
          <w:sz w:val="21"/>
          <w:lang w:val="ru-RU"/>
        </w:rPr>
        <w:t>НАУКОВИЙ</w:t>
      </w:r>
      <w:r w:rsidRPr="00F048BC">
        <w:rPr>
          <w:color w:val="010202"/>
          <w:sz w:val="21"/>
        </w:rPr>
        <w:t xml:space="preserve"> </w:t>
      </w:r>
      <w:r w:rsidRPr="00F048BC">
        <w:rPr>
          <w:color w:val="010202"/>
          <w:sz w:val="21"/>
          <w:lang w:val="ru-RU"/>
        </w:rPr>
        <w:t>ВІСНИК</w:t>
      </w:r>
      <w:r w:rsidRPr="00F048BC">
        <w:rPr>
          <w:rFonts w:ascii="Times New Roman" w:hAnsi="Times New Roman"/>
          <w:color w:val="010202"/>
          <w:sz w:val="20"/>
        </w:rPr>
        <w:t xml:space="preserve">: </w:t>
      </w:r>
      <w:r w:rsidRPr="00F048BC">
        <w:rPr>
          <w:color w:val="010202"/>
          <w:sz w:val="20"/>
          <w:lang w:val="ru-RU"/>
        </w:rPr>
        <w:t>Розробка</w:t>
      </w:r>
      <w:r w:rsidRPr="00F048BC">
        <w:rPr>
          <w:color w:val="010202"/>
          <w:sz w:val="20"/>
        </w:rPr>
        <w:t xml:space="preserve"> </w:t>
      </w:r>
      <w:r w:rsidRPr="00F048BC">
        <w:rPr>
          <w:color w:val="010202"/>
          <w:sz w:val="20"/>
          <w:lang w:val="ru-RU"/>
        </w:rPr>
        <w:t>сучасних</w:t>
      </w:r>
      <w:r w:rsidRPr="00F048BC">
        <w:rPr>
          <w:color w:val="010202"/>
          <w:sz w:val="20"/>
        </w:rPr>
        <w:t xml:space="preserve"> </w:t>
      </w:r>
      <w:r w:rsidRPr="00F048BC">
        <w:rPr>
          <w:color w:val="010202"/>
          <w:sz w:val="20"/>
          <w:lang w:val="ru-RU"/>
        </w:rPr>
        <w:t>технологій</w:t>
      </w:r>
      <w:r w:rsidRPr="00F048BC">
        <w:rPr>
          <w:color w:val="010202"/>
          <w:sz w:val="20"/>
        </w:rPr>
        <w:t xml:space="preserve"> </w:t>
      </w:r>
      <w:r w:rsidRPr="00F048BC">
        <w:rPr>
          <w:color w:val="010202"/>
          <w:sz w:val="20"/>
          <w:lang w:val="ru-RU"/>
        </w:rPr>
        <w:t>деревооб</w:t>
      </w:r>
      <w:r w:rsidRPr="00F048BC">
        <w:rPr>
          <w:rFonts w:ascii="Times New Roman" w:hAnsi="Times New Roman"/>
          <w:color w:val="010202"/>
          <w:sz w:val="20"/>
        </w:rPr>
        <w:t xml:space="preserve">- </w:t>
      </w:r>
      <w:r w:rsidRPr="00F048BC">
        <w:rPr>
          <w:color w:val="010202"/>
          <w:sz w:val="20"/>
          <w:lang w:val="ru-RU"/>
        </w:rPr>
        <w:t>робки</w:t>
      </w:r>
      <w:r w:rsidRPr="00F048BC">
        <w:rPr>
          <w:rFonts w:ascii="Times New Roman" w:hAnsi="Times New Roman"/>
          <w:color w:val="010202"/>
          <w:sz w:val="20"/>
        </w:rPr>
        <w:t xml:space="preserve">/ </w:t>
      </w:r>
      <w:r w:rsidRPr="00F048BC">
        <w:rPr>
          <w:color w:val="010202"/>
          <w:sz w:val="20"/>
          <w:lang w:val="ru-RU"/>
        </w:rPr>
        <w:t>Збірник</w:t>
      </w:r>
      <w:r w:rsidRPr="00F048BC">
        <w:rPr>
          <w:color w:val="010202"/>
          <w:sz w:val="20"/>
        </w:rPr>
        <w:t xml:space="preserve"> </w:t>
      </w:r>
      <w:r w:rsidRPr="00F048BC">
        <w:rPr>
          <w:color w:val="010202"/>
          <w:sz w:val="20"/>
          <w:lang w:val="ru-RU"/>
        </w:rPr>
        <w:t>науково</w:t>
      </w:r>
      <w:r w:rsidRPr="00F048BC">
        <w:rPr>
          <w:rFonts w:ascii="Times New Roman" w:hAnsi="Times New Roman"/>
          <w:color w:val="010202"/>
          <w:sz w:val="20"/>
        </w:rPr>
        <w:t>-</w:t>
      </w:r>
      <w:r w:rsidRPr="00F048BC">
        <w:rPr>
          <w:color w:val="010202"/>
          <w:sz w:val="20"/>
          <w:lang w:val="ru-RU"/>
        </w:rPr>
        <w:t>технічних</w:t>
      </w:r>
      <w:r w:rsidRPr="00F048BC">
        <w:rPr>
          <w:color w:val="010202"/>
          <w:sz w:val="20"/>
        </w:rPr>
        <w:t xml:space="preserve"> </w:t>
      </w:r>
      <w:r w:rsidRPr="00F048BC">
        <w:rPr>
          <w:color w:val="010202"/>
          <w:sz w:val="20"/>
          <w:lang w:val="ru-RU"/>
        </w:rPr>
        <w:t>праць</w:t>
      </w:r>
      <w:r w:rsidRPr="00F048BC">
        <w:rPr>
          <w:rFonts w:ascii="Times New Roman" w:hAnsi="Times New Roman"/>
          <w:color w:val="010202"/>
          <w:sz w:val="20"/>
        </w:rPr>
        <w:t xml:space="preserve">. </w:t>
      </w:r>
      <w:r>
        <w:rPr>
          <w:rFonts w:ascii="Symbol" w:hAnsi="Symbol"/>
          <w:color w:val="010202"/>
          <w:sz w:val="20"/>
        </w:rPr>
        <w:t></w:t>
      </w:r>
      <w:r>
        <w:rPr>
          <w:rFonts w:ascii="Times New Roman" w:hAnsi="Times New Roman"/>
          <w:color w:val="010202"/>
          <w:sz w:val="20"/>
        </w:rPr>
        <w:t xml:space="preserve"> </w:t>
      </w:r>
      <w:r>
        <w:rPr>
          <w:color w:val="010202"/>
          <w:sz w:val="20"/>
        </w:rPr>
        <w:t>Львів</w:t>
      </w:r>
      <w:r>
        <w:rPr>
          <w:rFonts w:ascii="Times New Roman" w:hAnsi="Times New Roman"/>
          <w:color w:val="010202"/>
          <w:sz w:val="20"/>
        </w:rPr>
        <w:t xml:space="preserve">: </w:t>
      </w:r>
      <w:r>
        <w:rPr>
          <w:color w:val="010202"/>
          <w:sz w:val="20"/>
        </w:rPr>
        <w:t>УкрДЛТУ</w:t>
      </w:r>
      <w:r>
        <w:rPr>
          <w:rFonts w:ascii="Times New Roman" w:hAnsi="Times New Roman"/>
          <w:color w:val="010202"/>
          <w:sz w:val="20"/>
        </w:rPr>
        <w:t xml:space="preserve">. </w:t>
      </w:r>
      <w:r>
        <w:rPr>
          <w:rFonts w:ascii="Symbol" w:hAnsi="Symbol"/>
          <w:color w:val="010202"/>
          <w:sz w:val="20"/>
        </w:rPr>
        <w:t></w:t>
      </w:r>
      <w:r>
        <w:rPr>
          <w:rFonts w:ascii="Times New Roman" w:hAnsi="Times New Roman"/>
          <w:color w:val="010202"/>
          <w:sz w:val="20"/>
        </w:rPr>
        <w:t xml:space="preserve"> 2001, </w:t>
      </w:r>
      <w:r>
        <w:rPr>
          <w:color w:val="010202"/>
          <w:sz w:val="20"/>
        </w:rPr>
        <w:t>вип</w:t>
      </w:r>
      <w:r>
        <w:rPr>
          <w:rFonts w:ascii="Times New Roman" w:hAnsi="Times New Roman"/>
          <w:color w:val="010202"/>
          <w:sz w:val="20"/>
        </w:rPr>
        <w:t>. 11.</w:t>
      </w:r>
      <w:r>
        <w:rPr>
          <w:rFonts w:ascii="Times New Roman" w:hAnsi="Times New Roman"/>
          <w:color w:val="010202"/>
          <w:sz w:val="20"/>
          <w:lang w:val="uk-UA"/>
        </w:rPr>
        <w:t>1</w:t>
      </w:r>
      <w:r>
        <w:rPr>
          <w:rFonts w:ascii="Times New Roman" w:hAnsi="Times New Roman"/>
          <w:color w:val="010202"/>
          <w:sz w:val="20"/>
        </w:rPr>
        <w:t xml:space="preserve">. </w:t>
      </w:r>
      <w:r>
        <w:rPr>
          <w:rFonts w:ascii="Symbol" w:hAnsi="Symbol"/>
          <w:color w:val="010202"/>
          <w:sz w:val="20"/>
        </w:rPr>
        <w:t></w:t>
      </w:r>
      <w:r>
        <w:rPr>
          <w:rFonts w:ascii="Times New Roman" w:hAnsi="Times New Roman"/>
          <w:color w:val="010202"/>
          <w:sz w:val="20"/>
        </w:rPr>
        <w:t xml:space="preserve"> </w:t>
      </w:r>
      <w:r>
        <w:rPr>
          <w:rFonts w:ascii="Times New Roman" w:hAnsi="Times New Roman"/>
          <w:color w:val="010202"/>
          <w:sz w:val="20"/>
          <w:lang w:val="uk-UA"/>
        </w:rPr>
        <w:t>208</w:t>
      </w:r>
      <w:r>
        <w:rPr>
          <w:rFonts w:ascii="Times New Roman" w:hAnsi="Times New Roman"/>
          <w:color w:val="010202"/>
          <w:sz w:val="20"/>
        </w:rPr>
        <w:t xml:space="preserve"> </w:t>
      </w:r>
      <w:r>
        <w:rPr>
          <w:color w:val="010202"/>
          <w:sz w:val="20"/>
        </w:rPr>
        <w:t>с</w:t>
      </w:r>
      <w:r>
        <w:rPr>
          <w:rFonts w:ascii="Times New Roman" w:hAnsi="Times New Roman"/>
          <w:color w:val="010202"/>
          <w:sz w:val="20"/>
        </w:rPr>
        <w:t>.</w:t>
      </w:r>
    </w:p>
    <w:p w:rsidR="0052441B" w:rsidRDefault="0052441B">
      <w:pPr>
        <w:pStyle w:val="BodyText"/>
        <w:spacing w:before="7"/>
        <w:rPr>
          <w:rFonts w:ascii="Times New Roman"/>
        </w:rPr>
      </w:pPr>
    </w:p>
    <w:p w:rsidR="0052441B" w:rsidRDefault="0052441B">
      <w:pPr>
        <w:pStyle w:val="BodyText"/>
        <w:spacing w:before="1" w:line="235" w:lineRule="auto"/>
        <w:ind w:left="206" w:right="8490" w:firstLine="568"/>
        <w:jc w:val="both"/>
        <w:rPr>
          <w:rFonts w:ascii="Times New Roman" w:hAnsi="Times New Roman"/>
        </w:rPr>
      </w:pPr>
      <w:r>
        <w:rPr>
          <w:color w:val="010202"/>
        </w:rPr>
        <w:t>Збірник</w:t>
      </w:r>
      <w:r>
        <w:rPr>
          <w:color w:val="010202"/>
          <w:spacing w:val="-15"/>
        </w:rPr>
        <w:t xml:space="preserve"> </w:t>
      </w:r>
      <w:r>
        <w:rPr>
          <w:color w:val="010202"/>
        </w:rPr>
        <w:t>публікує</w:t>
      </w:r>
      <w:r>
        <w:rPr>
          <w:color w:val="010202"/>
          <w:spacing w:val="-13"/>
        </w:rPr>
        <w:t xml:space="preserve"> </w:t>
      </w:r>
      <w:r>
        <w:rPr>
          <w:color w:val="010202"/>
        </w:rPr>
        <w:t>науково</w:t>
      </w:r>
      <w:r>
        <w:rPr>
          <w:rFonts w:ascii="Times New Roman" w:hAnsi="Times New Roman"/>
          <w:color w:val="010202"/>
        </w:rPr>
        <w:t>-</w:t>
      </w:r>
      <w:r>
        <w:rPr>
          <w:color w:val="010202"/>
        </w:rPr>
        <w:t>технічні</w:t>
      </w:r>
      <w:r>
        <w:rPr>
          <w:color w:val="010202"/>
          <w:spacing w:val="-15"/>
        </w:rPr>
        <w:t xml:space="preserve"> </w:t>
      </w:r>
      <w:r>
        <w:rPr>
          <w:color w:val="010202"/>
        </w:rPr>
        <w:t>праці</w:t>
      </w:r>
      <w:r>
        <w:rPr>
          <w:color w:val="010202"/>
          <w:spacing w:val="-13"/>
        </w:rPr>
        <w:t xml:space="preserve"> </w:t>
      </w:r>
      <w:r>
        <w:rPr>
          <w:color w:val="010202"/>
        </w:rPr>
        <w:t>співробітників</w:t>
      </w:r>
      <w:r>
        <w:rPr>
          <w:color w:val="010202"/>
          <w:spacing w:val="-13"/>
        </w:rPr>
        <w:t xml:space="preserve"> </w:t>
      </w:r>
      <w:r>
        <w:rPr>
          <w:color w:val="010202"/>
        </w:rPr>
        <w:t>вищих</w:t>
      </w:r>
      <w:r>
        <w:rPr>
          <w:color w:val="010202"/>
          <w:spacing w:val="-15"/>
        </w:rPr>
        <w:t xml:space="preserve"> </w:t>
      </w:r>
      <w:r>
        <w:rPr>
          <w:color w:val="010202"/>
        </w:rPr>
        <w:t>навчальних закладів</w:t>
      </w:r>
      <w:r>
        <w:rPr>
          <w:color w:val="010202"/>
          <w:spacing w:val="-10"/>
        </w:rPr>
        <w:t xml:space="preserve"> </w:t>
      </w:r>
      <w:r>
        <w:rPr>
          <w:color w:val="010202"/>
        </w:rPr>
        <w:t>України</w:t>
      </w:r>
      <w:r>
        <w:rPr>
          <w:rFonts w:ascii="Times New Roman" w:hAnsi="Times New Roman"/>
          <w:color w:val="010202"/>
        </w:rPr>
        <w:t>,</w:t>
      </w:r>
      <w:r>
        <w:rPr>
          <w:rFonts w:ascii="Times New Roman" w:hAnsi="Times New Roman"/>
          <w:color w:val="010202"/>
          <w:spacing w:val="-6"/>
        </w:rPr>
        <w:t xml:space="preserve"> </w:t>
      </w:r>
      <w:r>
        <w:rPr>
          <w:color w:val="010202"/>
        </w:rPr>
        <w:t>науковців</w:t>
      </w:r>
      <w:r>
        <w:rPr>
          <w:color w:val="010202"/>
          <w:spacing w:val="-10"/>
        </w:rPr>
        <w:t xml:space="preserve"> </w:t>
      </w:r>
      <w:r>
        <w:rPr>
          <w:color w:val="010202"/>
        </w:rPr>
        <w:t>з</w:t>
      </w:r>
      <w:r>
        <w:rPr>
          <w:rFonts w:ascii="Times New Roman" w:hAnsi="Times New Roman"/>
          <w:color w:val="010202"/>
        </w:rPr>
        <w:t>-</w:t>
      </w:r>
      <w:r>
        <w:rPr>
          <w:color w:val="010202"/>
        </w:rPr>
        <w:t>за</w:t>
      </w:r>
      <w:r>
        <w:rPr>
          <w:color w:val="010202"/>
          <w:spacing w:val="-11"/>
        </w:rPr>
        <w:t xml:space="preserve"> </w:t>
      </w:r>
      <w:r>
        <w:rPr>
          <w:color w:val="010202"/>
        </w:rPr>
        <w:t>кордону</w:t>
      </w:r>
      <w:r>
        <w:rPr>
          <w:rFonts w:ascii="Times New Roman" w:hAnsi="Times New Roman"/>
          <w:color w:val="010202"/>
        </w:rPr>
        <w:t>,</w:t>
      </w:r>
      <w:r>
        <w:rPr>
          <w:rFonts w:ascii="Times New Roman" w:hAnsi="Times New Roman"/>
          <w:color w:val="010202"/>
          <w:spacing w:val="-5"/>
        </w:rPr>
        <w:t xml:space="preserve"> </w:t>
      </w:r>
      <w:r>
        <w:rPr>
          <w:color w:val="010202"/>
        </w:rPr>
        <w:t>а</w:t>
      </w:r>
      <w:r>
        <w:rPr>
          <w:color w:val="010202"/>
          <w:spacing w:val="-9"/>
        </w:rPr>
        <w:t xml:space="preserve"> </w:t>
      </w:r>
      <w:r>
        <w:rPr>
          <w:color w:val="010202"/>
        </w:rPr>
        <w:t>також</w:t>
      </w:r>
      <w:r>
        <w:rPr>
          <w:color w:val="010202"/>
          <w:spacing w:val="-11"/>
        </w:rPr>
        <w:t xml:space="preserve"> </w:t>
      </w:r>
      <w:r>
        <w:rPr>
          <w:color w:val="010202"/>
        </w:rPr>
        <w:t>спеціалістів</w:t>
      </w:r>
      <w:r>
        <w:rPr>
          <w:color w:val="010202"/>
          <w:spacing w:val="-11"/>
        </w:rPr>
        <w:t xml:space="preserve"> </w:t>
      </w:r>
      <w:r>
        <w:rPr>
          <w:color w:val="010202"/>
        </w:rPr>
        <w:t>лісового</w:t>
      </w:r>
      <w:r>
        <w:rPr>
          <w:color w:val="010202"/>
          <w:spacing w:val="-9"/>
        </w:rPr>
        <w:t xml:space="preserve"> </w:t>
      </w:r>
      <w:r>
        <w:rPr>
          <w:color w:val="010202"/>
        </w:rPr>
        <w:t>і</w:t>
      </w:r>
      <w:r>
        <w:rPr>
          <w:color w:val="010202"/>
          <w:spacing w:val="-11"/>
        </w:rPr>
        <w:t xml:space="preserve"> </w:t>
      </w:r>
      <w:r>
        <w:rPr>
          <w:color w:val="010202"/>
        </w:rPr>
        <w:t>дерево</w:t>
      </w:r>
      <w:r>
        <w:rPr>
          <w:rFonts w:ascii="Times New Roman" w:hAnsi="Times New Roman"/>
          <w:color w:val="010202"/>
        </w:rPr>
        <w:t xml:space="preserve">- </w:t>
      </w:r>
      <w:r>
        <w:rPr>
          <w:color w:val="010202"/>
        </w:rPr>
        <w:t>обробного</w:t>
      </w:r>
      <w:r>
        <w:rPr>
          <w:color w:val="010202"/>
          <w:spacing w:val="-24"/>
        </w:rPr>
        <w:t xml:space="preserve"> </w:t>
      </w:r>
      <w:r>
        <w:rPr>
          <w:color w:val="010202"/>
        </w:rPr>
        <w:t>комплексу</w:t>
      </w:r>
      <w:r>
        <w:rPr>
          <w:rFonts w:ascii="Times New Roman" w:hAnsi="Times New Roman"/>
          <w:color w:val="010202"/>
        </w:rPr>
        <w:t>,</w:t>
      </w:r>
      <w:r>
        <w:rPr>
          <w:rFonts w:ascii="Times New Roman" w:hAnsi="Times New Roman"/>
          <w:color w:val="010202"/>
          <w:spacing w:val="-18"/>
        </w:rPr>
        <w:t xml:space="preserve"> </w:t>
      </w:r>
      <w:r>
        <w:rPr>
          <w:color w:val="010202"/>
        </w:rPr>
        <w:t>присвячених</w:t>
      </w:r>
      <w:r>
        <w:rPr>
          <w:color w:val="010202"/>
          <w:spacing w:val="-23"/>
        </w:rPr>
        <w:t xml:space="preserve"> </w:t>
      </w:r>
      <w:r>
        <w:rPr>
          <w:color w:val="010202"/>
        </w:rPr>
        <w:t>різним</w:t>
      </w:r>
      <w:r>
        <w:rPr>
          <w:color w:val="010202"/>
          <w:spacing w:val="-23"/>
        </w:rPr>
        <w:t xml:space="preserve"> </w:t>
      </w:r>
      <w:r>
        <w:rPr>
          <w:color w:val="010202"/>
        </w:rPr>
        <w:t>аспектам</w:t>
      </w:r>
      <w:r>
        <w:rPr>
          <w:color w:val="010202"/>
          <w:spacing w:val="-23"/>
        </w:rPr>
        <w:t xml:space="preserve"> </w:t>
      </w:r>
      <w:r>
        <w:rPr>
          <w:color w:val="010202"/>
        </w:rPr>
        <w:t>освітянських</w:t>
      </w:r>
      <w:r>
        <w:rPr>
          <w:color w:val="010202"/>
          <w:spacing w:val="-23"/>
        </w:rPr>
        <w:t xml:space="preserve"> </w:t>
      </w:r>
      <w:r>
        <w:rPr>
          <w:color w:val="010202"/>
        </w:rPr>
        <w:t>проблем</w:t>
      </w:r>
      <w:r>
        <w:rPr>
          <w:color w:val="010202"/>
          <w:spacing w:val="-23"/>
        </w:rPr>
        <w:t xml:space="preserve"> </w:t>
      </w:r>
      <w:r>
        <w:rPr>
          <w:color w:val="010202"/>
        </w:rPr>
        <w:t>та</w:t>
      </w:r>
      <w:r>
        <w:rPr>
          <w:color w:val="010202"/>
          <w:spacing w:val="-23"/>
        </w:rPr>
        <w:t xml:space="preserve"> </w:t>
      </w:r>
      <w:r>
        <w:rPr>
          <w:color w:val="010202"/>
        </w:rPr>
        <w:t>на</w:t>
      </w:r>
      <w:r>
        <w:rPr>
          <w:rFonts w:ascii="Times New Roman" w:hAnsi="Times New Roman"/>
          <w:color w:val="010202"/>
        </w:rPr>
        <w:t xml:space="preserve">- </w:t>
      </w:r>
      <w:r>
        <w:rPr>
          <w:color w:val="010202"/>
        </w:rPr>
        <w:t>укових</w:t>
      </w:r>
      <w:r>
        <w:rPr>
          <w:color w:val="010202"/>
          <w:spacing w:val="-16"/>
        </w:rPr>
        <w:t xml:space="preserve"> </w:t>
      </w:r>
      <w:r>
        <w:rPr>
          <w:color w:val="010202"/>
        </w:rPr>
        <w:t>досліджень</w:t>
      </w:r>
      <w:r>
        <w:rPr>
          <w:rFonts w:ascii="Times New Roman" w:hAnsi="Times New Roman"/>
          <w:color w:val="010202"/>
        </w:rPr>
        <w:t>,</w:t>
      </w:r>
      <w:r>
        <w:rPr>
          <w:rFonts w:ascii="Times New Roman" w:hAnsi="Times New Roman"/>
          <w:color w:val="010202"/>
          <w:spacing w:val="-10"/>
        </w:rPr>
        <w:t xml:space="preserve"> </w:t>
      </w:r>
      <w:r>
        <w:rPr>
          <w:color w:val="010202"/>
        </w:rPr>
        <w:t>передового</w:t>
      </w:r>
      <w:r>
        <w:rPr>
          <w:color w:val="010202"/>
          <w:spacing w:val="-16"/>
        </w:rPr>
        <w:t xml:space="preserve"> </w:t>
      </w:r>
      <w:r>
        <w:rPr>
          <w:color w:val="010202"/>
        </w:rPr>
        <w:t>досвіду</w:t>
      </w:r>
      <w:r>
        <w:rPr>
          <w:color w:val="010202"/>
          <w:spacing w:val="-15"/>
        </w:rPr>
        <w:t xml:space="preserve"> </w:t>
      </w:r>
      <w:r>
        <w:rPr>
          <w:color w:val="010202"/>
        </w:rPr>
        <w:t>і</w:t>
      </w:r>
      <w:r>
        <w:rPr>
          <w:color w:val="010202"/>
          <w:spacing w:val="-14"/>
        </w:rPr>
        <w:t xml:space="preserve"> </w:t>
      </w:r>
      <w:r>
        <w:rPr>
          <w:color w:val="010202"/>
        </w:rPr>
        <w:t>впровадження</w:t>
      </w:r>
      <w:r>
        <w:rPr>
          <w:color w:val="010202"/>
          <w:spacing w:val="-15"/>
        </w:rPr>
        <w:t xml:space="preserve"> </w:t>
      </w:r>
      <w:r>
        <w:rPr>
          <w:color w:val="010202"/>
        </w:rPr>
        <w:t>у</w:t>
      </w:r>
      <w:r>
        <w:rPr>
          <w:color w:val="010202"/>
          <w:spacing w:val="-15"/>
        </w:rPr>
        <w:t xml:space="preserve"> </w:t>
      </w:r>
      <w:r>
        <w:rPr>
          <w:color w:val="010202"/>
        </w:rPr>
        <w:t>виробництво</w:t>
      </w:r>
      <w:r>
        <w:rPr>
          <w:color w:val="010202"/>
          <w:spacing w:val="-16"/>
        </w:rPr>
        <w:t xml:space="preserve"> </w:t>
      </w:r>
      <w:r>
        <w:rPr>
          <w:color w:val="010202"/>
        </w:rPr>
        <w:t xml:space="preserve">здобутих </w:t>
      </w:r>
      <w:r>
        <w:rPr>
          <w:color w:val="010202"/>
          <w:w w:val="105"/>
        </w:rPr>
        <w:t>результатів</w:t>
      </w:r>
      <w:r>
        <w:rPr>
          <w:rFonts w:ascii="Times New Roman" w:hAnsi="Times New Roman"/>
          <w:color w:val="010202"/>
          <w:w w:val="105"/>
        </w:rPr>
        <w:t>.</w:t>
      </w:r>
    </w:p>
    <w:p w:rsidR="0052441B" w:rsidRDefault="0052441B">
      <w:pPr>
        <w:pStyle w:val="BodyText"/>
        <w:spacing w:line="237" w:lineRule="auto"/>
        <w:ind w:left="206" w:right="8491" w:firstLine="615"/>
        <w:jc w:val="both"/>
        <w:rPr>
          <w:rFonts w:ascii="Times New Roman" w:hAnsi="Times New Roman"/>
        </w:rPr>
      </w:pPr>
      <w:r>
        <w:rPr>
          <w:color w:val="010202"/>
        </w:rPr>
        <w:t>Призначений для наукових працівників</w:t>
      </w:r>
      <w:r>
        <w:rPr>
          <w:rFonts w:ascii="Times New Roman" w:hAnsi="Times New Roman"/>
          <w:color w:val="010202"/>
        </w:rPr>
        <w:t xml:space="preserve">, </w:t>
      </w:r>
      <w:r>
        <w:rPr>
          <w:color w:val="010202"/>
        </w:rPr>
        <w:t>аспірантів</w:t>
      </w:r>
      <w:r>
        <w:rPr>
          <w:rFonts w:ascii="Times New Roman" w:hAnsi="Times New Roman"/>
          <w:color w:val="010202"/>
        </w:rPr>
        <w:t xml:space="preserve">, </w:t>
      </w:r>
      <w:r>
        <w:rPr>
          <w:color w:val="010202"/>
        </w:rPr>
        <w:t>інженерів галузі</w:t>
      </w:r>
      <w:r>
        <w:rPr>
          <w:rFonts w:ascii="Times New Roman" w:hAnsi="Times New Roman"/>
          <w:color w:val="010202"/>
        </w:rPr>
        <w:t xml:space="preserve">, </w:t>
      </w:r>
      <w:r>
        <w:rPr>
          <w:color w:val="010202"/>
        </w:rPr>
        <w:t>ви</w:t>
      </w:r>
      <w:r>
        <w:rPr>
          <w:rFonts w:ascii="Times New Roman" w:hAnsi="Times New Roman"/>
          <w:color w:val="010202"/>
        </w:rPr>
        <w:t xml:space="preserve">- </w:t>
      </w:r>
      <w:r>
        <w:rPr>
          <w:color w:val="010202"/>
          <w:w w:val="105"/>
        </w:rPr>
        <w:t>кладачів вузів коледжів і технікумів</w:t>
      </w:r>
      <w:r>
        <w:rPr>
          <w:rFonts w:ascii="Times New Roman" w:hAnsi="Times New Roman"/>
          <w:color w:val="010202"/>
          <w:w w:val="105"/>
        </w:rPr>
        <w:t xml:space="preserve">, </w:t>
      </w:r>
      <w:r>
        <w:rPr>
          <w:color w:val="010202"/>
          <w:w w:val="105"/>
        </w:rPr>
        <w:t>студентів старших курсів</w:t>
      </w:r>
      <w:r>
        <w:rPr>
          <w:rFonts w:ascii="Times New Roman" w:hAnsi="Times New Roman"/>
          <w:color w:val="010202"/>
          <w:w w:val="105"/>
        </w:rPr>
        <w:t>.</w:t>
      </w:r>
    </w:p>
    <w:p w:rsidR="0052441B" w:rsidRPr="00F048BC" w:rsidRDefault="0052441B">
      <w:pPr>
        <w:spacing w:line="232" w:lineRule="auto"/>
        <w:ind w:left="206" w:right="8486" w:firstLine="568"/>
        <w:jc w:val="both"/>
        <w:rPr>
          <w:rFonts w:ascii="Times New Roman" w:hAnsi="Times New Roman"/>
          <w:sz w:val="17"/>
          <w:lang w:val="ru-RU"/>
        </w:rPr>
      </w:pPr>
      <w:r w:rsidRPr="00F048BC">
        <w:rPr>
          <w:color w:val="010202"/>
          <w:spacing w:val="-5"/>
          <w:w w:val="93"/>
          <w:sz w:val="17"/>
          <w:lang w:val="ru-RU"/>
        </w:rPr>
        <w:t>Р</w:t>
      </w:r>
      <w:r w:rsidRPr="00F048BC">
        <w:rPr>
          <w:color w:val="010202"/>
          <w:spacing w:val="-5"/>
          <w:w w:val="81"/>
          <w:sz w:val="17"/>
          <w:lang w:val="ru-RU"/>
        </w:rPr>
        <w:t>е</w:t>
      </w:r>
      <w:r w:rsidRPr="00F048BC">
        <w:rPr>
          <w:color w:val="010202"/>
          <w:spacing w:val="-5"/>
          <w:w w:val="133"/>
          <w:sz w:val="17"/>
          <w:lang w:val="ru-RU"/>
        </w:rPr>
        <w:t>к</w:t>
      </w:r>
      <w:r w:rsidRPr="00F048BC">
        <w:rPr>
          <w:color w:val="010202"/>
          <w:spacing w:val="-6"/>
          <w:w w:val="91"/>
          <w:sz w:val="17"/>
          <w:lang w:val="ru-RU"/>
        </w:rPr>
        <w:t>о</w:t>
      </w:r>
      <w:r w:rsidRPr="00F048BC">
        <w:rPr>
          <w:color w:val="010202"/>
          <w:spacing w:val="-5"/>
          <w:w w:val="101"/>
          <w:sz w:val="17"/>
          <w:lang w:val="ru-RU"/>
        </w:rPr>
        <w:t>м</w:t>
      </w:r>
      <w:r w:rsidRPr="00F048BC">
        <w:rPr>
          <w:color w:val="010202"/>
          <w:spacing w:val="-5"/>
          <w:w w:val="81"/>
          <w:sz w:val="17"/>
          <w:lang w:val="ru-RU"/>
        </w:rPr>
        <w:t>е</w:t>
      </w:r>
      <w:r w:rsidRPr="00F048BC">
        <w:rPr>
          <w:color w:val="010202"/>
          <w:spacing w:val="-7"/>
          <w:w w:val="105"/>
          <w:sz w:val="17"/>
          <w:lang w:val="ru-RU"/>
        </w:rPr>
        <w:t>н</w:t>
      </w:r>
      <w:r w:rsidRPr="00F048BC">
        <w:rPr>
          <w:color w:val="010202"/>
          <w:spacing w:val="-5"/>
          <w:w w:val="88"/>
          <w:sz w:val="17"/>
          <w:lang w:val="ru-RU"/>
        </w:rPr>
        <w:t>д</w:t>
      </w:r>
      <w:r w:rsidRPr="00F048BC">
        <w:rPr>
          <w:color w:val="010202"/>
          <w:spacing w:val="-6"/>
          <w:w w:val="91"/>
          <w:sz w:val="17"/>
          <w:lang w:val="ru-RU"/>
        </w:rPr>
        <w:t>о</w:t>
      </w:r>
      <w:r w:rsidRPr="00F048BC">
        <w:rPr>
          <w:color w:val="010202"/>
          <w:spacing w:val="-5"/>
          <w:w w:val="102"/>
          <w:sz w:val="17"/>
          <w:lang w:val="ru-RU"/>
        </w:rPr>
        <w:t>в</w:t>
      </w:r>
      <w:r w:rsidRPr="00F048BC">
        <w:rPr>
          <w:color w:val="010202"/>
          <w:spacing w:val="-6"/>
          <w:w w:val="91"/>
          <w:sz w:val="17"/>
          <w:lang w:val="ru-RU"/>
        </w:rPr>
        <w:t>а</w:t>
      </w:r>
      <w:r w:rsidRPr="00F048BC">
        <w:rPr>
          <w:color w:val="010202"/>
          <w:spacing w:val="-5"/>
          <w:w w:val="105"/>
          <w:sz w:val="17"/>
          <w:lang w:val="ru-RU"/>
        </w:rPr>
        <w:t>н</w:t>
      </w:r>
      <w:r w:rsidRPr="00F048BC">
        <w:rPr>
          <w:color w:val="010202"/>
          <w:w w:val="91"/>
          <w:sz w:val="17"/>
          <w:lang w:val="ru-RU"/>
        </w:rPr>
        <w:t>о</w:t>
      </w:r>
      <w:r w:rsidRPr="00F048BC">
        <w:rPr>
          <w:color w:val="010202"/>
          <w:spacing w:val="-14"/>
          <w:sz w:val="17"/>
          <w:lang w:val="ru-RU"/>
        </w:rPr>
        <w:t xml:space="preserve"> </w:t>
      </w:r>
      <w:r w:rsidRPr="00F048BC">
        <w:rPr>
          <w:color w:val="010202"/>
          <w:spacing w:val="-5"/>
          <w:w w:val="88"/>
          <w:sz w:val="17"/>
          <w:lang w:val="ru-RU"/>
        </w:rPr>
        <w:t>д</w:t>
      </w:r>
      <w:r w:rsidRPr="00F048BC">
        <w:rPr>
          <w:color w:val="010202"/>
          <w:w w:val="91"/>
          <w:sz w:val="17"/>
          <w:lang w:val="ru-RU"/>
        </w:rPr>
        <w:t>о</w:t>
      </w:r>
      <w:r w:rsidRPr="00F048BC">
        <w:rPr>
          <w:color w:val="010202"/>
          <w:spacing w:val="-14"/>
          <w:sz w:val="17"/>
          <w:lang w:val="ru-RU"/>
        </w:rPr>
        <w:t xml:space="preserve"> </w:t>
      </w:r>
      <w:r w:rsidRPr="00F048BC">
        <w:rPr>
          <w:color w:val="010202"/>
          <w:spacing w:val="-7"/>
          <w:w w:val="88"/>
          <w:sz w:val="17"/>
          <w:lang w:val="ru-RU"/>
        </w:rPr>
        <w:t>д</w:t>
      </w:r>
      <w:r w:rsidRPr="00F048BC">
        <w:rPr>
          <w:color w:val="010202"/>
          <w:spacing w:val="-7"/>
          <w:w w:val="101"/>
          <w:sz w:val="17"/>
          <w:lang w:val="ru-RU"/>
        </w:rPr>
        <w:t>р</w:t>
      </w:r>
      <w:r w:rsidRPr="00F048BC">
        <w:rPr>
          <w:color w:val="010202"/>
          <w:spacing w:val="-7"/>
          <w:w w:val="103"/>
          <w:sz w:val="17"/>
          <w:lang w:val="ru-RU"/>
        </w:rPr>
        <w:t>у</w:t>
      </w:r>
      <w:r w:rsidRPr="00F048BC">
        <w:rPr>
          <w:color w:val="010202"/>
          <w:spacing w:val="-5"/>
          <w:w w:val="133"/>
          <w:sz w:val="17"/>
          <w:lang w:val="ru-RU"/>
        </w:rPr>
        <w:t>к</w:t>
      </w:r>
      <w:r w:rsidRPr="00F048BC">
        <w:rPr>
          <w:color w:val="010202"/>
          <w:w w:val="103"/>
          <w:sz w:val="17"/>
          <w:lang w:val="ru-RU"/>
        </w:rPr>
        <w:t>у</w:t>
      </w:r>
      <w:r w:rsidRPr="00F048BC">
        <w:rPr>
          <w:color w:val="010202"/>
          <w:spacing w:val="-14"/>
          <w:sz w:val="17"/>
          <w:lang w:val="ru-RU"/>
        </w:rPr>
        <w:t xml:space="preserve"> </w:t>
      </w:r>
      <w:r w:rsidRPr="00F048BC">
        <w:rPr>
          <w:color w:val="010202"/>
          <w:spacing w:val="-5"/>
          <w:w w:val="101"/>
          <w:sz w:val="17"/>
          <w:lang w:val="ru-RU"/>
        </w:rPr>
        <w:t>В</w:t>
      </w:r>
      <w:r w:rsidRPr="00F048BC">
        <w:rPr>
          <w:color w:val="010202"/>
          <w:spacing w:val="-5"/>
          <w:w w:val="110"/>
          <w:sz w:val="17"/>
          <w:lang w:val="ru-RU"/>
        </w:rPr>
        <w:t>ч</w:t>
      </w:r>
      <w:r w:rsidRPr="00F048BC">
        <w:rPr>
          <w:color w:val="010202"/>
          <w:spacing w:val="-5"/>
          <w:w w:val="81"/>
          <w:sz w:val="17"/>
          <w:lang w:val="ru-RU"/>
        </w:rPr>
        <w:t>е</w:t>
      </w:r>
      <w:r w:rsidRPr="00F048BC">
        <w:rPr>
          <w:color w:val="010202"/>
          <w:spacing w:val="-5"/>
          <w:w w:val="105"/>
          <w:sz w:val="17"/>
          <w:lang w:val="ru-RU"/>
        </w:rPr>
        <w:t>н</w:t>
      </w:r>
      <w:r w:rsidRPr="00F048BC">
        <w:rPr>
          <w:color w:val="010202"/>
          <w:spacing w:val="-7"/>
          <w:w w:val="91"/>
          <w:sz w:val="17"/>
          <w:lang w:val="ru-RU"/>
        </w:rPr>
        <w:t>о</w:t>
      </w:r>
      <w:r w:rsidRPr="00F048BC">
        <w:rPr>
          <w:color w:val="010202"/>
          <w:w w:val="104"/>
          <w:sz w:val="17"/>
          <w:lang w:val="ru-RU"/>
        </w:rPr>
        <w:t>ю</w:t>
      </w:r>
      <w:r w:rsidRPr="00F048BC">
        <w:rPr>
          <w:color w:val="010202"/>
          <w:spacing w:val="-14"/>
          <w:sz w:val="17"/>
          <w:lang w:val="ru-RU"/>
        </w:rPr>
        <w:t xml:space="preserve"> </w:t>
      </w:r>
      <w:r w:rsidRPr="00F048BC">
        <w:rPr>
          <w:color w:val="010202"/>
          <w:spacing w:val="-5"/>
          <w:w w:val="93"/>
          <w:sz w:val="17"/>
          <w:lang w:val="ru-RU"/>
        </w:rPr>
        <w:t>Р</w:t>
      </w:r>
      <w:r w:rsidRPr="00F048BC">
        <w:rPr>
          <w:color w:val="010202"/>
          <w:spacing w:val="-6"/>
          <w:w w:val="91"/>
          <w:sz w:val="17"/>
          <w:lang w:val="ru-RU"/>
        </w:rPr>
        <w:t>а</w:t>
      </w:r>
      <w:r w:rsidRPr="00F048BC">
        <w:rPr>
          <w:color w:val="010202"/>
          <w:spacing w:val="-7"/>
          <w:w w:val="88"/>
          <w:sz w:val="17"/>
          <w:lang w:val="ru-RU"/>
        </w:rPr>
        <w:t>д</w:t>
      </w:r>
      <w:r w:rsidRPr="00F048BC">
        <w:rPr>
          <w:color w:val="010202"/>
          <w:spacing w:val="-5"/>
          <w:w w:val="91"/>
          <w:sz w:val="17"/>
          <w:lang w:val="ru-RU"/>
        </w:rPr>
        <w:t>о</w:t>
      </w:r>
      <w:r w:rsidRPr="00F048BC">
        <w:rPr>
          <w:color w:val="010202"/>
          <w:w w:val="104"/>
          <w:sz w:val="17"/>
          <w:lang w:val="ru-RU"/>
        </w:rPr>
        <w:t>ю</w:t>
      </w:r>
      <w:r w:rsidRPr="00F048BC">
        <w:rPr>
          <w:color w:val="010202"/>
          <w:spacing w:val="-14"/>
          <w:sz w:val="17"/>
          <w:lang w:val="ru-RU"/>
        </w:rPr>
        <w:t xml:space="preserve"> </w:t>
      </w:r>
      <w:r w:rsidRPr="00F048BC">
        <w:rPr>
          <w:color w:val="010202"/>
          <w:spacing w:val="-5"/>
          <w:w w:val="117"/>
          <w:sz w:val="17"/>
          <w:lang w:val="ru-RU"/>
        </w:rPr>
        <w:t>У</w:t>
      </w:r>
      <w:r w:rsidRPr="00F048BC">
        <w:rPr>
          <w:color w:val="010202"/>
          <w:spacing w:val="-7"/>
          <w:w w:val="133"/>
          <w:sz w:val="17"/>
          <w:lang w:val="ru-RU"/>
        </w:rPr>
        <w:t>к</w:t>
      </w:r>
      <w:r w:rsidRPr="00F048BC">
        <w:rPr>
          <w:color w:val="010202"/>
          <w:spacing w:val="-5"/>
          <w:w w:val="101"/>
          <w:sz w:val="17"/>
          <w:lang w:val="ru-RU"/>
        </w:rPr>
        <w:t>р</w:t>
      </w:r>
      <w:r w:rsidRPr="00F048BC">
        <w:rPr>
          <w:color w:val="010202"/>
          <w:spacing w:val="-5"/>
          <w:w w:val="102"/>
          <w:sz w:val="17"/>
          <w:lang w:val="ru-RU"/>
        </w:rPr>
        <w:t>Д</w:t>
      </w:r>
      <w:r w:rsidRPr="00F048BC">
        <w:rPr>
          <w:color w:val="010202"/>
          <w:spacing w:val="-5"/>
          <w:w w:val="114"/>
          <w:sz w:val="17"/>
          <w:lang w:val="ru-RU"/>
        </w:rPr>
        <w:t>Л</w:t>
      </w:r>
      <w:r w:rsidRPr="00F048BC">
        <w:rPr>
          <w:color w:val="010202"/>
          <w:spacing w:val="-5"/>
          <w:w w:val="111"/>
          <w:sz w:val="17"/>
          <w:lang w:val="ru-RU"/>
        </w:rPr>
        <w:t>Т</w:t>
      </w:r>
      <w:r w:rsidRPr="00F048BC">
        <w:rPr>
          <w:color w:val="010202"/>
          <w:w w:val="117"/>
          <w:sz w:val="17"/>
          <w:lang w:val="ru-RU"/>
        </w:rPr>
        <w:t>У</w:t>
      </w:r>
      <w:r w:rsidRPr="00F048BC">
        <w:rPr>
          <w:color w:val="010202"/>
          <w:spacing w:val="-12"/>
          <w:sz w:val="17"/>
          <w:lang w:val="ru-RU"/>
        </w:rPr>
        <w:t xml:space="preserve"> </w:t>
      </w:r>
      <w:r w:rsidRPr="00F048BC">
        <w:rPr>
          <w:rFonts w:ascii="Times New Roman" w:hAnsi="Times New Roman"/>
          <w:i/>
          <w:color w:val="010202"/>
          <w:spacing w:val="-7"/>
          <w:w w:val="101"/>
          <w:sz w:val="17"/>
          <w:lang w:val="ru-RU"/>
        </w:rPr>
        <w:t>(</w:t>
      </w:r>
      <w:r w:rsidRPr="00F048BC">
        <w:rPr>
          <w:color w:val="010202"/>
          <w:spacing w:val="-6"/>
          <w:w w:val="94"/>
          <w:sz w:val="17"/>
          <w:lang w:val="ru-RU"/>
        </w:rPr>
        <w:t>п</w:t>
      </w:r>
      <w:r w:rsidRPr="00F048BC">
        <w:rPr>
          <w:color w:val="010202"/>
          <w:spacing w:val="-6"/>
          <w:w w:val="91"/>
          <w:sz w:val="17"/>
          <w:lang w:val="ru-RU"/>
        </w:rPr>
        <w:t>р</w:t>
      </w:r>
      <w:r w:rsidRPr="00F048BC">
        <w:rPr>
          <w:color w:val="010202"/>
          <w:spacing w:val="-5"/>
          <w:w w:val="91"/>
          <w:sz w:val="17"/>
          <w:lang w:val="ru-RU"/>
        </w:rPr>
        <w:t>о</w:t>
      </w:r>
      <w:r w:rsidRPr="00F048BC">
        <w:rPr>
          <w:color w:val="010202"/>
          <w:spacing w:val="-5"/>
          <w:w w:val="160"/>
          <w:sz w:val="17"/>
          <w:lang w:val="ru-RU"/>
        </w:rPr>
        <w:t>т</w:t>
      </w:r>
      <w:r w:rsidRPr="00F048BC">
        <w:rPr>
          <w:color w:val="010202"/>
          <w:spacing w:val="-5"/>
          <w:w w:val="91"/>
          <w:sz w:val="17"/>
          <w:lang w:val="ru-RU"/>
        </w:rPr>
        <w:t>о</w:t>
      </w:r>
      <w:r w:rsidRPr="00F048BC">
        <w:rPr>
          <w:color w:val="010202"/>
          <w:spacing w:val="-5"/>
          <w:w w:val="109"/>
          <w:sz w:val="17"/>
          <w:lang w:val="ru-RU"/>
        </w:rPr>
        <w:t>к</w:t>
      </w:r>
      <w:r w:rsidRPr="00F048BC">
        <w:rPr>
          <w:color w:val="010202"/>
          <w:spacing w:val="-6"/>
          <w:w w:val="91"/>
          <w:sz w:val="17"/>
          <w:lang w:val="ru-RU"/>
        </w:rPr>
        <w:t>о</w:t>
      </w:r>
      <w:r w:rsidRPr="00F048BC">
        <w:rPr>
          <w:color w:val="010202"/>
          <w:w w:val="75"/>
          <w:sz w:val="17"/>
          <w:lang w:val="ru-RU"/>
        </w:rPr>
        <w:t>л</w:t>
      </w:r>
      <w:r w:rsidRPr="00F048BC">
        <w:rPr>
          <w:color w:val="010202"/>
          <w:spacing w:val="-14"/>
          <w:sz w:val="17"/>
          <w:lang w:val="ru-RU"/>
        </w:rPr>
        <w:t xml:space="preserve"> </w:t>
      </w:r>
      <w:r w:rsidRPr="00F048BC">
        <w:rPr>
          <w:color w:val="010202"/>
          <w:spacing w:val="-5"/>
          <w:w w:val="89"/>
          <w:sz w:val="17"/>
          <w:lang w:val="ru-RU"/>
        </w:rPr>
        <w:t>№</w:t>
      </w:r>
      <w:r w:rsidRPr="00F048BC">
        <w:rPr>
          <w:rFonts w:ascii="Times New Roman" w:hAnsi="Times New Roman"/>
          <w:i/>
          <w:color w:val="010202"/>
          <w:w w:val="101"/>
          <w:sz w:val="17"/>
          <w:lang w:val="ru-RU"/>
        </w:rPr>
        <w:t>5</w:t>
      </w:r>
      <w:r w:rsidRPr="00F048BC">
        <w:rPr>
          <w:rFonts w:ascii="Times New Roman" w:hAnsi="Times New Roman"/>
          <w:i/>
          <w:color w:val="010202"/>
          <w:spacing w:val="-11"/>
          <w:sz w:val="17"/>
          <w:lang w:val="ru-RU"/>
        </w:rPr>
        <w:t xml:space="preserve"> </w:t>
      </w:r>
      <w:r w:rsidRPr="00F048BC">
        <w:rPr>
          <w:color w:val="010202"/>
          <w:spacing w:val="-5"/>
          <w:w w:val="83"/>
          <w:sz w:val="17"/>
          <w:lang w:val="ru-RU"/>
        </w:rPr>
        <w:t>в</w:t>
      </w:r>
      <w:r w:rsidRPr="00F048BC">
        <w:rPr>
          <w:color w:val="010202"/>
          <w:spacing w:val="-5"/>
          <w:w w:val="127"/>
          <w:sz w:val="17"/>
          <w:lang w:val="ru-RU"/>
        </w:rPr>
        <w:t>і</w:t>
      </w:r>
      <w:r w:rsidRPr="00F048BC">
        <w:rPr>
          <w:color w:val="010202"/>
          <w:w w:val="88"/>
          <w:sz w:val="17"/>
          <w:lang w:val="ru-RU"/>
        </w:rPr>
        <w:t>д</w:t>
      </w:r>
      <w:r w:rsidRPr="00F048BC">
        <w:rPr>
          <w:color w:val="010202"/>
          <w:spacing w:val="-14"/>
          <w:sz w:val="17"/>
          <w:lang w:val="ru-RU"/>
        </w:rPr>
        <w:t xml:space="preserve"> </w:t>
      </w:r>
      <w:r w:rsidRPr="00F048BC">
        <w:rPr>
          <w:rFonts w:ascii="Times New Roman" w:hAnsi="Times New Roman"/>
          <w:i/>
          <w:color w:val="010202"/>
          <w:spacing w:val="-5"/>
          <w:w w:val="101"/>
          <w:sz w:val="17"/>
          <w:lang w:val="ru-RU"/>
        </w:rPr>
        <w:t>31.0</w:t>
      </w:r>
      <w:r w:rsidRPr="00F048BC">
        <w:rPr>
          <w:rFonts w:ascii="Times New Roman" w:hAnsi="Times New Roman"/>
          <w:i/>
          <w:color w:val="010202"/>
          <w:spacing w:val="-7"/>
          <w:w w:val="101"/>
          <w:sz w:val="17"/>
          <w:lang w:val="ru-RU"/>
        </w:rPr>
        <w:t>5</w:t>
      </w:r>
      <w:r w:rsidRPr="00F048BC">
        <w:rPr>
          <w:rFonts w:ascii="Times New Roman" w:hAnsi="Times New Roman"/>
          <w:i/>
          <w:color w:val="010202"/>
          <w:spacing w:val="-5"/>
          <w:w w:val="101"/>
          <w:sz w:val="17"/>
          <w:lang w:val="ru-RU"/>
        </w:rPr>
        <w:t>.200</w:t>
      </w:r>
      <w:r w:rsidRPr="00F048BC">
        <w:rPr>
          <w:rFonts w:ascii="Times New Roman" w:hAnsi="Times New Roman"/>
          <w:i/>
          <w:color w:val="010202"/>
          <w:w w:val="101"/>
          <w:sz w:val="17"/>
          <w:lang w:val="ru-RU"/>
        </w:rPr>
        <w:t>1</w:t>
      </w:r>
      <w:r w:rsidRPr="00F048BC">
        <w:rPr>
          <w:rFonts w:ascii="Times New Roman" w:hAnsi="Times New Roman"/>
          <w:i/>
          <w:color w:val="010202"/>
          <w:spacing w:val="-9"/>
          <w:sz w:val="17"/>
          <w:lang w:val="ru-RU"/>
        </w:rPr>
        <w:t xml:space="preserve"> </w:t>
      </w:r>
      <w:r w:rsidRPr="00F048BC">
        <w:rPr>
          <w:color w:val="010202"/>
          <w:spacing w:val="-5"/>
          <w:w w:val="91"/>
          <w:sz w:val="17"/>
          <w:lang w:val="ru-RU"/>
        </w:rPr>
        <w:t>р</w:t>
      </w:r>
      <w:r w:rsidRPr="00F048BC">
        <w:rPr>
          <w:rFonts w:ascii="Times New Roman" w:hAnsi="Times New Roman"/>
          <w:i/>
          <w:color w:val="010202"/>
          <w:spacing w:val="-5"/>
          <w:w w:val="101"/>
          <w:sz w:val="17"/>
          <w:lang w:val="ru-RU"/>
        </w:rPr>
        <w:t>.</w:t>
      </w:r>
      <w:r w:rsidRPr="00F048BC">
        <w:rPr>
          <w:rFonts w:ascii="Times New Roman" w:hAnsi="Times New Roman"/>
          <w:i/>
          <w:color w:val="010202"/>
          <w:spacing w:val="-7"/>
          <w:w w:val="101"/>
          <w:sz w:val="17"/>
          <w:lang w:val="ru-RU"/>
        </w:rPr>
        <w:t>)</w:t>
      </w:r>
      <w:r w:rsidRPr="00F048BC">
        <w:rPr>
          <w:rFonts w:ascii="Times New Roman" w:hAnsi="Times New Roman"/>
          <w:color w:val="010202"/>
          <w:w w:val="101"/>
          <w:sz w:val="17"/>
          <w:lang w:val="ru-RU"/>
        </w:rPr>
        <w:t xml:space="preserve">. </w:t>
      </w:r>
      <w:r w:rsidRPr="00F048BC">
        <w:rPr>
          <w:color w:val="010202"/>
          <w:w w:val="95"/>
          <w:sz w:val="17"/>
          <w:lang w:val="ru-RU"/>
        </w:rPr>
        <w:t xml:space="preserve">У </w:t>
      </w:r>
      <w:r w:rsidRPr="00F048BC">
        <w:rPr>
          <w:color w:val="010202"/>
          <w:spacing w:val="-5"/>
          <w:w w:val="95"/>
          <w:sz w:val="17"/>
          <w:lang w:val="ru-RU"/>
        </w:rPr>
        <w:t>збірнику висвітлюються питання розробки теоретичних основ</w:t>
      </w:r>
      <w:r w:rsidRPr="00F048BC">
        <w:rPr>
          <w:rFonts w:ascii="Times New Roman" w:hAnsi="Times New Roman"/>
          <w:color w:val="010202"/>
          <w:spacing w:val="-5"/>
          <w:w w:val="95"/>
          <w:sz w:val="17"/>
          <w:lang w:val="ru-RU"/>
        </w:rPr>
        <w:t xml:space="preserve">: </w:t>
      </w:r>
      <w:r w:rsidRPr="00F048BC">
        <w:rPr>
          <w:color w:val="010202"/>
          <w:spacing w:val="-6"/>
          <w:w w:val="95"/>
          <w:sz w:val="17"/>
          <w:lang w:val="ru-RU"/>
        </w:rPr>
        <w:t xml:space="preserve">створення енергоощадних </w:t>
      </w:r>
      <w:r w:rsidRPr="00F048BC">
        <w:rPr>
          <w:color w:val="010202"/>
          <w:w w:val="95"/>
          <w:sz w:val="17"/>
          <w:lang w:val="ru-RU"/>
        </w:rPr>
        <w:t xml:space="preserve">і </w:t>
      </w:r>
      <w:r w:rsidRPr="00F048BC">
        <w:rPr>
          <w:color w:val="010202"/>
          <w:spacing w:val="-6"/>
          <w:w w:val="95"/>
          <w:sz w:val="17"/>
          <w:lang w:val="ru-RU"/>
        </w:rPr>
        <w:t xml:space="preserve">екологобезпечних технологій </w:t>
      </w:r>
      <w:r w:rsidRPr="00F048BC">
        <w:rPr>
          <w:color w:val="010202"/>
          <w:spacing w:val="-5"/>
          <w:w w:val="95"/>
          <w:sz w:val="17"/>
          <w:lang w:val="ru-RU"/>
        </w:rPr>
        <w:t>деревообробки</w:t>
      </w:r>
      <w:r w:rsidRPr="00F048BC">
        <w:rPr>
          <w:rFonts w:ascii="Times New Roman" w:hAnsi="Times New Roman"/>
          <w:color w:val="010202"/>
          <w:spacing w:val="-5"/>
          <w:w w:val="95"/>
          <w:sz w:val="17"/>
          <w:lang w:val="ru-RU"/>
        </w:rPr>
        <w:t xml:space="preserve">; </w:t>
      </w:r>
      <w:r w:rsidRPr="00F048BC">
        <w:rPr>
          <w:color w:val="010202"/>
          <w:spacing w:val="-5"/>
          <w:w w:val="95"/>
          <w:sz w:val="17"/>
          <w:lang w:val="ru-RU"/>
        </w:rPr>
        <w:t xml:space="preserve">моделювання </w:t>
      </w:r>
      <w:r w:rsidRPr="00F048BC">
        <w:rPr>
          <w:color w:val="010202"/>
          <w:w w:val="95"/>
          <w:sz w:val="17"/>
          <w:lang w:val="ru-RU"/>
        </w:rPr>
        <w:t xml:space="preserve">і </w:t>
      </w:r>
      <w:r w:rsidRPr="00F048BC">
        <w:rPr>
          <w:color w:val="010202"/>
          <w:spacing w:val="-5"/>
          <w:w w:val="95"/>
          <w:sz w:val="17"/>
          <w:lang w:val="ru-RU"/>
        </w:rPr>
        <w:t xml:space="preserve">оптимізації технологічних </w:t>
      </w:r>
      <w:r w:rsidRPr="00F048BC">
        <w:rPr>
          <w:color w:val="010202"/>
          <w:spacing w:val="-3"/>
          <w:w w:val="95"/>
          <w:sz w:val="17"/>
          <w:lang w:val="ru-RU"/>
        </w:rPr>
        <w:t>про</w:t>
      </w:r>
      <w:r w:rsidRPr="00F048BC">
        <w:rPr>
          <w:rFonts w:ascii="Times New Roman" w:hAnsi="Times New Roman"/>
          <w:color w:val="010202"/>
          <w:spacing w:val="-3"/>
          <w:w w:val="95"/>
          <w:sz w:val="17"/>
          <w:lang w:val="ru-RU"/>
        </w:rPr>
        <w:t xml:space="preserve">- </w:t>
      </w:r>
      <w:r w:rsidRPr="00F048BC">
        <w:rPr>
          <w:color w:val="010202"/>
          <w:spacing w:val="-3"/>
          <w:sz w:val="17"/>
          <w:lang w:val="ru-RU"/>
        </w:rPr>
        <w:t>цесів</w:t>
      </w:r>
      <w:r w:rsidRPr="00F048BC">
        <w:rPr>
          <w:rFonts w:ascii="Times New Roman" w:hAnsi="Times New Roman"/>
          <w:color w:val="010202"/>
          <w:spacing w:val="-3"/>
          <w:sz w:val="17"/>
          <w:lang w:val="ru-RU"/>
        </w:rPr>
        <w:t>;</w:t>
      </w:r>
      <w:r w:rsidRPr="00F048BC">
        <w:rPr>
          <w:rFonts w:ascii="Times New Roman" w:hAnsi="Times New Roman"/>
          <w:color w:val="010202"/>
          <w:spacing w:val="-17"/>
          <w:sz w:val="17"/>
          <w:lang w:val="ru-RU"/>
        </w:rPr>
        <w:t xml:space="preserve"> </w:t>
      </w:r>
      <w:r w:rsidRPr="00F048BC">
        <w:rPr>
          <w:color w:val="010202"/>
          <w:spacing w:val="-3"/>
          <w:sz w:val="17"/>
          <w:lang w:val="ru-RU"/>
        </w:rPr>
        <w:t>створення</w:t>
      </w:r>
      <w:r w:rsidRPr="00F048BC">
        <w:rPr>
          <w:color w:val="010202"/>
          <w:spacing w:val="-20"/>
          <w:sz w:val="17"/>
          <w:lang w:val="ru-RU"/>
        </w:rPr>
        <w:t xml:space="preserve"> </w:t>
      </w:r>
      <w:r w:rsidRPr="00F048BC">
        <w:rPr>
          <w:color w:val="010202"/>
          <w:spacing w:val="-3"/>
          <w:sz w:val="17"/>
          <w:lang w:val="ru-RU"/>
        </w:rPr>
        <w:t>нових</w:t>
      </w:r>
      <w:r w:rsidRPr="00F048BC">
        <w:rPr>
          <w:color w:val="010202"/>
          <w:spacing w:val="-21"/>
          <w:sz w:val="17"/>
          <w:lang w:val="ru-RU"/>
        </w:rPr>
        <w:t xml:space="preserve"> </w:t>
      </w:r>
      <w:r w:rsidRPr="00F048BC">
        <w:rPr>
          <w:color w:val="010202"/>
          <w:spacing w:val="-3"/>
          <w:sz w:val="17"/>
          <w:lang w:val="ru-RU"/>
        </w:rPr>
        <w:t>матеріалів</w:t>
      </w:r>
      <w:r w:rsidRPr="00F048BC">
        <w:rPr>
          <w:color w:val="010202"/>
          <w:spacing w:val="-21"/>
          <w:sz w:val="17"/>
          <w:lang w:val="ru-RU"/>
        </w:rPr>
        <w:t xml:space="preserve"> </w:t>
      </w:r>
      <w:r w:rsidRPr="00F048BC">
        <w:rPr>
          <w:color w:val="010202"/>
          <w:sz w:val="17"/>
          <w:lang w:val="ru-RU"/>
        </w:rPr>
        <w:t>і</w:t>
      </w:r>
      <w:r w:rsidRPr="00F048BC">
        <w:rPr>
          <w:color w:val="010202"/>
          <w:spacing w:val="-20"/>
          <w:sz w:val="17"/>
          <w:lang w:val="ru-RU"/>
        </w:rPr>
        <w:t xml:space="preserve"> </w:t>
      </w:r>
      <w:r w:rsidRPr="00F048BC">
        <w:rPr>
          <w:color w:val="010202"/>
          <w:spacing w:val="-3"/>
          <w:sz w:val="17"/>
          <w:lang w:val="ru-RU"/>
        </w:rPr>
        <w:t>конструкцій</w:t>
      </w:r>
      <w:r w:rsidRPr="00F048BC">
        <w:rPr>
          <w:color w:val="010202"/>
          <w:spacing w:val="-20"/>
          <w:sz w:val="17"/>
          <w:lang w:val="ru-RU"/>
        </w:rPr>
        <w:t xml:space="preserve"> </w:t>
      </w:r>
      <w:r w:rsidRPr="00F048BC">
        <w:rPr>
          <w:color w:val="010202"/>
          <w:spacing w:val="-3"/>
          <w:sz w:val="17"/>
          <w:lang w:val="ru-RU"/>
        </w:rPr>
        <w:t>конкурентноздатних</w:t>
      </w:r>
      <w:r w:rsidRPr="00F048BC">
        <w:rPr>
          <w:color w:val="010202"/>
          <w:spacing w:val="-21"/>
          <w:sz w:val="17"/>
          <w:lang w:val="ru-RU"/>
        </w:rPr>
        <w:t xml:space="preserve"> </w:t>
      </w:r>
      <w:r w:rsidRPr="00F048BC">
        <w:rPr>
          <w:color w:val="010202"/>
          <w:spacing w:val="-3"/>
          <w:sz w:val="17"/>
          <w:lang w:val="ru-RU"/>
        </w:rPr>
        <w:t>виробів</w:t>
      </w:r>
      <w:r w:rsidRPr="00F048BC">
        <w:rPr>
          <w:color w:val="010202"/>
          <w:spacing w:val="-20"/>
          <w:sz w:val="17"/>
          <w:lang w:val="ru-RU"/>
        </w:rPr>
        <w:t xml:space="preserve"> </w:t>
      </w:r>
      <w:r w:rsidRPr="00F048BC">
        <w:rPr>
          <w:color w:val="010202"/>
          <w:sz w:val="17"/>
          <w:lang w:val="ru-RU"/>
        </w:rPr>
        <w:t>з</w:t>
      </w:r>
      <w:r w:rsidRPr="00F048BC">
        <w:rPr>
          <w:color w:val="010202"/>
          <w:spacing w:val="-21"/>
          <w:sz w:val="17"/>
          <w:lang w:val="ru-RU"/>
        </w:rPr>
        <w:t xml:space="preserve"> </w:t>
      </w:r>
      <w:r w:rsidRPr="00F048BC">
        <w:rPr>
          <w:color w:val="010202"/>
          <w:spacing w:val="-3"/>
          <w:sz w:val="17"/>
          <w:lang w:val="ru-RU"/>
        </w:rPr>
        <w:t>деревини</w:t>
      </w:r>
      <w:r w:rsidRPr="00F048BC">
        <w:rPr>
          <w:rFonts w:ascii="Times New Roman" w:hAnsi="Times New Roman"/>
          <w:color w:val="010202"/>
          <w:spacing w:val="-3"/>
          <w:sz w:val="17"/>
          <w:lang w:val="ru-RU"/>
        </w:rPr>
        <w:t xml:space="preserve">; </w:t>
      </w:r>
      <w:r w:rsidRPr="00F048BC">
        <w:rPr>
          <w:color w:val="010202"/>
          <w:w w:val="105"/>
          <w:sz w:val="17"/>
          <w:lang w:val="ru-RU"/>
        </w:rPr>
        <w:t>сучасного</w:t>
      </w:r>
      <w:r w:rsidRPr="00F048BC">
        <w:rPr>
          <w:color w:val="010202"/>
          <w:spacing w:val="-19"/>
          <w:w w:val="105"/>
          <w:sz w:val="17"/>
          <w:lang w:val="ru-RU"/>
        </w:rPr>
        <w:t xml:space="preserve"> </w:t>
      </w:r>
      <w:r w:rsidRPr="00F048BC">
        <w:rPr>
          <w:color w:val="010202"/>
          <w:spacing w:val="-3"/>
          <w:w w:val="105"/>
          <w:sz w:val="17"/>
          <w:lang w:val="ru-RU"/>
        </w:rPr>
        <w:t>дизайну</w:t>
      </w:r>
      <w:r w:rsidRPr="00F048BC">
        <w:rPr>
          <w:color w:val="010202"/>
          <w:spacing w:val="-18"/>
          <w:w w:val="105"/>
          <w:sz w:val="17"/>
          <w:lang w:val="ru-RU"/>
        </w:rPr>
        <w:t xml:space="preserve"> </w:t>
      </w:r>
      <w:r w:rsidRPr="00F048BC">
        <w:rPr>
          <w:color w:val="010202"/>
          <w:spacing w:val="-2"/>
          <w:w w:val="105"/>
          <w:sz w:val="17"/>
          <w:lang w:val="ru-RU"/>
        </w:rPr>
        <w:t>для</w:t>
      </w:r>
      <w:r w:rsidRPr="00F048BC">
        <w:rPr>
          <w:color w:val="010202"/>
          <w:spacing w:val="-18"/>
          <w:w w:val="105"/>
          <w:sz w:val="17"/>
          <w:lang w:val="ru-RU"/>
        </w:rPr>
        <w:t xml:space="preserve"> </w:t>
      </w:r>
      <w:r w:rsidRPr="00F048BC">
        <w:rPr>
          <w:color w:val="010202"/>
          <w:spacing w:val="-3"/>
          <w:w w:val="105"/>
          <w:sz w:val="17"/>
          <w:lang w:val="ru-RU"/>
        </w:rPr>
        <w:t>деревообробної</w:t>
      </w:r>
      <w:r w:rsidRPr="00F048BC">
        <w:rPr>
          <w:color w:val="010202"/>
          <w:spacing w:val="-19"/>
          <w:w w:val="105"/>
          <w:sz w:val="17"/>
          <w:lang w:val="ru-RU"/>
        </w:rPr>
        <w:t xml:space="preserve"> </w:t>
      </w:r>
      <w:r w:rsidRPr="00F048BC">
        <w:rPr>
          <w:color w:val="010202"/>
          <w:spacing w:val="-3"/>
          <w:w w:val="105"/>
          <w:sz w:val="17"/>
          <w:lang w:val="ru-RU"/>
        </w:rPr>
        <w:t>промисловості</w:t>
      </w:r>
      <w:r w:rsidRPr="00F048BC">
        <w:rPr>
          <w:rFonts w:ascii="Times New Roman" w:hAnsi="Times New Roman"/>
          <w:color w:val="010202"/>
          <w:spacing w:val="-3"/>
          <w:w w:val="105"/>
          <w:sz w:val="17"/>
          <w:lang w:val="ru-RU"/>
        </w:rPr>
        <w:t>.</w:t>
      </w:r>
    </w:p>
    <w:p w:rsidR="0052441B" w:rsidRPr="00F048BC" w:rsidRDefault="0052441B">
      <w:pPr>
        <w:pStyle w:val="BodyText"/>
        <w:spacing w:before="8"/>
        <w:rPr>
          <w:rFonts w:ascii="Times New Roman"/>
          <w:sz w:val="13"/>
          <w:lang w:val="ru-RU"/>
        </w:rPr>
      </w:pPr>
      <w:r>
        <w:rPr>
          <w:noProof/>
          <w:lang w:val="ru-RU" w:eastAsia="ru-RU"/>
        </w:rPr>
        <w:pict>
          <v:line id="_x0000_s1073" style="position:absolute;z-index:-251659264;mso-wrap-distance-left:0;mso-wrap-distance-right:0;mso-position-horizontal-relative:page" from="46.35pt,11.9pt" to="379.2pt,11.9pt" strokecolor="#010202" strokeweight="1.41319mm">
            <w10:wrap type="topAndBottom" anchorx="page"/>
          </v:line>
        </w:pict>
      </w:r>
    </w:p>
    <w:p w:rsidR="0052441B" w:rsidRPr="00F048BC" w:rsidRDefault="0052441B">
      <w:pPr>
        <w:pStyle w:val="BodyText"/>
        <w:spacing w:before="2"/>
        <w:rPr>
          <w:rFonts w:ascii="Times New Roman"/>
          <w:sz w:val="4"/>
          <w:lang w:val="ru-RU"/>
        </w:rPr>
      </w:pPr>
    </w:p>
    <w:p w:rsidR="0052441B" w:rsidRDefault="0052441B">
      <w:pPr>
        <w:pStyle w:val="BodyText"/>
        <w:spacing w:line="20" w:lineRule="exact"/>
        <w:ind w:left="177"/>
        <w:rPr>
          <w:rFonts w:ascii="Times New Roman"/>
          <w:sz w:val="2"/>
        </w:rPr>
      </w:pPr>
      <w:r>
        <w:rPr>
          <w:noProof/>
          <w:lang w:val="ru-RU" w:eastAsia="ru-RU"/>
        </w:rPr>
      </w:r>
      <w:r w:rsidRPr="00C44FB8">
        <w:rPr>
          <w:rFonts w:ascii="Times New Roman"/>
          <w:sz w:val="2"/>
        </w:rPr>
        <w:pict>
          <v:group id="_x0000_s1074" style="width:332.85pt;height:1pt;mso-position-horizontal-relative:char;mso-position-vertical-relative:line" coordsize="6657,20">
            <v:line id="_x0000_s1075" style="position:absolute" from="0,10" to="6657,10" strokecolor="#010202" strokeweight=".339mm"/>
            <w10:anchorlock/>
          </v:group>
        </w:pict>
      </w:r>
    </w:p>
    <w:p w:rsidR="0052441B" w:rsidRDefault="0052441B">
      <w:pPr>
        <w:pStyle w:val="BodyText"/>
        <w:spacing w:before="5"/>
        <w:rPr>
          <w:rFonts w:ascii="Times New Roman"/>
          <w:sz w:val="13"/>
        </w:rPr>
      </w:pPr>
    </w:p>
    <w:p w:rsidR="0052441B" w:rsidRPr="00F048BC" w:rsidRDefault="0052441B">
      <w:pPr>
        <w:pStyle w:val="BodyText"/>
        <w:tabs>
          <w:tab w:val="left" w:pos="3461"/>
        </w:tabs>
        <w:spacing w:line="223" w:lineRule="auto"/>
        <w:ind w:left="775" w:right="9287"/>
        <w:rPr>
          <w:lang w:val="ru-RU"/>
        </w:rPr>
      </w:pPr>
      <w:r w:rsidRPr="00F048BC">
        <w:rPr>
          <w:color w:val="010202"/>
          <w:w w:val="105"/>
          <w:lang w:val="ru-RU"/>
        </w:rPr>
        <w:t>Головний</w:t>
      </w:r>
      <w:r w:rsidRPr="00F048BC">
        <w:rPr>
          <w:color w:val="010202"/>
          <w:spacing w:val="-20"/>
          <w:w w:val="105"/>
          <w:lang w:val="ru-RU"/>
        </w:rPr>
        <w:t xml:space="preserve"> </w:t>
      </w:r>
      <w:r w:rsidRPr="00F048BC">
        <w:rPr>
          <w:color w:val="010202"/>
          <w:w w:val="105"/>
          <w:lang w:val="ru-RU"/>
        </w:rPr>
        <w:t>редактор</w:t>
      </w:r>
      <w:r w:rsidRPr="00F048BC">
        <w:rPr>
          <w:color w:val="010202"/>
          <w:w w:val="105"/>
          <w:lang w:val="ru-RU"/>
        </w:rPr>
        <w:tab/>
      </w:r>
      <w:r w:rsidRPr="00F048BC">
        <w:rPr>
          <w:rFonts w:ascii="Times New Roman" w:hAnsi="Times New Roman"/>
          <w:b/>
          <w:color w:val="010202"/>
          <w:w w:val="105"/>
          <w:lang w:val="ru-RU"/>
        </w:rPr>
        <w:t xml:space="preserve">: </w:t>
      </w:r>
      <w:r w:rsidRPr="00F048BC">
        <w:rPr>
          <w:color w:val="010202"/>
          <w:w w:val="105"/>
          <w:lang w:val="ru-RU"/>
        </w:rPr>
        <w:t>д</w:t>
      </w:r>
      <w:r w:rsidRPr="00F048BC">
        <w:rPr>
          <w:rFonts w:ascii="Times New Roman" w:hAnsi="Times New Roman"/>
          <w:i/>
          <w:color w:val="010202"/>
          <w:w w:val="105"/>
          <w:lang w:val="ru-RU"/>
        </w:rPr>
        <w:t>.</w:t>
      </w:r>
      <w:r w:rsidRPr="00F048BC">
        <w:rPr>
          <w:color w:val="010202"/>
          <w:w w:val="105"/>
          <w:lang w:val="ru-RU"/>
        </w:rPr>
        <w:t>т</w:t>
      </w:r>
      <w:r w:rsidRPr="00F048BC">
        <w:rPr>
          <w:rFonts w:ascii="Times New Roman" w:hAnsi="Times New Roman"/>
          <w:i/>
          <w:color w:val="010202"/>
          <w:w w:val="105"/>
          <w:lang w:val="ru-RU"/>
        </w:rPr>
        <w:t>.</w:t>
      </w:r>
      <w:r w:rsidRPr="00F048BC">
        <w:rPr>
          <w:color w:val="010202"/>
          <w:w w:val="105"/>
          <w:lang w:val="ru-RU"/>
        </w:rPr>
        <w:t>н</w:t>
      </w:r>
      <w:r w:rsidRPr="00F048BC">
        <w:rPr>
          <w:rFonts w:ascii="Times New Roman" w:hAnsi="Times New Roman"/>
          <w:i/>
          <w:color w:val="010202"/>
          <w:w w:val="105"/>
          <w:lang w:val="ru-RU"/>
        </w:rPr>
        <w:t xml:space="preserve">., </w:t>
      </w:r>
      <w:r w:rsidRPr="00F048BC">
        <w:rPr>
          <w:color w:val="010202"/>
          <w:w w:val="105"/>
          <w:lang w:val="ru-RU"/>
        </w:rPr>
        <w:t>професор Д</w:t>
      </w:r>
      <w:r w:rsidRPr="00F048BC">
        <w:rPr>
          <w:rFonts w:ascii="Times New Roman" w:hAnsi="Times New Roman"/>
          <w:b/>
          <w:color w:val="010202"/>
          <w:w w:val="105"/>
          <w:lang w:val="ru-RU"/>
        </w:rPr>
        <w:t>.</w:t>
      </w:r>
      <w:r w:rsidRPr="00F048BC">
        <w:rPr>
          <w:color w:val="010202"/>
          <w:w w:val="105"/>
          <w:lang w:val="ru-RU"/>
        </w:rPr>
        <w:t>Л</w:t>
      </w:r>
      <w:r w:rsidRPr="00F048BC">
        <w:rPr>
          <w:rFonts w:ascii="Times New Roman" w:hAnsi="Times New Roman"/>
          <w:b/>
          <w:color w:val="010202"/>
          <w:w w:val="105"/>
          <w:lang w:val="ru-RU"/>
        </w:rPr>
        <w:t xml:space="preserve">. </w:t>
      </w:r>
      <w:r w:rsidRPr="00F048BC">
        <w:rPr>
          <w:color w:val="010202"/>
          <w:w w:val="105"/>
          <w:lang w:val="ru-RU"/>
        </w:rPr>
        <w:t>Дудюк Заступник головного редактора</w:t>
      </w:r>
      <w:r w:rsidRPr="00F048BC">
        <w:rPr>
          <w:rFonts w:ascii="Times New Roman" w:hAnsi="Times New Roman"/>
          <w:b/>
          <w:color w:val="010202"/>
          <w:w w:val="105"/>
          <w:lang w:val="ru-RU"/>
        </w:rPr>
        <w:t xml:space="preserve">: </w:t>
      </w:r>
      <w:r w:rsidRPr="00F048BC">
        <w:rPr>
          <w:color w:val="010202"/>
          <w:w w:val="105"/>
          <w:lang w:val="ru-RU"/>
        </w:rPr>
        <w:t>к</w:t>
      </w:r>
      <w:r w:rsidRPr="00F048BC">
        <w:rPr>
          <w:rFonts w:ascii="Times New Roman" w:hAnsi="Times New Roman"/>
          <w:i/>
          <w:color w:val="010202"/>
          <w:w w:val="105"/>
          <w:lang w:val="ru-RU"/>
        </w:rPr>
        <w:t>.</w:t>
      </w:r>
      <w:r w:rsidRPr="00F048BC">
        <w:rPr>
          <w:color w:val="010202"/>
          <w:w w:val="105"/>
          <w:lang w:val="ru-RU"/>
        </w:rPr>
        <w:t>т</w:t>
      </w:r>
      <w:r w:rsidRPr="00F048BC">
        <w:rPr>
          <w:rFonts w:ascii="Times New Roman" w:hAnsi="Times New Roman"/>
          <w:i/>
          <w:color w:val="010202"/>
          <w:w w:val="105"/>
          <w:lang w:val="ru-RU"/>
        </w:rPr>
        <w:t>.</w:t>
      </w:r>
      <w:r w:rsidRPr="00F048BC">
        <w:rPr>
          <w:color w:val="010202"/>
          <w:w w:val="105"/>
          <w:lang w:val="ru-RU"/>
        </w:rPr>
        <w:t>н</w:t>
      </w:r>
      <w:r w:rsidRPr="00F048BC">
        <w:rPr>
          <w:rFonts w:ascii="Times New Roman" w:hAnsi="Times New Roman"/>
          <w:i/>
          <w:color w:val="010202"/>
          <w:w w:val="105"/>
          <w:lang w:val="ru-RU"/>
        </w:rPr>
        <w:t xml:space="preserve">., </w:t>
      </w:r>
      <w:r w:rsidRPr="00F048BC">
        <w:rPr>
          <w:color w:val="010202"/>
          <w:w w:val="105"/>
          <w:lang w:val="ru-RU"/>
        </w:rPr>
        <w:t>доцент Ю</w:t>
      </w:r>
      <w:r w:rsidRPr="00F048BC">
        <w:rPr>
          <w:rFonts w:ascii="Times New Roman" w:hAnsi="Times New Roman"/>
          <w:b/>
          <w:color w:val="010202"/>
          <w:w w:val="105"/>
          <w:lang w:val="ru-RU"/>
        </w:rPr>
        <w:t>.</w:t>
      </w:r>
      <w:r w:rsidRPr="00F048BC">
        <w:rPr>
          <w:color w:val="010202"/>
          <w:w w:val="105"/>
          <w:lang w:val="ru-RU"/>
        </w:rPr>
        <w:t>І</w:t>
      </w:r>
      <w:r w:rsidRPr="00F048BC">
        <w:rPr>
          <w:rFonts w:ascii="Times New Roman" w:hAnsi="Times New Roman"/>
          <w:b/>
          <w:color w:val="010202"/>
          <w:w w:val="105"/>
          <w:lang w:val="ru-RU"/>
        </w:rPr>
        <w:t>.</w:t>
      </w:r>
      <w:r w:rsidRPr="00F048BC">
        <w:rPr>
          <w:rFonts w:ascii="Times New Roman" w:hAnsi="Times New Roman"/>
          <w:b/>
          <w:color w:val="010202"/>
          <w:spacing w:val="-31"/>
          <w:w w:val="105"/>
          <w:lang w:val="ru-RU"/>
        </w:rPr>
        <w:t xml:space="preserve"> </w:t>
      </w:r>
      <w:r w:rsidRPr="00F048BC">
        <w:rPr>
          <w:color w:val="010202"/>
          <w:w w:val="105"/>
          <w:lang w:val="ru-RU"/>
        </w:rPr>
        <w:t>Грицюк</w:t>
      </w:r>
    </w:p>
    <w:p w:rsidR="0052441B" w:rsidRPr="00F048BC" w:rsidRDefault="0052441B">
      <w:pPr>
        <w:spacing w:before="100"/>
        <w:ind w:left="775"/>
        <w:rPr>
          <w:rFonts w:ascii="Times New Roman" w:hAnsi="Times New Roman"/>
          <w:b/>
          <w:sz w:val="16"/>
          <w:lang w:val="ru-RU"/>
        </w:rPr>
      </w:pPr>
      <w:r w:rsidRPr="00F048BC">
        <w:rPr>
          <w:color w:val="010202"/>
          <w:w w:val="105"/>
          <w:sz w:val="16"/>
          <w:lang w:val="ru-RU"/>
        </w:rPr>
        <w:t>Редакційна колегія</w:t>
      </w:r>
      <w:r w:rsidRPr="00F048BC">
        <w:rPr>
          <w:rFonts w:ascii="Times New Roman" w:hAnsi="Times New Roman"/>
          <w:b/>
          <w:color w:val="010202"/>
          <w:w w:val="105"/>
          <w:sz w:val="16"/>
          <w:lang w:val="ru-RU"/>
        </w:rPr>
        <w:t>:</w:t>
      </w:r>
    </w:p>
    <w:p w:rsidR="0052441B" w:rsidRPr="00F048BC" w:rsidRDefault="0052441B">
      <w:pPr>
        <w:tabs>
          <w:tab w:val="left" w:pos="1896"/>
          <w:tab w:val="left" w:pos="3588"/>
        </w:tabs>
        <w:spacing w:before="47" w:line="192" w:lineRule="exact"/>
        <w:ind w:left="206"/>
        <w:rPr>
          <w:sz w:val="16"/>
          <w:lang w:val="ru-RU"/>
        </w:rPr>
      </w:pPr>
      <w:r w:rsidRPr="00F048BC">
        <w:rPr>
          <w:color w:val="010202"/>
          <w:w w:val="95"/>
          <w:position w:val="1"/>
          <w:sz w:val="16"/>
          <w:lang w:val="ru-RU"/>
        </w:rPr>
        <w:t>д</w:t>
      </w:r>
      <w:r w:rsidRPr="00F048BC">
        <w:rPr>
          <w:rFonts w:ascii="Times New Roman" w:hAnsi="Times New Roman"/>
          <w:i/>
          <w:color w:val="010202"/>
          <w:w w:val="95"/>
          <w:position w:val="1"/>
          <w:sz w:val="16"/>
          <w:lang w:val="ru-RU"/>
        </w:rPr>
        <w:t>.</w:t>
      </w:r>
      <w:r w:rsidRPr="00F048BC">
        <w:rPr>
          <w:color w:val="010202"/>
          <w:w w:val="95"/>
          <w:position w:val="1"/>
          <w:sz w:val="16"/>
          <w:lang w:val="ru-RU"/>
        </w:rPr>
        <w:t>е</w:t>
      </w:r>
      <w:r w:rsidRPr="00F048BC">
        <w:rPr>
          <w:rFonts w:ascii="Times New Roman" w:hAnsi="Times New Roman"/>
          <w:i/>
          <w:color w:val="010202"/>
          <w:w w:val="95"/>
          <w:position w:val="1"/>
          <w:sz w:val="16"/>
          <w:lang w:val="ru-RU"/>
        </w:rPr>
        <w:t>.</w:t>
      </w:r>
      <w:r w:rsidRPr="00F048BC">
        <w:rPr>
          <w:color w:val="010202"/>
          <w:w w:val="95"/>
          <w:position w:val="1"/>
          <w:sz w:val="16"/>
          <w:lang w:val="ru-RU"/>
        </w:rPr>
        <w:t>н</w:t>
      </w:r>
      <w:r w:rsidRPr="00F048BC">
        <w:rPr>
          <w:rFonts w:ascii="Times New Roman" w:hAnsi="Times New Roman"/>
          <w:i/>
          <w:color w:val="010202"/>
          <w:w w:val="95"/>
          <w:position w:val="1"/>
          <w:sz w:val="16"/>
          <w:lang w:val="ru-RU"/>
        </w:rPr>
        <w:t>.,</w:t>
      </w:r>
      <w:r w:rsidRPr="00F048BC">
        <w:rPr>
          <w:rFonts w:ascii="Times New Roman" w:hAnsi="Times New Roman"/>
          <w:i/>
          <w:color w:val="010202"/>
          <w:spacing w:val="-19"/>
          <w:w w:val="95"/>
          <w:position w:val="1"/>
          <w:sz w:val="16"/>
          <w:lang w:val="ru-RU"/>
        </w:rPr>
        <w:t xml:space="preserve"> </w:t>
      </w:r>
      <w:r w:rsidRPr="00F048BC">
        <w:rPr>
          <w:color w:val="010202"/>
          <w:w w:val="95"/>
          <w:position w:val="1"/>
          <w:sz w:val="16"/>
          <w:lang w:val="ru-RU"/>
        </w:rPr>
        <w:t>професор</w:t>
      </w:r>
      <w:r w:rsidRPr="00F048BC">
        <w:rPr>
          <w:color w:val="010202"/>
          <w:w w:val="95"/>
          <w:position w:val="1"/>
          <w:sz w:val="16"/>
          <w:lang w:val="ru-RU"/>
        </w:rPr>
        <w:tab/>
      </w:r>
      <w:r w:rsidRPr="00F048BC">
        <w:rPr>
          <w:color w:val="010202"/>
          <w:position w:val="1"/>
          <w:sz w:val="16"/>
          <w:lang w:val="ru-RU"/>
        </w:rPr>
        <w:t>Ю</w:t>
      </w:r>
      <w:r w:rsidRPr="00F048BC">
        <w:rPr>
          <w:rFonts w:ascii="Times New Roman" w:hAnsi="Times New Roman"/>
          <w:b/>
          <w:color w:val="010202"/>
          <w:position w:val="1"/>
          <w:sz w:val="16"/>
          <w:lang w:val="ru-RU"/>
        </w:rPr>
        <w:t>.</w:t>
      </w:r>
      <w:r w:rsidRPr="00F048BC">
        <w:rPr>
          <w:color w:val="010202"/>
          <w:position w:val="1"/>
          <w:sz w:val="16"/>
          <w:lang w:val="ru-RU"/>
        </w:rPr>
        <w:t>Ю</w:t>
      </w:r>
      <w:r w:rsidRPr="00F048BC">
        <w:rPr>
          <w:rFonts w:ascii="Times New Roman" w:hAnsi="Times New Roman"/>
          <w:b/>
          <w:color w:val="010202"/>
          <w:position w:val="1"/>
          <w:sz w:val="16"/>
          <w:lang w:val="ru-RU"/>
        </w:rPr>
        <w:t>.</w:t>
      </w:r>
      <w:r w:rsidRPr="00F048BC">
        <w:rPr>
          <w:rFonts w:ascii="Times New Roman" w:hAnsi="Times New Roman"/>
          <w:b/>
          <w:color w:val="010202"/>
          <w:spacing w:val="14"/>
          <w:position w:val="1"/>
          <w:sz w:val="16"/>
          <w:lang w:val="ru-RU"/>
        </w:rPr>
        <w:t xml:space="preserve"> </w:t>
      </w:r>
      <w:r w:rsidRPr="00F048BC">
        <w:rPr>
          <w:color w:val="010202"/>
          <w:position w:val="1"/>
          <w:sz w:val="16"/>
          <w:lang w:val="ru-RU"/>
        </w:rPr>
        <w:t>Туниця</w:t>
      </w:r>
      <w:r w:rsidRPr="00F048BC">
        <w:rPr>
          <w:color w:val="010202"/>
          <w:position w:val="1"/>
          <w:sz w:val="16"/>
          <w:lang w:val="ru-RU"/>
        </w:rPr>
        <w:tab/>
      </w:r>
      <w:r>
        <w:rPr>
          <w:rFonts w:ascii="Symbol" w:hAnsi="Symbol"/>
          <w:i/>
          <w:color w:val="010202"/>
          <w:sz w:val="17"/>
        </w:rPr>
        <w:t></w:t>
      </w:r>
      <w:r w:rsidRPr="00F048BC">
        <w:rPr>
          <w:rFonts w:ascii="Times New Roman" w:hAnsi="Times New Roman"/>
          <w:i/>
          <w:color w:val="010202"/>
          <w:sz w:val="17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голова</w:t>
      </w:r>
      <w:r w:rsidRPr="00F048BC">
        <w:rPr>
          <w:color w:val="010202"/>
          <w:spacing w:val="-11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редколегії</w:t>
      </w:r>
    </w:p>
    <w:p w:rsidR="0052441B" w:rsidRPr="00F048BC" w:rsidRDefault="0052441B">
      <w:pPr>
        <w:tabs>
          <w:tab w:val="left" w:pos="1896"/>
          <w:tab w:val="left" w:pos="3588"/>
        </w:tabs>
        <w:spacing w:line="183" w:lineRule="exact"/>
        <w:ind w:left="206"/>
        <w:rPr>
          <w:sz w:val="16"/>
          <w:lang w:val="ru-RU"/>
        </w:rPr>
      </w:pPr>
      <w:r w:rsidRPr="00F048BC">
        <w:rPr>
          <w:color w:val="010202"/>
          <w:w w:val="95"/>
          <w:position w:val="1"/>
          <w:sz w:val="16"/>
          <w:lang w:val="ru-RU"/>
        </w:rPr>
        <w:t>д</w:t>
      </w:r>
      <w:r w:rsidRPr="00F048BC">
        <w:rPr>
          <w:rFonts w:ascii="Times New Roman" w:hAnsi="Times New Roman"/>
          <w:i/>
          <w:color w:val="010202"/>
          <w:w w:val="95"/>
          <w:position w:val="1"/>
          <w:sz w:val="16"/>
          <w:lang w:val="ru-RU"/>
        </w:rPr>
        <w:t>.</w:t>
      </w:r>
      <w:r w:rsidRPr="00F048BC">
        <w:rPr>
          <w:color w:val="010202"/>
          <w:w w:val="95"/>
          <w:position w:val="1"/>
          <w:sz w:val="16"/>
          <w:lang w:val="ru-RU"/>
        </w:rPr>
        <w:t>б</w:t>
      </w:r>
      <w:r w:rsidRPr="00F048BC">
        <w:rPr>
          <w:rFonts w:ascii="Times New Roman" w:hAnsi="Times New Roman"/>
          <w:i/>
          <w:color w:val="010202"/>
          <w:w w:val="95"/>
          <w:position w:val="1"/>
          <w:sz w:val="16"/>
          <w:lang w:val="ru-RU"/>
        </w:rPr>
        <w:t>.</w:t>
      </w:r>
      <w:r w:rsidRPr="00F048BC">
        <w:rPr>
          <w:color w:val="010202"/>
          <w:w w:val="95"/>
          <w:position w:val="1"/>
          <w:sz w:val="16"/>
          <w:lang w:val="ru-RU"/>
        </w:rPr>
        <w:t>н</w:t>
      </w:r>
      <w:r w:rsidRPr="00F048BC">
        <w:rPr>
          <w:rFonts w:ascii="Times New Roman" w:hAnsi="Times New Roman"/>
          <w:i/>
          <w:color w:val="010202"/>
          <w:w w:val="95"/>
          <w:position w:val="1"/>
          <w:sz w:val="16"/>
          <w:lang w:val="ru-RU"/>
        </w:rPr>
        <w:t>.,</w:t>
      </w:r>
      <w:r w:rsidRPr="00F048BC">
        <w:rPr>
          <w:rFonts w:ascii="Times New Roman" w:hAnsi="Times New Roman"/>
          <w:i/>
          <w:color w:val="010202"/>
          <w:spacing w:val="-17"/>
          <w:w w:val="95"/>
          <w:position w:val="1"/>
          <w:sz w:val="16"/>
          <w:lang w:val="ru-RU"/>
        </w:rPr>
        <w:t xml:space="preserve"> </w:t>
      </w:r>
      <w:r w:rsidRPr="00F048BC">
        <w:rPr>
          <w:color w:val="010202"/>
          <w:w w:val="95"/>
          <w:position w:val="1"/>
          <w:sz w:val="16"/>
          <w:lang w:val="ru-RU"/>
        </w:rPr>
        <w:t>професор</w:t>
      </w:r>
      <w:r w:rsidRPr="00F048BC">
        <w:rPr>
          <w:color w:val="010202"/>
          <w:w w:val="95"/>
          <w:position w:val="1"/>
          <w:sz w:val="16"/>
          <w:lang w:val="ru-RU"/>
        </w:rPr>
        <w:tab/>
      </w:r>
      <w:r w:rsidRPr="00F048BC">
        <w:rPr>
          <w:color w:val="010202"/>
          <w:position w:val="1"/>
          <w:sz w:val="16"/>
          <w:lang w:val="ru-RU"/>
        </w:rPr>
        <w:t>Г</w:t>
      </w:r>
      <w:r w:rsidRPr="00F048BC">
        <w:rPr>
          <w:rFonts w:ascii="Times New Roman" w:hAnsi="Times New Roman"/>
          <w:b/>
          <w:color w:val="010202"/>
          <w:position w:val="1"/>
          <w:sz w:val="16"/>
          <w:lang w:val="ru-RU"/>
        </w:rPr>
        <w:t>.</w:t>
      </w:r>
      <w:r w:rsidRPr="00F048BC">
        <w:rPr>
          <w:color w:val="010202"/>
          <w:position w:val="1"/>
          <w:sz w:val="16"/>
          <w:lang w:val="ru-RU"/>
        </w:rPr>
        <w:t>Т</w:t>
      </w:r>
      <w:r w:rsidRPr="00F048BC">
        <w:rPr>
          <w:rFonts w:ascii="Times New Roman" w:hAnsi="Times New Roman"/>
          <w:b/>
          <w:color w:val="010202"/>
          <w:position w:val="1"/>
          <w:sz w:val="16"/>
          <w:lang w:val="ru-RU"/>
        </w:rPr>
        <w:t>.</w:t>
      </w:r>
      <w:r w:rsidRPr="00F048BC">
        <w:rPr>
          <w:rFonts w:ascii="Times New Roman" w:hAnsi="Times New Roman"/>
          <w:b/>
          <w:color w:val="010202"/>
          <w:spacing w:val="24"/>
          <w:position w:val="1"/>
          <w:sz w:val="16"/>
          <w:lang w:val="ru-RU"/>
        </w:rPr>
        <w:t xml:space="preserve"> </w:t>
      </w:r>
      <w:r w:rsidRPr="00F048BC">
        <w:rPr>
          <w:color w:val="010202"/>
          <w:position w:val="1"/>
          <w:sz w:val="16"/>
          <w:lang w:val="ru-RU"/>
        </w:rPr>
        <w:t>Криницький</w:t>
      </w:r>
      <w:r w:rsidRPr="00F048BC">
        <w:rPr>
          <w:color w:val="010202"/>
          <w:position w:val="1"/>
          <w:sz w:val="16"/>
          <w:lang w:val="ru-RU"/>
        </w:rPr>
        <w:tab/>
      </w:r>
      <w:r>
        <w:rPr>
          <w:rFonts w:ascii="Symbol" w:hAnsi="Symbol"/>
          <w:i/>
          <w:color w:val="010202"/>
          <w:sz w:val="17"/>
        </w:rPr>
        <w:t></w:t>
      </w:r>
      <w:r w:rsidRPr="00F048BC">
        <w:rPr>
          <w:rFonts w:ascii="Times New Roman" w:hAnsi="Times New Roman"/>
          <w:i/>
          <w:color w:val="010202"/>
          <w:sz w:val="17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заступник голови</w:t>
      </w:r>
      <w:r w:rsidRPr="00F048BC">
        <w:rPr>
          <w:color w:val="010202"/>
          <w:spacing w:val="-17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редколегії</w:t>
      </w:r>
    </w:p>
    <w:p w:rsidR="0052441B" w:rsidRPr="00F048BC" w:rsidRDefault="0052441B">
      <w:pPr>
        <w:tabs>
          <w:tab w:val="left" w:pos="1896"/>
          <w:tab w:val="left" w:pos="3588"/>
          <w:tab w:val="left" w:pos="5278"/>
        </w:tabs>
        <w:spacing w:before="7" w:line="216" w:lineRule="auto"/>
        <w:ind w:left="206" w:right="8885"/>
        <w:rPr>
          <w:sz w:val="16"/>
          <w:lang w:val="ru-RU"/>
        </w:rPr>
      </w:pPr>
      <w:r w:rsidRPr="00F048BC">
        <w:rPr>
          <w:color w:val="010202"/>
          <w:sz w:val="16"/>
          <w:lang w:val="ru-RU"/>
        </w:rPr>
        <w:t>д</w:t>
      </w:r>
      <w:r w:rsidRPr="00F048BC">
        <w:rPr>
          <w:rFonts w:ascii="Times New Roman" w:hAnsi="Times New Roman"/>
          <w:i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т</w:t>
      </w:r>
      <w:r w:rsidRPr="00F048BC">
        <w:rPr>
          <w:rFonts w:ascii="Times New Roman" w:hAnsi="Times New Roman"/>
          <w:i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н</w:t>
      </w:r>
      <w:r w:rsidRPr="00F048BC">
        <w:rPr>
          <w:rFonts w:ascii="Times New Roman" w:hAnsi="Times New Roman"/>
          <w:i/>
          <w:color w:val="010202"/>
          <w:sz w:val="16"/>
          <w:lang w:val="ru-RU"/>
        </w:rPr>
        <w:t>.,</w:t>
      </w:r>
      <w:r w:rsidRPr="00F048BC">
        <w:rPr>
          <w:rFonts w:ascii="Times New Roman" w:hAnsi="Times New Roman"/>
          <w:i/>
          <w:color w:val="010202"/>
          <w:spacing w:val="-23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професор</w:t>
      </w:r>
      <w:r w:rsidRPr="00F048BC">
        <w:rPr>
          <w:color w:val="010202"/>
          <w:sz w:val="16"/>
          <w:lang w:val="ru-RU"/>
        </w:rPr>
        <w:tab/>
        <w:t>П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В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>Білей</w:t>
      </w:r>
      <w:r w:rsidRPr="00F048BC">
        <w:rPr>
          <w:color w:val="010202"/>
          <w:sz w:val="16"/>
          <w:lang w:val="ru-RU"/>
        </w:rPr>
        <w:tab/>
      </w:r>
      <w:r w:rsidRPr="00F048BC">
        <w:rPr>
          <w:color w:val="010202"/>
          <w:w w:val="95"/>
          <w:sz w:val="16"/>
          <w:lang w:val="ru-RU"/>
        </w:rPr>
        <w:t>д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е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н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.,</w:t>
      </w:r>
      <w:r w:rsidRPr="00F048BC">
        <w:rPr>
          <w:rFonts w:ascii="Times New Roman" w:hAnsi="Times New Roman"/>
          <w:i/>
          <w:color w:val="010202"/>
          <w:spacing w:val="-21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професор</w:t>
      </w:r>
      <w:r w:rsidRPr="00F048BC">
        <w:rPr>
          <w:color w:val="010202"/>
          <w:w w:val="95"/>
          <w:sz w:val="16"/>
          <w:lang w:val="ru-RU"/>
        </w:rPr>
        <w:tab/>
      </w:r>
      <w:r w:rsidRPr="00F048BC">
        <w:rPr>
          <w:color w:val="010202"/>
          <w:sz w:val="16"/>
          <w:lang w:val="ru-RU"/>
        </w:rPr>
        <w:t>М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В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>Римар д</w:t>
      </w:r>
      <w:r w:rsidRPr="00F048BC">
        <w:rPr>
          <w:rFonts w:ascii="Times New Roman" w:hAnsi="Times New Roman"/>
          <w:i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т</w:t>
      </w:r>
      <w:r w:rsidRPr="00F048BC">
        <w:rPr>
          <w:rFonts w:ascii="Times New Roman" w:hAnsi="Times New Roman"/>
          <w:i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н</w:t>
      </w:r>
      <w:r w:rsidRPr="00F048BC">
        <w:rPr>
          <w:rFonts w:ascii="Times New Roman" w:hAnsi="Times New Roman"/>
          <w:i/>
          <w:color w:val="010202"/>
          <w:sz w:val="16"/>
          <w:lang w:val="ru-RU"/>
        </w:rPr>
        <w:t>.,</w:t>
      </w:r>
      <w:r w:rsidRPr="00F048BC">
        <w:rPr>
          <w:rFonts w:ascii="Times New Roman" w:hAnsi="Times New Roman"/>
          <w:i/>
          <w:color w:val="010202"/>
          <w:spacing w:val="-23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професор</w:t>
      </w:r>
      <w:r w:rsidRPr="00F048BC">
        <w:rPr>
          <w:color w:val="010202"/>
          <w:sz w:val="16"/>
          <w:lang w:val="ru-RU"/>
        </w:rPr>
        <w:tab/>
        <w:t>Н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І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rFonts w:ascii="Times New Roman" w:hAnsi="Times New Roman"/>
          <w:b/>
          <w:color w:val="010202"/>
          <w:spacing w:val="12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Библюк</w:t>
      </w:r>
      <w:r w:rsidRPr="00F048BC">
        <w:rPr>
          <w:color w:val="010202"/>
          <w:sz w:val="16"/>
          <w:lang w:val="ru-RU"/>
        </w:rPr>
        <w:tab/>
      </w:r>
      <w:r w:rsidRPr="00F048BC">
        <w:rPr>
          <w:color w:val="010202"/>
          <w:w w:val="95"/>
          <w:sz w:val="16"/>
          <w:lang w:val="ru-RU"/>
        </w:rPr>
        <w:t>д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с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.-</w:t>
      </w:r>
      <w:r w:rsidRPr="00F048BC">
        <w:rPr>
          <w:color w:val="010202"/>
          <w:w w:val="95"/>
          <w:sz w:val="16"/>
          <w:lang w:val="ru-RU"/>
        </w:rPr>
        <w:t>г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н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.,</w:t>
      </w:r>
      <w:r w:rsidRPr="00F048BC">
        <w:rPr>
          <w:rFonts w:ascii="Times New Roman" w:hAnsi="Times New Roman"/>
          <w:i/>
          <w:color w:val="010202"/>
          <w:spacing w:val="-15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професор</w:t>
      </w:r>
      <w:r w:rsidRPr="00F048BC">
        <w:rPr>
          <w:color w:val="010202"/>
          <w:w w:val="95"/>
          <w:sz w:val="16"/>
          <w:lang w:val="ru-RU"/>
        </w:rPr>
        <w:tab/>
      </w:r>
      <w:r w:rsidRPr="00F048BC">
        <w:rPr>
          <w:color w:val="010202"/>
          <w:sz w:val="16"/>
          <w:lang w:val="ru-RU"/>
        </w:rPr>
        <w:t>В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П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 xml:space="preserve">Рябчук </w:t>
      </w:r>
      <w:r w:rsidRPr="00F048BC">
        <w:rPr>
          <w:color w:val="010202"/>
          <w:w w:val="95"/>
          <w:sz w:val="16"/>
          <w:lang w:val="ru-RU"/>
        </w:rPr>
        <w:t>д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е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н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.,</w:t>
      </w:r>
      <w:r w:rsidRPr="00F048BC">
        <w:rPr>
          <w:rFonts w:ascii="Times New Roman" w:hAnsi="Times New Roman"/>
          <w:i/>
          <w:color w:val="010202"/>
          <w:spacing w:val="-21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професор</w:t>
      </w:r>
      <w:r w:rsidRPr="00F048BC">
        <w:rPr>
          <w:color w:val="010202"/>
          <w:w w:val="95"/>
          <w:sz w:val="16"/>
          <w:lang w:val="ru-RU"/>
        </w:rPr>
        <w:tab/>
      </w:r>
      <w:r w:rsidRPr="00F048BC">
        <w:rPr>
          <w:color w:val="010202"/>
          <w:sz w:val="16"/>
          <w:lang w:val="ru-RU"/>
        </w:rPr>
        <w:t>В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Я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rFonts w:ascii="Times New Roman" w:hAnsi="Times New Roman"/>
          <w:b/>
          <w:color w:val="010202"/>
          <w:spacing w:val="6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Гуменюк</w:t>
      </w:r>
      <w:r w:rsidRPr="00F048BC">
        <w:rPr>
          <w:color w:val="010202"/>
          <w:sz w:val="16"/>
          <w:lang w:val="ru-RU"/>
        </w:rPr>
        <w:tab/>
      </w:r>
      <w:r w:rsidRPr="00F048BC">
        <w:rPr>
          <w:color w:val="010202"/>
          <w:w w:val="95"/>
          <w:sz w:val="16"/>
          <w:lang w:val="ru-RU"/>
        </w:rPr>
        <w:t>д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е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н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.,</w:t>
      </w:r>
      <w:r w:rsidRPr="00F048BC">
        <w:rPr>
          <w:rFonts w:ascii="Times New Roman" w:hAnsi="Times New Roman"/>
          <w:i/>
          <w:color w:val="010202"/>
          <w:spacing w:val="-21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професор</w:t>
      </w:r>
      <w:r w:rsidRPr="00F048BC">
        <w:rPr>
          <w:color w:val="010202"/>
          <w:w w:val="95"/>
          <w:sz w:val="16"/>
          <w:lang w:val="ru-RU"/>
        </w:rPr>
        <w:tab/>
      </w:r>
      <w:r w:rsidRPr="00F048BC">
        <w:rPr>
          <w:color w:val="010202"/>
          <w:sz w:val="16"/>
          <w:lang w:val="ru-RU"/>
        </w:rPr>
        <w:t>І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М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>Синякевич д</w:t>
      </w:r>
      <w:r w:rsidRPr="00F048BC">
        <w:rPr>
          <w:rFonts w:ascii="Times New Roman" w:hAnsi="Times New Roman"/>
          <w:i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т</w:t>
      </w:r>
      <w:r w:rsidRPr="00F048BC">
        <w:rPr>
          <w:rFonts w:ascii="Times New Roman" w:hAnsi="Times New Roman"/>
          <w:i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н</w:t>
      </w:r>
      <w:r w:rsidRPr="00F048BC">
        <w:rPr>
          <w:rFonts w:ascii="Times New Roman" w:hAnsi="Times New Roman"/>
          <w:i/>
          <w:color w:val="010202"/>
          <w:sz w:val="16"/>
          <w:lang w:val="ru-RU"/>
        </w:rPr>
        <w:t>.,</w:t>
      </w:r>
      <w:r w:rsidRPr="00F048BC">
        <w:rPr>
          <w:rFonts w:ascii="Times New Roman" w:hAnsi="Times New Roman"/>
          <w:i/>
          <w:color w:val="010202"/>
          <w:spacing w:val="-23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професор</w:t>
      </w:r>
      <w:r w:rsidRPr="00F048BC">
        <w:rPr>
          <w:color w:val="010202"/>
          <w:sz w:val="16"/>
          <w:lang w:val="ru-RU"/>
        </w:rPr>
        <w:tab/>
        <w:t>В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М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rFonts w:ascii="Times New Roman" w:hAnsi="Times New Roman"/>
          <w:b/>
          <w:color w:val="010202"/>
          <w:spacing w:val="-3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Голубець</w:t>
      </w:r>
      <w:r w:rsidRPr="00F048BC">
        <w:rPr>
          <w:color w:val="010202"/>
          <w:sz w:val="16"/>
          <w:lang w:val="ru-RU"/>
        </w:rPr>
        <w:tab/>
      </w:r>
      <w:r w:rsidRPr="00F048BC">
        <w:rPr>
          <w:color w:val="010202"/>
          <w:w w:val="95"/>
          <w:sz w:val="16"/>
          <w:lang w:val="ru-RU"/>
        </w:rPr>
        <w:t>д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б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н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.,</w:t>
      </w:r>
      <w:r w:rsidRPr="00F048BC">
        <w:rPr>
          <w:rFonts w:ascii="Times New Roman" w:hAnsi="Times New Roman"/>
          <w:i/>
          <w:color w:val="010202"/>
          <w:spacing w:val="-18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професор</w:t>
      </w:r>
      <w:r w:rsidRPr="00F048BC">
        <w:rPr>
          <w:color w:val="010202"/>
          <w:w w:val="95"/>
          <w:sz w:val="16"/>
          <w:lang w:val="ru-RU"/>
        </w:rPr>
        <w:tab/>
      </w:r>
      <w:r w:rsidRPr="00F048BC">
        <w:rPr>
          <w:color w:val="010202"/>
          <w:sz w:val="16"/>
          <w:lang w:val="ru-RU"/>
        </w:rPr>
        <w:t>П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Р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rFonts w:ascii="Times New Roman" w:hAnsi="Times New Roman"/>
          <w:b/>
          <w:color w:val="010202"/>
          <w:spacing w:val="2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Третяк</w:t>
      </w:r>
    </w:p>
    <w:p w:rsidR="0052441B" w:rsidRPr="00F048BC" w:rsidRDefault="0052441B">
      <w:pPr>
        <w:tabs>
          <w:tab w:val="left" w:pos="1896"/>
          <w:tab w:val="left" w:pos="3588"/>
          <w:tab w:val="left" w:pos="5278"/>
        </w:tabs>
        <w:spacing w:line="216" w:lineRule="auto"/>
        <w:ind w:left="206" w:right="8941"/>
        <w:rPr>
          <w:sz w:val="16"/>
          <w:lang w:val="ru-RU"/>
        </w:rPr>
      </w:pPr>
      <w:r w:rsidRPr="00F048BC">
        <w:rPr>
          <w:color w:val="010202"/>
          <w:w w:val="95"/>
          <w:sz w:val="16"/>
          <w:lang w:val="ru-RU"/>
        </w:rPr>
        <w:t>д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с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.-</w:t>
      </w:r>
      <w:r w:rsidRPr="00F048BC">
        <w:rPr>
          <w:color w:val="010202"/>
          <w:w w:val="95"/>
          <w:sz w:val="16"/>
          <w:lang w:val="ru-RU"/>
        </w:rPr>
        <w:t>г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н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.,</w:t>
      </w:r>
      <w:r w:rsidRPr="00F048BC">
        <w:rPr>
          <w:rFonts w:ascii="Times New Roman" w:hAnsi="Times New Roman"/>
          <w:i/>
          <w:color w:val="010202"/>
          <w:spacing w:val="-16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професор</w:t>
      </w:r>
      <w:r w:rsidRPr="00F048BC">
        <w:rPr>
          <w:color w:val="010202"/>
          <w:w w:val="95"/>
          <w:sz w:val="16"/>
          <w:lang w:val="ru-RU"/>
        </w:rPr>
        <w:tab/>
      </w:r>
      <w:r w:rsidRPr="00F048BC">
        <w:rPr>
          <w:color w:val="010202"/>
          <w:sz w:val="16"/>
          <w:lang w:val="ru-RU"/>
        </w:rPr>
        <w:t>М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М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rFonts w:ascii="Times New Roman" w:hAnsi="Times New Roman"/>
          <w:b/>
          <w:color w:val="010202"/>
          <w:spacing w:val="13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Гузь</w:t>
      </w:r>
      <w:r w:rsidRPr="00F048BC">
        <w:rPr>
          <w:color w:val="010202"/>
          <w:sz w:val="16"/>
          <w:lang w:val="ru-RU"/>
        </w:rPr>
        <w:tab/>
      </w:r>
      <w:r w:rsidRPr="00F048BC">
        <w:rPr>
          <w:color w:val="010202"/>
          <w:w w:val="90"/>
          <w:sz w:val="16"/>
          <w:lang w:val="ru-RU"/>
        </w:rPr>
        <w:t>д</w:t>
      </w:r>
      <w:r w:rsidRPr="00F048BC">
        <w:rPr>
          <w:rFonts w:ascii="Times New Roman" w:hAnsi="Times New Roman"/>
          <w:i/>
          <w:color w:val="010202"/>
          <w:w w:val="90"/>
          <w:sz w:val="16"/>
          <w:lang w:val="ru-RU"/>
        </w:rPr>
        <w:t>.</w:t>
      </w:r>
      <w:r w:rsidRPr="00F048BC">
        <w:rPr>
          <w:color w:val="010202"/>
          <w:w w:val="90"/>
          <w:sz w:val="16"/>
          <w:lang w:val="ru-RU"/>
        </w:rPr>
        <w:t>е</w:t>
      </w:r>
      <w:r w:rsidRPr="00F048BC">
        <w:rPr>
          <w:rFonts w:ascii="Times New Roman" w:hAnsi="Times New Roman"/>
          <w:i/>
          <w:color w:val="010202"/>
          <w:w w:val="90"/>
          <w:sz w:val="16"/>
          <w:lang w:val="ru-RU"/>
        </w:rPr>
        <w:t>.</w:t>
      </w:r>
      <w:r w:rsidRPr="00F048BC">
        <w:rPr>
          <w:color w:val="010202"/>
          <w:w w:val="90"/>
          <w:sz w:val="16"/>
          <w:lang w:val="ru-RU"/>
        </w:rPr>
        <w:t>н</w:t>
      </w:r>
      <w:r w:rsidRPr="00F048BC">
        <w:rPr>
          <w:rFonts w:ascii="Times New Roman" w:hAnsi="Times New Roman"/>
          <w:i/>
          <w:color w:val="010202"/>
          <w:w w:val="90"/>
          <w:sz w:val="16"/>
          <w:lang w:val="ru-RU"/>
        </w:rPr>
        <w:t>.,</w:t>
      </w:r>
      <w:r w:rsidRPr="00F048BC">
        <w:rPr>
          <w:color w:val="010202"/>
          <w:w w:val="90"/>
          <w:sz w:val="16"/>
          <w:lang w:val="ru-RU"/>
        </w:rPr>
        <w:t>професор</w:t>
      </w:r>
      <w:r w:rsidRPr="00F048BC">
        <w:rPr>
          <w:color w:val="010202"/>
          <w:w w:val="90"/>
          <w:sz w:val="16"/>
          <w:lang w:val="ru-RU"/>
        </w:rPr>
        <w:tab/>
      </w:r>
      <w:r w:rsidRPr="00F048BC">
        <w:rPr>
          <w:color w:val="010202"/>
          <w:sz w:val="16"/>
          <w:lang w:val="ru-RU"/>
        </w:rPr>
        <w:t>О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І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 xml:space="preserve">Фурдичко </w:t>
      </w:r>
      <w:r w:rsidRPr="00F048BC">
        <w:rPr>
          <w:color w:val="010202"/>
          <w:w w:val="95"/>
          <w:sz w:val="16"/>
          <w:lang w:val="ru-RU"/>
        </w:rPr>
        <w:t>д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с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.-</w:t>
      </w:r>
      <w:r w:rsidRPr="00F048BC">
        <w:rPr>
          <w:color w:val="010202"/>
          <w:w w:val="95"/>
          <w:sz w:val="16"/>
          <w:lang w:val="ru-RU"/>
        </w:rPr>
        <w:t>г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н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.,</w:t>
      </w:r>
      <w:r w:rsidRPr="00F048BC">
        <w:rPr>
          <w:rFonts w:ascii="Times New Roman" w:hAnsi="Times New Roman"/>
          <w:i/>
          <w:color w:val="010202"/>
          <w:spacing w:val="-16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професор</w:t>
      </w:r>
      <w:r w:rsidRPr="00F048BC">
        <w:rPr>
          <w:color w:val="010202"/>
          <w:w w:val="95"/>
          <w:sz w:val="16"/>
          <w:lang w:val="ru-RU"/>
        </w:rPr>
        <w:tab/>
      </w:r>
      <w:r w:rsidRPr="00F048BC">
        <w:rPr>
          <w:color w:val="010202"/>
          <w:sz w:val="16"/>
          <w:lang w:val="ru-RU"/>
        </w:rPr>
        <w:t>В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П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rFonts w:ascii="Times New Roman" w:hAnsi="Times New Roman"/>
          <w:b/>
          <w:color w:val="010202"/>
          <w:spacing w:val="9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Кучерявий</w:t>
      </w:r>
      <w:r w:rsidRPr="00F048BC">
        <w:rPr>
          <w:color w:val="010202"/>
          <w:sz w:val="16"/>
          <w:lang w:val="ru-RU"/>
        </w:rPr>
        <w:tab/>
      </w:r>
      <w:r w:rsidRPr="00F048BC">
        <w:rPr>
          <w:color w:val="010202"/>
          <w:w w:val="95"/>
          <w:sz w:val="16"/>
          <w:lang w:val="ru-RU"/>
        </w:rPr>
        <w:t>д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с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.-</w:t>
      </w:r>
      <w:r w:rsidRPr="00F048BC">
        <w:rPr>
          <w:color w:val="010202"/>
          <w:w w:val="95"/>
          <w:sz w:val="16"/>
          <w:lang w:val="ru-RU"/>
        </w:rPr>
        <w:t>г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н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.,</w:t>
      </w:r>
      <w:r w:rsidRPr="00F048BC">
        <w:rPr>
          <w:rFonts w:ascii="Times New Roman" w:hAnsi="Times New Roman"/>
          <w:i/>
          <w:color w:val="010202"/>
          <w:spacing w:val="-15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професор</w:t>
      </w:r>
      <w:r w:rsidRPr="00F048BC">
        <w:rPr>
          <w:color w:val="010202"/>
          <w:w w:val="95"/>
          <w:sz w:val="16"/>
          <w:lang w:val="ru-RU"/>
        </w:rPr>
        <w:tab/>
      </w:r>
      <w:r w:rsidRPr="00F048BC">
        <w:rPr>
          <w:color w:val="010202"/>
          <w:sz w:val="16"/>
          <w:lang w:val="ru-RU"/>
        </w:rPr>
        <w:t>Є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І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>Цурик д</w:t>
      </w:r>
      <w:r w:rsidRPr="00F048BC">
        <w:rPr>
          <w:rFonts w:ascii="Times New Roman" w:hAnsi="Times New Roman"/>
          <w:i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т</w:t>
      </w:r>
      <w:r w:rsidRPr="00F048BC">
        <w:rPr>
          <w:rFonts w:ascii="Times New Roman" w:hAnsi="Times New Roman"/>
          <w:i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н</w:t>
      </w:r>
      <w:r w:rsidRPr="00F048BC">
        <w:rPr>
          <w:rFonts w:ascii="Times New Roman" w:hAnsi="Times New Roman"/>
          <w:i/>
          <w:color w:val="010202"/>
          <w:sz w:val="16"/>
          <w:lang w:val="ru-RU"/>
        </w:rPr>
        <w:t>.,</w:t>
      </w:r>
      <w:r w:rsidRPr="00F048BC">
        <w:rPr>
          <w:rFonts w:ascii="Times New Roman" w:hAnsi="Times New Roman"/>
          <w:i/>
          <w:color w:val="010202"/>
          <w:spacing w:val="-23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професор</w:t>
      </w:r>
      <w:r w:rsidRPr="00F048BC">
        <w:rPr>
          <w:color w:val="010202"/>
          <w:sz w:val="16"/>
          <w:lang w:val="ru-RU"/>
        </w:rPr>
        <w:tab/>
        <w:t>В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М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rFonts w:ascii="Times New Roman" w:hAnsi="Times New Roman"/>
          <w:b/>
          <w:color w:val="010202"/>
          <w:spacing w:val="15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Максимів</w:t>
      </w:r>
      <w:r w:rsidRPr="00F048BC">
        <w:rPr>
          <w:color w:val="010202"/>
          <w:sz w:val="16"/>
          <w:lang w:val="ru-RU"/>
        </w:rPr>
        <w:tab/>
      </w:r>
      <w:r w:rsidRPr="00F048BC">
        <w:rPr>
          <w:color w:val="010202"/>
          <w:w w:val="95"/>
          <w:sz w:val="16"/>
          <w:lang w:val="ru-RU"/>
        </w:rPr>
        <w:t>д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е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н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.,</w:t>
      </w:r>
      <w:r w:rsidRPr="00F048BC">
        <w:rPr>
          <w:rFonts w:ascii="Times New Roman" w:hAnsi="Times New Roman"/>
          <w:i/>
          <w:color w:val="010202"/>
          <w:spacing w:val="-21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професор</w:t>
      </w:r>
      <w:r w:rsidRPr="00F048BC">
        <w:rPr>
          <w:color w:val="010202"/>
          <w:w w:val="95"/>
          <w:sz w:val="16"/>
          <w:lang w:val="ru-RU"/>
        </w:rPr>
        <w:tab/>
      </w:r>
      <w:r w:rsidRPr="00F048BC">
        <w:rPr>
          <w:color w:val="010202"/>
          <w:sz w:val="16"/>
          <w:lang w:val="ru-RU"/>
        </w:rPr>
        <w:t>Г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С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 xml:space="preserve">Шевченко </w:t>
      </w:r>
      <w:r w:rsidRPr="00F048BC">
        <w:rPr>
          <w:color w:val="010202"/>
          <w:w w:val="95"/>
          <w:sz w:val="16"/>
          <w:lang w:val="ru-RU"/>
        </w:rPr>
        <w:t>д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е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</w:t>
      </w:r>
      <w:r w:rsidRPr="00F048BC">
        <w:rPr>
          <w:color w:val="010202"/>
          <w:w w:val="95"/>
          <w:sz w:val="16"/>
          <w:lang w:val="ru-RU"/>
        </w:rPr>
        <w:t>н</w:t>
      </w:r>
      <w:r w:rsidRPr="00F048BC">
        <w:rPr>
          <w:rFonts w:ascii="Times New Roman" w:hAnsi="Times New Roman"/>
          <w:i/>
          <w:color w:val="010202"/>
          <w:w w:val="95"/>
          <w:sz w:val="16"/>
          <w:lang w:val="ru-RU"/>
        </w:rPr>
        <w:t>.,</w:t>
      </w:r>
      <w:r w:rsidRPr="00F048BC">
        <w:rPr>
          <w:rFonts w:ascii="Times New Roman" w:hAnsi="Times New Roman"/>
          <w:i/>
          <w:color w:val="010202"/>
          <w:spacing w:val="-21"/>
          <w:w w:val="95"/>
          <w:sz w:val="16"/>
          <w:lang w:val="ru-RU"/>
        </w:rPr>
        <w:t xml:space="preserve"> </w:t>
      </w:r>
      <w:r w:rsidRPr="00F048BC">
        <w:rPr>
          <w:color w:val="010202"/>
          <w:w w:val="95"/>
          <w:sz w:val="16"/>
          <w:lang w:val="ru-RU"/>
        </w:rPr>
        <w:t>професор</w:t>
      </w:r>
      <w:r w:rsidRPr="00F048BC">
        <w:rPr>
          <w:color w:val="010202"/>
          <w:w w:val="95"/>
          <w:sz w:val="16"/>
          <w:lang w:val="ru-RU"/>
        </w:rPr>
        <w:tab/>
      </w:r>
      <w:r w:rsidRPr="00F048BC">
        <w:rPr>
          <w:color w:val="010202"/>
          <w:sz w:val="16"/>
          <w:lang w:val="ru-RU"/>
        </w:rPr>
        <w:t>О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Е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rFonts w:ascii="Times New Roman" w:hAnsi="Times New Roman"/>
          <w:b/>
          <w:color w:val="010202"/>
          <w:spacing w:val="5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Оксанич</w:t>
      </w:r>
      <w:r w:rsidRPr="00F048BC">
        <w:rPr>
          <w:color w:val="010202"/>
          <w:sz w:val="16"/>
          <w:lang w:val="ru-RU"/>
        </w:rPr>
        <w:tab/>
        <w:t>д</w:t>
      </w:r>
      <w:r w:rsidRPr="00F048BC">
        <w:rPr>
          <w:rFonts w:ascii="Times New Roman" w:hAnsi="Times New Roman"/>
          <w:i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т</w:t>
      </w:r>
      <w:r w:rsidRPr="00F048BC">
        <w:rPr>
          <w:rFonts w:ascii="Times New Roman" w:hAnsi="Times New Roman"/>
          <w:i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н</w:t>
      </w:r>
      <w:r w:rsidRPr="00F048BC">
        <w:rPr>
          <w:rFonts w:ascii="Times New Roman" w:hAnsi="Times New Roman"/>
          <w:i/>
          <w:color w:val="010202"/>
          <w:sz w:val="16"/>
          <w:lang w:val="ru-RU"/>
        </w:rPr>
        <w:t>.,</w:t>
      </w:r>
      <w:r w:rsidRPr="00F048BC">
        <w:rPr>
          <w:rFonts w:ascii="Times New Roman" w:hAnsi="Times New Roman"/>
          <w:i/>
          <w:color w:val="010202"/>
          <w:spacing w:val="-22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професор</w:t>
      </w:r>
      <w:r w:rsidRPr="00F048BC">
        <w:rPr>
          <w:color w:val="010202"/>
          <w:sz w:val="16"/>
          <w:lang w:val="ru-RU"/>
        </w:rPr>
        <w:tab/>
        <w:t>Т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М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.</w:t>
      </w:r>
      <w:r w:rsidRPr="00F048BC">
        <w:rPr>
          <w:rFonts w:ascii="Times New Roman" w:hAnsi="Times New Roman"/>
          <w:b/>
          <w:color w:val="010202"/>
          <w:spacing w:val="13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Шкіря</w:t>
      </w:r>
    </w:p>
    <w:p w:rsidR="0052441B" w:rsidRPr="00F048BC" w:rsidRDefault="0052441B">
      <w:pPr>
        <w:pStyle w:val="BodyText"/>
        <w:spacing w:before="10"/>
        <w:rPr>
          <w:sz w:val="20"/>
          <w:lang w:val="ru-RU"/>
        </w:rPr>
      </w:pPr>
    </w:p>
    <w:p w:rsidR="0052441B" w:rsidRPr="00F048BC" w:rsidRDefault="0052441B">
      <w:pPr>
        <w:tabs>
          <w:tab w:val="left" w:pos="3042"/>
        </w:tabs>
        <w:ind w:left="775" w:right="10648"/>
        <w:rPr>
          <w:sz w:val="16"/>
          <w:lang w:val="ru-RU"/>
        </w:rPr>
      </w:pPr>
      <w:r w:rsidRPr="00F048BC">
        <w:rPr>
          <w:color w:val="010202"/>
          <w:sz w:val="16"/>
          <w:lang w:val="ru-RU"/>
        </w:rPr>
        <w:t>Літературний</w:t>
      </w:r>
      <w:r w:rsidRPr="00F048BC">
        <w:rPr>
          <w:color w:val="010202"/>
          <w:spacing w:val="-9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редактор</w:t>
      </w:r>
      <w:r w:rsidRPr="00F048BC">
        <w:rPr>
          <w:color w:val="010202"/>
          <w:sz w:val="16"/>
          <w:lang w:val="ru-RU"/>
        </w:rPr>
        <w:tab/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: </w:t>
      </w:r>
      <w:r w:rsidRPr="00F048BC">
        <w:rPr>
          <w:color w:val="010202"/>
          <w:sz w:val="16"/>
          <w:lang w:val="ru-RU"/>
        </w:rPr>
        <w:t>В</w:t>
      </w:r>
      <w:r w:rsidRPr="00F048BC">
        <w:rPr>
          <w:rFonts w:ascii="Times New Roman" w:hAnsi="Times New Roman"/>
          <w:b/>
          <w:i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В</w:t>
      </w:r>
      <w:r w:rsidRPr="00F048BC">
        <w:rPr>
          <w:rFonts w:ascii="Times New Roman" w:hAnsi="Times New Roman"/>
          <w:b/>
          <w:i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>Дудок Відповідальний</w:t>
      </w:r>
      <w:r w:rsidRPr="00F048BC">
        <w:rPr>
          <w:color w:val="010202"/>
          <w:spacing w:val="-19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секретар</w:t>
      </w:r>
      <w:r w:rsidRPr="00F048BC">
        <w:rPr>
          <w:color w:val="010202"/>
          <w:sz w:val="16"/>
          <w:lang w:val="ru-RU"/>
        </w:rPr>
        <w:tab/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: </w:t>
      </w:r>
      <w:r w:rsidRPr="00F048BC">
        <w:rPr>
          <w:color w:val="010202"/>
          <w:sz w:val="16"/>
          <w:lang w:val="ru-RU"/>
        </w:rPr>
        <w:t>Л</w:t>
      </w:r>
      <w:r w:rsidRPr="00F048BC">
        <w:rPr>
          <w:rFonts w:ascii="Times New Roman" w:hAnsi="Times New Roman"/>
          <w:b/>
          <w:i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А</w:t>
      </w:r>
      <w:r w:rsidRPr="00F048BC">
        <w:rPr>
          <w:rFonts w:ascii="Times New Roman" w:hAnsi="Times New Roman"/>
          <w:b/>
          <w:i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>Яремчук Секретар</w:t>
      </w:r>
      <w:r w:rsidRPr="00F048BC">
        <w:rPr>
          <w:color w:val="010202"/>
          <w:sz w:val="16"/>
          <w:lang w:val="ru-RU"/>
        </w:rPr>
        <w:tab/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: </w:t>
      </w:r>
      <w:r w:rsidRPr="00F048BC">
        <w:rPr>
          <w:color w:val="010202"/>
          <w:sz w:val="16"/>
          <w:lang w:val="ru-RU"/>
        </w:rPr>
        <w:t>І</w:t>
      </w:r>
      <w:r w:rsidRPr="00F048BC">
        <w:rPr>
          <w:rFonts w:ascii="Times New Roman" w:hAnsi="Times New Roman"/>
          <w:b/>
          <w:i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А</w:t>
      </w:r>
      <w:r w:rsidRPr="00F048BC">
        <w:rPr>
          <w:rFonts w:ascii="Times New Roman" w:hAnsi="Times New Roman"/>
          <w:b/>
          <w:i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>Соколовський Комп</w:t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'</w:t>
      </w:r>
      <w:r w:rsidRPr="00F048BC">
        <w:rPr>
          <w:color w:val="010202"/>
          <w:sz w:val="16"/>
          <w:lang w:val="ru-RU"/>
        </w:rPr>
        <w:t>ютерне</w:t>
      </w:r>
      <w:r w:rsidRPr="00F048BC">
        <w:rPr>
          <w:color w:val="010202"/>
          <w:spacing w:val="-10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макетування</w:t>
      </w:r>
      <w:r w:rsidRPr="00F048BC">
        <w:rPr>
          <w:color w:val="010202"/>
          <w:sz w:val="16"/>
          <w:lang w:val="ru-RU"/>
        </w:rPr>
        <w:tab/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 xml:space="preserve">: </w:t>
      </w:r>
      <w:r w:rsidRPr="00F048BC">
        <w:rPr>
          <w:color w:val="010202"/>
          <w:sz w:val="16"/>
          <w:lang w:val="ru-RU"/>
        </w:rPr>
        <w:t>В</w:t>
      </w:r>
      <w:r w:rsidRPr="00F048BC">
        <w:rPr>
          <w:rFonts w:ascii="Times New Roman" w:hAnsi="Times New Roman"/>
          <w:b/>
          <w:i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С</w:t>
      </w:r>
      <w:r w:rsidRPr="00F048BC">
        <w:rPr>
          <w:rFonts w:ascii="Times New Roman" w:hAnsi="Times New Roman"/>
          <w:b/>
          <w:i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 xml:space="preserve">Гураков </w:t>
      </w:r>
      <w:r w:rsidRPr="00F048BC">
        <w:rPr>
          <w:color w:val="010202"/>
          <w:spacing w:val="-1"/>
          <w:w w:val="104"/>
          <w:sz w:val="16"/>
          <w:lang w:val="ru-RU"/>
        </w:rPr>
        <w:t>Ху</w:t>
      </w:r>
      <w:r w:rsidRPr="00F048BC">
        <w:rPr>
          <w:color w:val="010202"/>
          <w:spacing w:val="-1"/>
          <w:w w:val="87"/>
          <w:sz w:val="16"/>
          <w:lang w:val="ru-RU"/>
        </w:rPr>
        <w:t>д</w:t>
      </w:r>
      <w:r w:rsidRPr="00F048BC">
        <w:rPr>
          <w:color w:val="010202"/>
          <w:spacing w:val="-1"/>
          <w:w w:val="90"/>
          <w:sz w:val="16"/>
          <w:lang w:val="ru-RU"/>
        </w:rPr>
        <w:t>о</w:t>
      </w:r>
      <w:r w:rsidRPr="00F048BC">
        <w:rPr>
          <w:color w:val="010202"/>
          <w:spacing w:val="-1"/>
          <w:w w:val="106"/>
          <w:sz w:val="16"/>
          <w:lang w:val="ru-RU"/>
        </w:rPr>
        <w:t>ж</w:t>
      </w:r>
      <w:r w:rsidRPr="00F048BC">
        <w:rPr>
          <w:color w:val="010202"/>
          <w:w w:val="105"/>
          <w:sz w:val="16"/>
          <w:lang w:val="ru-RU"/>
        </w:rPr>
        <w:t>н</w:t>
      </w:r>
      <w:r w:rsidRPr="00F048BC">
        <w:rPr>
          <w:color w:val="010202"/>
          <w:spacing w:val="-1"/>
          <w:w w:val="126"/>
          <w:sz w:val="16"/>
          <w:lang w:val="ru-RU"/>
        </w:rPr>
        <w:t>і</w:t>
      </w:r>
      <w:r w:rsidRPr="00F048BC">
        <w:rPr>
          <w:color w:val="010202"/>
          <w:w w:val="104"/>
          <w:sz w:val="16"/>
          <w:lang w:val="ru-RU"/>
        </w:rPr>
        <w:t>й</w:t>
      </w:r>
      <w:r w:rsidRPr="00F048BC">
        <w:rPr>
          <w:color w:val="010202"/>
          <w:spacing w:val="-5"/>
          <w:sz w:val="16"/>
          <w:lang w:val="ru-RU"/>
        </w:rPr>
        <w:t xml:space="preserve"> </w:t>
      </w:r>
      <w:r w:rsidRPr="00F048BC">
        <w:rPr>
          <w:color w:val="010202"/>
          <w:sz w:val="16"/>
          <w:lang w:val="ru-RU"/>
        </w:rPr>
        <w:t>р</w:t>
      </w:r>
      <w:r w:rsidRPr="00F048BC">
        <w:rPr>
          <w:color w:val="010202"/>
          <w:spacing w:val="-1"/>
          <w:w w:val="79"/>
          <w:sz w:val="16"/>
          <w:lang w:val="ru-RU"/>
        </w:rPr>
        <w:t>е</w:t>
      </w:r>
      <w:r w:rsidRPr="00F048BC">
        <w:rPr>
          <w:color w:val="010202"/>
          <w:spacing w:val="-1"/>
          <w:w w:val="87"/>
          <w:sz w:val="16"/>
          <w:lang w:val="ru-RU"/>
        </w:rPr>
        <w:t>д</w:t>
      </w:r>
      <w:r w:rsidRPr="00F048BC">
        <w:rPr>
          <w:color w:val="010202"/>
          <w:spacing w:val="-1"/>
          <w:w w:val="90"/>
          <w:sz w:val="16"/>
          <w:lang w:val="ru-RU"/>
        </w:rPr>
        <w:t>а</w:t>
      </w:r>
      <w:r w:rsidRPr="00F048BC">
        <w:rPr>
          <w:color w:val="010202"/>
          <w:w w:val="132"/>
          <w:sz w:val="16"/>
          <w:lang w:val="ru-RU"/>
        </w:rPr>
        <w:t>к</w:t>
      </w:r>
      <w:r w:rsidRPr="00F048BC">
        <w:rPr>
          <w:color w:val="010202"/>
          <w:spacing w:val="-1"/>
          <w:w w:val="109"/>
          <w:sz w:val="16"/>
          <w:lang w:val="ru-RU"/>
        </w:rPr>
        <w:t>т</w:t>
      </w:r>
      <w:r w:rsidRPr="00F048BC">
        <w:rPr>
          <w:color w:val="010202"/>
          <w:spacing w:val="-2"/>
          <w:w w:val="90"/>
          <w:sz w:val="16"/>
          <w:lang w:val="ru-RU"/>
        </w:rPr>
        <w:t>о</w:t>
      </w:r>
      <w:r w:rsidRPr="00F048BC">
        <w:rPr>
          <w:color w:val="010202"/>
          <w:sz w:val="16"/>
          <w:lang w:val="ru-RU"/>
        </w:rPr>
        <w:t>р</w:t>
      </w:r>
      <w:r w:rsidRPr="00F048BC">
        <w:rPr>
          <w:color w:val="010202"/>
          <w:sz w:val="16"/>
          <w:lang w:val="ru-RU"/>
        </w:rPr>
        <w:tab/>
      </w:r>
      <w:r w:rsidRPr="00F048BC">
        <w:rPr>
          <w:rFonts w:ascii="Times New Roman" w:hAnsi="Times New Roman"/>
          <w:b/>
          <w:color w:val="010202"/>
          <w:sz w:val="16"/>
          <w:lang w:val="ru-RU"/>
        </w:rPr>
        <w:t>:</w:t>
      </w:r>
      <w:r w:rsidRPr="00F048BC">
        <w:rPr>
          <w:rFonts w:ascii="Times New Roman" w:hAnsi="Times New Roman"/>
          <w:b/>
          <w:color w:val="010202"/>
          <w:spacing w:val="-1"/>
          <w:sz w:val="16"/>
          <w:lang w:val="ru-RU"/>
        </w:rPr>
        <w:t xml:space="preserve"> </w:t>
      </w:r>
      <w:r w:rsidRPr="00F048BC">
        <w:rPr>
          <w:color w:val="010202"/>
          <w:w w:val="105"/>
          <w:sz w:val="16"/>
          <w:lang w:val="ru-RU"/>
        </w:rPr>
        <w:t>Ю</w:t>
      </w:r>
      <w:r w:rsidRPr="00F048BC">
        <w:rPr>
          <w:rFonts w:ascii="Times New Roman" w:hAnsi="Times New Roman"/>
          <w:b/>
          <w:i/>
          <w:color w:val="010202"/>
          <w:sz w:val="16"/>
          <w:lang w:val="ru-RU"/>
        </w:rPr>
        <w:t>.</w:t>
      </w:r>
      <w:r w:rsidRPr="00F048BC">
        <w:rPr>
          <w:color w:val="010202"/>
          <w:w w:val="108"/>
          <w:sz w:val="16"/>
          <w:lang w:val="ru-RU"/>
        </w:rPr>
        <w:t>П</w:t>
      </w:r>
      <w:r w:rsidRPr="00F048BC">
        <w:rPr>
          <w:rFonts w:ascii="Times New Roman" w:hAnsi="Times New Roman"/>
          <w:b/>
          <w:i/>
          <w:color w:val="010202"/>
          <w:sz w:val="16"/>
          <w:lang w:val="ru-RU"/>
        </w:rPr>
        <w:t xml:space="preserve">. </w:t>
      </w:r>
      <w:r w:rsidRPr="00F048BC">
        <w:rPr>
          <w:color w:val="010202"/>
          <w:spacing w:val="-1"/>
          <w:w w:val="103"/>
          <w:sz w:val="16"/>
          <w:lang w:val="ru-RU"/>
        </w:rPr>
        <w:t>Ка</w:t>
      </w:r>
      <w:r w:rsidRPr="00F048BC">
        <w:rPr>
          <w:color w:val="010202"/>
          <w:spacing w:val="-2"/>
          <w:w w:val="101"/>
          <w:sz w:val="16"/>
          <w:lang w:val="ru-RU"/>
        </w:rPr>
        <w:t>н</w:t>
      </w:r>
      <w:r w:rsidRPr="00F048BC">
        <w:rPr>
          <w:color w:val="010202"/>
          <w:w w:val="172"/>
          <w:sz w:val="16"/>
          <w:lang w:val="ru-RU"/>
        </w:rPr>
        <w:t>т</w:t>
      </w:r>
      <w:r w:rsidRPr="00F048BC">
        <w:rPr>
          <w:color w:val="010202"/>
          <w:spacing w:val="-1"/>
          <w:w w:val="90"/>
          <w:sz w:val="16"/>
          <w:lang w:val="ru-RU"/>
        </w:rPr>
        <w:t>аро</w:t>
      </w:r>
      <w:r w:rsidRPr="00F048BC">
        <w:rPr>
          <w:color w:val="010202"/>
          <w:spacing w:val="-1"/>
          <w:w w:val="84"/>
          <w:sz w:val="16"/>
          <w:lang w:val="ru-RU"/>
        </w:rPr>
        <w:t>в</w:t>
      </w:r>
      <w:r w:rsidRPr="00F048BC">
        <w:rPr>
          <w:color w:val="010202"/>
          <w:spacing w:val="-1"/>
          <w:w w:val="88"/>
          <w:sz w:val="16"/>
          <w:lang w:val="ru-RU"/>
        </w:rPr>
        <w:t>с</w:t>
      </w:r>
      <w:r w:rsidRPr="00F048BC">
        <w:rPr>
          <w:color w:val="010202"/>
          <w:spacing w:val="-2"/>
          <w:w w:val="88"/>
          <w:sz w:val="16"/>
          <w:lang w:val="ru-RU"/>
        </w:rPr>
        <w:t>ь</w:t>
      </w:r>
      <w:r w:rsidRPr="00F048BC">
        <w:rPr>
          <w:color w:val="010202"/>
          <w:spacing w:val="-1"/>
          <w:w w:val="116"/>
          <w:sz w:val="16"/>
          <w:lang w:val="ru-RU"/>
        </w:rPr>
        <w:t>к</w:t>
      </w:r>
      <w:r w:rsidRPr="00F048BC">
        <w:rPr>
          <w:color w:val="010202"/>
          <w:sz w:val="16"/>
          <w:lang w:val="ru-RU"/>
        </w:rPr>
        <w:t>ий</w:t>
      </w:r>
    </w:p>
    <w:p w:rsidR="0052441B" w:rsidRPr="00F048BC" w:rsidRDefault="0052441B">
      <w:pPr>
        <w:pStyle w:val="BodyText"/>
        <w:spacing w:before="8"/>
        <w:rPr>
          <w:sz w:val="13"/>
          <w:lang w:val="ru-RU"/>
        </w:rPr>
      </w:pPr>
      <w:r>
        <w:rPr>
          <w:noProof/>
          <w:lang w:val="ru-RU" w:eastAsia="ru-RU"/>
        </w:rPr>
        <w:pict>
          <v:line id="_x0000_s1076" style="position:absolute;z-index:-251658240;mso-wrap-distance-left:0;mso-wrap-distance-right:0;mso-position-horizontal-relative:page" from="46.35pt,11.9pt" to="379.2pt,11.9pt" strokecolor="#010202" strokeweight="1.41289mm">
            <w10:wrap type="topAndBottom" anchorx="page"/>
          </v:line>
        </w:pict>
      </w:r>
    </w:p>
    <w:p w:rsidR="0052441B" w:rsidRPr="00F048BC" w:rsidRDefault="0052441B">
      <w:pPr>
        <w:pStyle w:val="BodyText"/>
        <w:spacing w:before="2"/>
        <w:rPr>
          <w:sz w:val="4"/>
          <w:lang w:val="ru-RU"/>
        </w:rPr>
      </w:pPr>
    </w:p>
    <w:p w:rsidR="0052441B" w:rsidRDefault="0052441B">
      <w:pPr>
        <w:pStyle w:val="BodyText"/>
        <w:spacing w:line="20" w:lineRule="exact"/>
        <w:ind w:left="177"/>
        <w:rPr>
          <w:sz w:val="2"/>
        </w:rPr>
      </w:pPr>
      <w:r>
        <w:rPr>
          <w:noProof/>
          <w:lang w:val="ru-RU" w:eastAsia="ru-RU"/>
        </w:rPr>
      </w:r>
      <w:r w:rsidRPr="00C44FB8">
        <w:rPr>
          <w:sz w:val="2"/>
        </w:rPr>
        <w:pict>
          <v:group id="_x0000_s1077" style="width:332.85pt;height:1pt;mso-position-horizontal-relative:char;mso-position-vertical-relative:line" coordsize="6657,20">
            <v:line id="_x0000_s1078" style="position:absolute" from="0,10" to="6657,10" strokecolor="#010202" strokeweight=".33917mm"/>
            <w10:anchorlock/>
          </v:group>
        </w:pict>
      </w:r>
    </w:p>
    <w:p w:rsidR="0052441B" w:rsidRDefault="0052441B">
      <w:pPr>
        <w:pStyle w:val="BodyText"/>
        <w:rPr>
          <w:sz w:val="19"/>
        </w:rPr>
      </w:pPr>
    </w:p>
    <w:p w:rsidR="0052441B" w:rsidRPr="00F048BC" w:rsidRDefault="0052441B">
      <w:pPr>
        <w:pStyle w:val="BodyText"/>
        <w:spacing w:line="207" w:lineRule="exact"/>
        <w:ind w:left="775"/>
        <w:rPr>
          <w:rFonts w:ascii="Times New Roman" w:hAnsi="Times New Roman"/>
          <w:b/>
          <w:lang w:val="ru-RU"/>
        </w:rPr>
      </w:pPr>
      <w:r w:rsidRPr="00F048BC">
        <w:rPr>
          <w:color w:val="010202"/>
          <w:w w:val="105"/>
          <w:lang w:val="ru-RU"/>
        </w:rPr>
        <w:t>Адреса редакції</w:t>
      </w:r>
      <w:r w:rsidRPr="00F048BC">
        <w:rPr>
          <w:rFonts w:ascii="Times New Roman" w:hAnsi="Times New Roman"/>
          <w:b/>
          <w:color w:val="010202"/>
          <w:w w:val="105"/>
          <w:lang w:val="ru-RU"/>
        </w:rPr>
        <w:t>:</w:t>
      </w:r>
    </w:p>
    <w:p w:rsidR="0052441B" w:rsidRPr="00F048BC" w:rsidRDefault="0052441B">
      <w:pPr>
        <w:ind w:left="775" w:right="10548"/>
        <w:rPr>
          <w:rFonts w:ascii="Times New Roman" w:hAnsi="Times New Roman"/>
          <w:sz w:val="16"/>
          <w:lang w:val="ru-RU"/>
        </w:rPr>
      </w:pPr>
      <w:r>
        <w:rPr>
          <w:noProof/>
          <w:lang w:val="ru-RU" w:eastAsia="ru-RU"/>
        </w:rPr>
        <w:pict>
          <v:group id="_x0000_s1079" style="position:absolute;left:0;text-align:left;margin-left:162.4pt;margin-top:20.35pt;width:100.65pt;height:9.9pt;z-index:251652096;mso-position-horizontal-relative:page" coordorigin="3248,407" coordsize="2013,198">
            <v:line id="_x0000_s1080" style="position:absolute" from="3249,443" to="5259,443" strokecolor="#010202" strokeweight="1.2431mm"/>
            <v:rect id="_x0000_s1081" style="position:absolute;left:3248;top:408;width:2011;height:71" filled="f" strokecolor="#010202" strokeweight=".02825mm"/>
            <v:line id="_x0000_s1082" style="position:absolute" from="3662,534" to="4851,534" strokecolor="#010202" strokeweight=".76267mm"/>
            <v:rect id="_x0000_s1083" style="position:absolute;left:3662;top:512;width:1189;height:44" filled="f" strokecolor="#010202" strokeweight=".02825mm"/>
            <v:line id="_x0000_s1084" style="position:absolute" from="3990,595" to="4522,595" strokecolor="#010202" strokeweight=".28261mm"/>
            <v:line id="_x0000_s1085" style="position:absolute" from="3990,595" to="4523,595" strokecolor="#010202" strokeweight=".31106mm"/>
            <w10:wrap anchorx="page"/>
          </v:group>
        </w:pict>
      </w:r>
      <w:r w:rsidRPr="00F048BC">
        <w:rPr>
          <w:rFonts w:ascii="Times New Roman" w:hAnsi="Times New Roman"/>
          <w:color w:val="010202"/>
          <w:sz w:val="16"/>
          <w:lang w:val="ru-RU"/>
        </w:rPr>
        <w:t xml:space="preserve">79057, </w:t>
      </w:r>
      <w:r w:rsidRPr="00F048BC">
        <w:rPr>
          <w:color w:val="010202"/>
          <w:sz w:val="16"/>
          <w:lang w:val="ru-RU"/>
        </w:rPr>
        <w:t>м</w:t>
      </w:r>
      <w:r w:rsidRPr="00F048BC">
        <w:rPr>
          <w:rFonts w:ascii="Times New Roman" w:hAnsi="Times New Roman"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>Львів</w:t>
      </w:r>
      <w:r w:rsidRPr="00F048BC">
        <w:rPr>
          <w:rFonts w:ascii="Times New Roman" w:hAnsi="Times New Roman"/>
          <w:color w:val="010202"/>
          <w:sz w:val="16"/>
          <w:lang w:val="ru-RU"/>
        </w:rPr>
        <w:t xml:space="preserve">-57, </w:t>
      </w:r>
      <w:r w:rsidRPr="00F048BC">
        <w:rPr>
          <w:color w:val="010202"/>
          <w:sz w:val="16"/>
          <w:lang w:val="ru-RU"/>
        </w:rPr>
        <w:t>вул</w:t>
      </w:r>
      <w:r w:rsidRPr="00F048BC">
        <w:rPr>
          <w:rFonts w:ascii="Times New Roman" w:hAnsi="Times New Roman"/>
          <w:color w:val="010202"/>
          <w:sz w:val="16"/>
          <w:lang w:val="ru-RU"/>
        </w:rPr>
        <w:t xml:space="preserve">. </w:t>
      </w:r>
      <w:r w:rsidRPr="00F048BC">
        <w:rPr>
          <w:color w:val="010202"/>
          <w:sz w:val="16"/>
          <w:lang w:val="ru-RU"/>
        </w:rPr>
        <w:t>Ген</w:t>
      </w:r>
      <w:r w:rsidRPr="00F048BC">
        <w:rPr>
          <w:rFonts w:ascii="Times New Roman" w:hAnsi="Times New Roman"/>
          <w:color w:val="010202"/>
          <w:sz w:val="16"/>
          <w:lang w:val="ru-RU"/>
        </w:rPr>
        <w:t>.</w:t>
      </w:r>
      <w:r w:rsidRPr="00F048BC">
        <w:rPr>
          <w:color w:val="010202"/>
          <w:sz w:val="16"/>
          <w:lang w:val="ru-RU"/>
        </w:rPr>
        <w:t>Чупринки</w:t>
      </w:r>
      <w:r w:rsidRPr="00F048BC">
        <w:rPr>
          <w:rFonts w:ascii="Times New Roman" w:hAnsi="Times New Roman"/>
          <w:color w:val="010202"/>
          <w:sz w:val="16"/>
          <w:lang w:val="ru-RU"/>
        </w:rPr>
        <w:t xml:space="preserve">, 103/54, </w:t>
      </w:r>
      <w:r w:rsidRPr="00F048BC">
        <w:rPr>
          <w:color w:val="010202"/>
          <w:sz w:val="16"/>
          <w:lang w:val="ru-RU"/>
        </w:rPr>
        <w:t>УкрДЛТУ Тел</w:t>
      </w:r>
      <w:r w:rsidRPr="00F048BC">
        <w:rPr>
          <w:rFonts w:ascii="Times New Roman" w:hAnsi="Times New Roman"/>
          <w:color w:val="010202"/>
          <w:sz w:val="16"/>
          <w:lang w:val="ru-RU"/>
        </w:rPr>
        <w:t xml:space="preserve">.: 39-06-95, 39-06-74; </w:t>
      </w:r>
      <w:r>
        <w:rPr>
          <w:rFonts w:ascii="Times New Roman" w:hAnsi="Times New Roman"/>
          <w:color w:val="010202"/>
          <w:sz w:val="16"/>
        </w:rPr>
        <w:t>Email</w:t>
      </w:r>
      <w:r w:rsidRPr="00F048BC">
        <w:rPr>
          <w:rFonts w:ascii="Times New Roman" w:hAnsi="Times New Roman"/>
          <w:color w:val="010202"/>
          <w:sz w:val="16"/>
          <w:lang w:val="ru-RU"/>
        </w:rPr>
        <w:t xml:space="preserve">: </w:t>
      </w:r>
      <w:hyperlink r:id="rId13">
        <w:r>
          <w:rPr>
            <w:rFonts w:ascii="Times New Roman" w:hAnsi="Times New Roman"/>
            <w:color w:val="010202"/>
            <w:sz w:val="16"/>
          </w:rPr>
          <w:t>nv</w:t>
        </w:r>
        <w:r w:rsidRPr="00F048BC">
          <w:rPr>
            <w:rFonts w:ascii="Times New Roman" w:hAnsi="Times New Roman"/>
            <w:color w:val="010202"/>
            <w:sz w:val="16"/>
            <w:lang w:val="ru-RU"/>
          </w:rPr>
          <w:t>@</w:t>
        </w:r>
        <w:r>
          <w:rPr>
            <w:rFonts w:ascii="Times New Roman" w:hAnsi="Times New Roman"/>
            <w:color w:val="010202"/>
            <w:sz w:val="16"/>
          </w:rPr>
          <w:t>forest</w:t>
        </w:r>
        <w:r w:rsidRPr="00F048BC">
          <w:rPr>
            <w:rFonts w:ascii="Times New Roman" w:hAnsi="Times New Roman"/>
            <w:color w:val="010202"/>
            <w:sz w:val="16"/>
            <w:lang w:val="ru-RU"/>
          </w:rPr>
          <w:t>.</w:t>
        </w:r>
        <w:r>
          <w:rPr>
            <w:rFonts w:ascii="Times New Roman" w:hAnsi="Times New Roman"/>
            <w:color w:val="010202"/>
            <w:sz w:val="16"/>
          </w:rPr>
          <w:t>lviv</w:t>
        </w:r>
        <w:r w:rsidRPr="00F048BC">
          <w:rPr>
            <w:rFonts w:ascii="Times New Roman" w:hAnsi="Times New Roman"/>
            <w:color w:val="010202"/>
            <w:sz w:val="16"/>
            <w:lang w:val="ru-RU"/>
          </w:rPr>
          <w:t>.</w:t>
        </w:r>
        <w:r>
          <w:rPr>
            <w:rFonts w:ascii="Times New Roman" w:hAnsi="Times New Roman"/>
            <w:color w:val="010202"/>
            <w:sz w:val="16"/>
          </w:rPr>
          <w:t>ua</w:t>
        </w:r>
      </w:hyperlink>
    </w:p>
    <w:p w:rsidR="0052441B" w:rsidRDefault="0052441B">
      <w:pPr>
        <w:tabs>
          <w:tab w:val="left" w:pos="4077"/>
          <w:tab w:val="left" w:pos="8556"/>
          <w:tab w:val="right" w:pos="15176"/>
        </w:tabs>
        <w:spacing w:before="168"/>
        <w:ind w:left="208"/>
        <w:rPr>
          <w:color w:val="010202"/>
          <w:position w:val="1"/>
          <w:sz w:val="13"/>
          <w:lang w:val="ru-RU"/>
        </w:rPr>
      </w:pPr>
      <w:r w:rsidRPr="00F048BC">
        <w:rPr>
          <w:color w:val="010202"/>
          <w:position w:val="1"/>
          <w:sz w:val="13"/>
          <w:lang w:val="ru-RU"/>
        </w:rPr>
        <w:tab/>
      </w:r>
    </w:p>
    <w:p w:rsidR="0052441B" w:rsidRDefault="0052441B">
      <w:pPr>
        <w:tabs>
          <w:tab w:val="left" w:pos="4077"/>
          <w:tab w:val="left" w:pos="8556"/>
          <w:tab w:val="right" w:pos="15176"/>
        </w:tabs>
        <w:spacing w:before="168"/>
        <w:ind w:left="208"/>
        <w:rPr>
          <w:color w:val="010202"/>
          <w:position w:val="1"/>
          <w:sz w:val="13"/>
          <w:lang w:val="ru-RU"/>
        </w:rPr>
      </w:pPr>
    </w:p>
    <w:p w:rsidR="0052441B" w:rsidRDefault="0052441B">
      <w:pPr>
        <w:tabs>
          <w:tab w:val="left" w:pos="4077"/>
          <w:tab w:val="left" w:pos="8556"/>
          <w:tab w:val="right" w:pos="15176"/>
        </w:tabs>
        <w:spacing w:before="168"/>
        <w:ind w:left="208"/>
        <w:rPr>
          <w:color w:val="010202"/>
          <w:position w:val="1"/>
          <w:sz w:val="13"/>
          <w:lang w:val="ru-RU"/>
        </w:rPr>
      </w:pPr>
    </w:p>
    <w:p w:rsidR="0052441B" w:rsidRPr="0025712A" w:rsidRDefault="0052441B" w:rsidP="0025712A">
      <w:pPr>
        <w:tabs>
          <w:tab w:val="left" w:pos="3622"/>
        </w:tabs>
        <w:ind w:left="1326" w:hanging="1155"/>
        <w:rPr>
          <w:sz w:val="18"/>
          <w:lang w:val="ru-RU"/>
        </w:rPr>
      </w:pPr>
      <w:r w:rsidRPr="0025712A">
        <w:rPr>
          <w:color w:val="010202"/>
          <w:spacing w:val="-3"/>
          <w:w w:val="105"/>
          <w:sz w:val="18"/>
          <w:lang w:val="ru-RU"/>
        </w:rPr>
        <w:t>УДК</w:t>
      </w:r>
      <w:r w:rsidRPr="0025712A">
        <w:rPr>
          <w:color w:val="010202"/>
          <w:spacing w:val="-6"/>
          <w:w w:val="105"/>
          <w:sz w:val="18"/>
          <w:lang w:val="ru-RU"/>
        </w:rPr>
        <w:t xml:space="preserve"> </w:t>
      </w:r>
      <w:r w:rsidRPr="0025712A">
        <w:rPr>
          <w:rFonts w:ascii="Times New Roman" w:hAnsi="Times New Roman"/>
          <w:b/>
          <w:i/>
          <w:color w:val="010202"/>
          <w:spacing w:val="-3"/>
          <w:w w:val="105"/>
          <w:sz w:val="18"/>
          <w:lang w:val="ru-RU"/>
        </w:rPr>
        <w:t>630</w:t>
      </w:r>
      <w:r w:rsidRPr="0025712A">
        <w:rPr>
          <w:rFonts w:ascii="Times New Roman" w:hAnsi="Times New Roman"/>
          <w:b/>
          <w:i/>
          <w:color w:val="010202"/>
          <w:spacing w:val="-3"/>
          <w:w w:val="105"/>
          <w:sz w:val="18"/>
          <w:vertAlign w:val="subscript"/>
          <w:lang w:val="ru-RU"/>
        </w:rPr>
        <w:t>*</w:t>
      </w:r>
      <w:r w:rsidRPr="0025712A">
        <w:rPr>
          <w:rFonts w:ascii="Times New Roman" w:hAnsi="Times New Roman"/>
          <w:b/>
          <w:i/>
          <w:color w:val="010202"/>
          <w:spacing w:val="-3"/>
          <w:w w:val="105"/>
          <w:sz w:val="18"/>
          <w:lang w:val="ru-RU"/>
        </w:rPr>
        <w:t>232.5</w:t>
      </w:r>
      <w:r w:rsidRPr="0025712A">
        <w:rPr>
          <w:rFonts w:ascii="Times New Roman" w:hAnsi="Times New Roman"/>
          <w:b/>
          <w:i/>
          <w:color w:val="010202"/>
          <w:spacing w:val="-3"/>
          <w:w w:val="105"/>
          <w:sz w:val="18"/>
          <w:lang w:val="ru-RU"/>
        </w:rPr>
        <w:tab/>
      </w:r>
      <w:r w:rsidRPr="0025712A">
        <w:rPr>
          <w:color w:val="010202"/>
          <w:spacing w:val="-3"/>
          <w:w w:val="105"/>
          <w:sz w:val="18"/>
          <w:lang w:val="ru-RU"/>
        </w:rPr>
        <w:t>Доц</w:t>
      </w:r>
      <w:r w:rsidRPr="0025712A">
        <w:rPr>
          <w:rFonts w:ascii="Times New Roman" w:hAnsi="Times New Roman"/>
          <w:b/>
          <w:i/>
          <w:color w:val="010202"/>
          <w:spacing w:val="-3"/>
          <w:w w:val="105"/>
          <w:sz w:val="18"/>
          <w:lang w:val="ru-RU"/>
        </w:rPr>
        <w:t xml:space="preserve">. </w:t>
      </w:r>
      <w:r w:rsidRPr="0025712A">
        <w:rPr>
          <w:color w:val="010202"/>
          <w:spacing w:val="-3"/>
          <w:w w:val="105"/>
          <w:sz w:val="18"/>
          <w:lang w:val="ru-RU"/>
        </w:rPr>
        <w:t>В</w:t>
      </w:r>
      <w:r w:rsidRPr="0025712A">
        <w:rPr>
          <w:rFonts w:ascii="Times New Roman" w:hAnsi="Times New Roman"/>
          <w:b/>
          <w:i/>
          <w:color w:val="010202"/>
          <w:spacing w:val="-3"/>
          <w:w w:val="105"/>
          <w:sz w:val="18"/>
          <w:lang w:val="ru-RU"/>
        </w:rPr>
        <w:t>.</w:t>
      </w:r>
      <w:r w:rsidRPr="0025712A">
        <w:rPr>
          <w:color w:val="010202"/>
          <w:spacing w:val="-3"/>
          <w:w w:val="105"/>
          <w:sz w:val="18"/>
          <w:lang w:val="ru-RU"/>
        </w:rPr>
        <w:t>К</w:t>
      </w:r>
      <w:r w:rsidRPr="0025712A">
        <w:rPr>
          <w:rFonts w:ascii="Times New Roman" w:hAnsi="Times New Roman"/>
          <w:b/>
          <w:i/>
          <w:color w:val="010202"/>
          <w:spacing w:val="-3"/>
          <w:w w:val="105"/>
          <w:sz w:val="18"/>
          <w:lang w:val="ru-RU"/>
        </w:rPr>
        <w:t xml:space="preserve">. </w:t>
      </w:r>
      <w:r w:rsidRPr="0025712A">
        <w:rPr>
          <w:color w:val="010202"/>
          <w:spacing w:val="-3"/>
          <w:w w:val="105"/>
          <w:sz w:val="18"/>
          <w:lang w:val="ru-RU"/>
        </w:rPr>
        <w:t>Тіунчик</w:t>
      </w:r>
      <w:r w:rsidRPr="0025712A">
        <w:rPr>
          <w:rFonts w:ascii="Times New Roman" w:hAnsi="Times New Roman"/>
          <w:b/>
          <w:i/>
          <w:color w:val="010202"/>
          <w:spacing w:val="-3"/>
          <w:w w:val="105"/>
          <w:sz w:val="18"/>
          <w:lang w:val="ru-RU"/>
        </w:rPr>
        <w:t xml:space="preserve">, </w:t>
      </w:r>
      <w:r w:rsidRPr="0025712A">
        <w:rPr>
          <w:color w:val="010202"/>
          <w:spacing w:val="-3"/>
          <w:w w:val="105"/>
          <w:sz w:val="18"/>
          <w:lang w:val="ru-RU"/>
        </w:rPr>
        <w:t>к</w:t>
      </w:r>
      <w:r w:rsidRPr="0025712A">
        <w:rPr>
          <w:rFonts w:ascii="Times New Roman" w:hAnsi="Times New Roman"/>
          <w:b/>
          <w:i/>
          <w:color w:val="010202"/>
          <w:spacing w:val="-3"/>
          <w:w w:val="105"/>
          <w:sz w:val="18"/>
          <w:lang w:val="ru-RU"/>
        </w:rPr>
        <w:t>.</w:t>
      </w:r>
      <w:r w:rsidRPr="0025712A">
        <w:rPr>
          <w:color w:val="010202"/>
          <w:spacing w:val="-3"/>
          <w:w w:val="105"/>
          <w:sz w:val="18"/>
          <w:lang w:val="ru-RU"/>
        </w:rPr>
        <w:t>с</w:t>
      </w:r>
      <w:r w:rsidRPr="0025712A">
        <w:rPr>
          <w:rFonts w:ascii="Times New Roman" w:hAnsi="Times New Roman"/>
          <w:b/>
          <w:i/>
          <w:color w:val="010202"/>
          <w:spacing w:val="-3"/>
          <w:w w:val="105"/>
          <w:sz w:val="18"/>
          <w:lang w:val="ru-RU"/>
        </w:rPr>
        <w:t>.-</w:t>
      </w:r>
      <w:r w:rsidRPr="0025712A">
        <w:rPr>
          <w:color w:val="010202"/>
          <w:spacing w:val="-3"/>
          <w:w w:val="105"/>
          <w:sz w:val="18"/>
          <w:lang w:val="ru-RU"/>
        </w:rPr>
        <w:t>г</w:t>
      </w:r>
      <w:r w:rsidRPr="0025712A">
        <w:rPr>
          <w:rFonts w:ascii="Times New Roman" w:hAnsi="Times New Roman"/>
          <w:b/>
          <w:i/>
          <w:color w:val="010202"/>
          <w:spacing w:val="-3"/>
          <w:w w:val="105"/>
          <w:sz w:val="18"/>
          <w:lang w:val="ru-RU"/>
        </w:rPr>
        <w:t>.</w:t>
      </w:r>
      <w:r w:rsidRPr="0025712A">
        <w:rPr>
          <w:color w:val="010202"/>
          <w:spacing w:val="-3"/>
          <w:w w:val="105"/>
          <w:sz w:val="18"/>
          <w:lang w:val="ru-RU"/>
        </w:rPr>
        <w:t>н</w:t>
      </w:r>
      <w:r w:rsidRPr="0025712A">
        <w:rPr>
          <w:rFonts w:ascii="Times New Roman" w:hAnsi="Times New Roman"/>
          <w:b/>
          <w:i/>
          <w:color w:val="010202"/>
          <w:spacing w:val="-3"/>
          <w:w w:val="105"/>
          <w:sz w:val="18"/>
          <w:lang w:val="ru-RU"/>
        </w:rPr>
        <w:t xml:space="preserve">. </w:t>
      </w:r>
      <w:r w:rsidRPr="0025712A">
        <w:rPr>
          <w:rFonts w:ascii="Times New Roman" w:hAnsi="Times New Roman"/>
          <w:b/>
          <w:i/>
          <w:color w:val="010202"/>
          <w:w w:val="105"/>
          <w:sz w:val="18"/>
          <w:lang w:val="ru-RU"/>
        </w:rPr>
        <w:t>–</w:t>
      </w:r>
      <w:r w:rsidRPr="0025712A">
        <w:rPr>
          <w:rFonts w:ascii="Times New Roman" w:hAnsi="Times New Roman"/>
          <w:b/>
          <w:i/>
          <w:color w:val="010202"/>
          <w:spacing w:val="2"/>
          <w:w w:val="105"/>
          <w:sz w:val="18"/>
          <w:lang w:val="ru-RU"/>
        </w:rPr>
        <w:t xml:space="preserve"> </w:t>
      </w:r>
      <w:r w:rsidRPr="0025712A">
        <w:rPr>
          <w:color w:val="010202"/>
          <w:spacing w:val="-3"/>
          <w:w w:val="105"/>
          <w:sz w:val="18"/>
          <w:lang w:val="ru-RU"/>
        </w:rPr>
        <w:t>УкрДЛТУ</w:t>
      </w:r>
    </w:p>
    <w:p w:rsidR="0052441B" w:rsidRPr="0025712A" w:rsidRDefault="0052441B" w:rsidP="0025712A">
      <w:pPr>
        <w:pStyle w:val="Heading2"/>
        <w:ind w:right="330" w:firstLine="1"/>
        <w:jc w:val="center"/>
        <w:rPr>
          <w:lang w:val="ru-RU"/>
        </w:rPr>
      </w:pPr>
      <w:r w:rsidRPr="0025712A">
        <w:rPr>
          <w:color w:val="010202"/>
          <w:w w:val="105"/>
          <w:lang w:val="ru-RU"/>
        </w:rPr>
        <w:t>ПЕРСПЕКТИВИ РОЗВИТКУ МЕХАНІЗАЦІЇ ЛІСОГОСПОДАРСЬКИХ РОБІТ В ЛІСОВИХ КОМПЛЕКСАХ НА ЗАХОДІ УКРАЇНИ</w:t>
      </w:r>
    </w:p>
    <w:p w:rsidR="0052441B" w:rsidRPr="0025712A" w:rsidRDefault="0052441B" w:rsidP="0025712A">
      <w:pPr>
        <w:spacing w:before="78" w:line="228" w:lineRule="auto"/>
        <w:ind w:left="294" w:right="265" w:firstLine="379"/>
        <w:rPr>
          <w:rFonts w:ascii="Times New Roman" w:hAnsi="Times New Roman"/>
          <w:sz w:val="16"/>
          <w:lang w:val="ru-RU"/>
        </w:rPr>
      </w:pPr>
      <w:r w:rsidRPr="0025712A">
        <w:rPr>
          <w:color w:val="010202"/>
          <w:w w:val="95"/>
          <w:sz w:val="16"/>
          <w:lang w:val="ru-RU"/>
        </w:rPr>
        <w:t>Проаналізовані</w:t>
      </w:r>
      <w:r w:rsidRPr="0025712A">
        <w:rPr>
          <w:color w:val="010202"/>
          <w:spacing w:val="-9"/>
          <w:w w:val="95"/>
          <w:sz w:val="16"/>
          <w:lang w:val="ru-RU"/>
        </w:rPr>
        <w:t xml:space="preserve"> </w:t>
      </w:r>
      <w:r w:rsidRPr="0025712A">
        <w:rPr>
          <w:color w:val="010202"/>
          <w:w w:val="95"/>
          <w:sz w:val="16"/>
          <w:lang w:val="ru-RU"/>
        </w:rPr>
        <w:t>нові</w:t>
      </w:r>
      <w:r w:rsidRPr="0025712A">
        <w:rPr>
          <w:color w:val="010202"/>
          <w:spacing w:val="-9"/>
          <w:w w:val="95"/>
          <w:sz w:val="16"/>
          <w:lang w:val="ru-RU"/>
        </w:rPr>
        <w:t xml:space="preserve"> </w:t>
      </w:r>
      <w:r w:rsidRPr="0025712A">
        <w:rPr>
          <w:color w:val="010202"/>
          <w:w w:val="95"/>
          <w:sz w:val="16"/>
          <w:lang w:val="ru-RU"/>
        </w:rPr>
        <w:t>машини</w:t>
      </w:r>
      <w:r w:rsidRPr="0025712A">
        <w:rPr>
          <w:color w:val="010202"/>
          <w:spacing w:val="-10"/>
          <w:w w:val="95"/>
          <w:sz w:val="16"/>
          <w:lang w:val="ru-RU"/>
        </w:rPr>
        <w:t xml:space="preserve"> </w:t>
      </w:r>
      <w:r w:rsidRPr="0025712A">
        <w:rPr>
          <w:color w:val="010202"/>
          <w:w w:val="95"/>
          <w:sz w:val="16"/>
          <w:lang w:val="ru-RU"/>
        </w:rPr>
        <w:t>і</w:t>
      </w:r>
      <w:r w:rsidRPr="0025712A">
        <w:rPr>
          <w:color w:val="010202"/>
          <w:spacing w:val="-9"/>
          <w:w w:val="95"/>
          <w:sz w:val="16"/>
          <w:lang w:val="ru-RU"/>
        </w:rPr>
        <w:t xml:space="preserve"> </w:t>
      </w:r>
      <w:r w:rsidRPr="0025712A">
        <w:rPr>
          <w:color w:val="010202"/>
          <w:w w:val="95"/>
          <w:sz w:val="16"/>
          <w:lang w:val="ru-RU"/>
        </w:rPr>
        <w:t>механізми</w:t>
      </w:r>
      <w:r w:rsidRPr="0025712A">
        <w:rPr>
          <w:rFonts w:ascii="Times New Roman" w:hAnsi="Times New Roman"/>
          <w:color w:val="010202"/>
          <w:w w:val="95"/>
          <w:sz w:val="16"/>
          <w:lang w:val="ru-RU"/>
        </w:rPr>
        <w:t>,</w:t>
      </w:r>
      <w:r w:rsidRPr="0025712A">
        <w:rPr>
          <w:rFonts w:ascii="Times New Roman" w:hAnsi="Times New Roman"/>
          <w:color w:val="010202"/>
          <w:spacing w:val="-6"/>
          <w:w w:val="95"/>
          <w:sz w:val="16"/>
          <w:lang w:val="ru-RU"/>
        </w:rPr>
        <w:t xml:space="preserve"> </w:t>
      </w:r>
      <w:r w:rsidRPr="0025712A">
        <w:rPr>
          <w:color w:val="010202"/>
          <w:w w:val="95"/>
          <w:sz w:val="16"/>
          <w:lang w:val="ru-RU"/>
        </w:rPr>
        <w:t>які</w:t>
      </w:r>
      <w:r w:rsidRPr="0025712A">
        <w:rPr>
          <w:color w:val="010202"/>
          <w:spacing w:val="-8"/>
          <w:w w:val="95"/>
          <w:sz w:val="16"/>
          <w:lang w:val="ru-RU"/>
        </w:rPr>
        <w:t xml:space="preserve"> </w:t>
      </w:r>
      <w:r w:rsidRPr="0025712A">
        <w:rPr>
          <w:color w:val="010202"/>
          <w:w w:val="95"/>
          <w:sz w:val="16"/>
          <w:lang w:val="ru-RU"/>
        </w:rPr>
        <w:t>у</w:t>
      </w:r>
      <w:r w:rsidRPr="0025712A">
        <w:rPr>
          <w:color w:val="010202"/>
          <w:spacing w:val="-7"/>
          <w:w w:val="95"/>
          <w:sz w:val="16"/>
          <w:lang w:val="ru-RU"/>
        </w:rPr>
        <w:t xml:space="preserve"> </w:t>
      </w:r>
      <w:r w:rsidRPr="0025712A">
        <w:rPr>
          <w:color w:val="010202"/>
          <w:w w:val="95"/>
          <w:sz w:val="16"/>
          <w:lang w:val="ru-RU"/>
        </w:rPr>
        <w:t>перспективі</w:t>
      </w:r>
      <w:r w:rsidRPr="0025712A">
        <w:rPr>
          <w:color w:val="010202"/>
          <w:spacing w:val="-10"/>
          <w:w w:val="95"/>
          <w:sz w:val="16"/>
          <w:lang w:val="ru-RU"/>
        </w:rPr>
        <w:t xml:space="preserve"> </w:t>
      </w:r>
      <w:r w:rsidRPr="0025712A">
        <w:rPr>
          <w:color w:val="010202"/>
          <w:w w:val="95"/>
          <w:sz w:val="16"/>
          <w:lang w:val="ru-RU"/>
        </w:rPr>
        <w:t>можуть</w:t>
      </w:r>
      <w:r w:rsidRPr="0025712A">
        <w:rPr>
          <w:color w:val="010202"/>
          <w:spacing w:val="-8"/>
          <w:w w:val="95"/>
          <w:sz w:val="16"/>
          <w:lang w:val="ru-RU"/>
        </w:rPr>
        <w:t xml:space="preserve"> </w:t>
      </w:r>
      <w:r w:rsidRPr="0025712A">
        <w:rPr>
          <w:color w:val="010202"/>
          <w:w w:val="95"/>
          <w:sz w:val="16"/>
          <w:lang w:val="ru-RU"/>
        </w:rPr>
        <w:t>бути</w:t>
      </w:r>
      <w:r w:rsidRPr="0025712A">
        <w:rPr>
          <w:color w:val="010202"/>
          <w:spacing w:val="-9"/>
          <w:w w:val="95"/>
          <w:sz w:val="16"/>
          <w:lang w:val="ru-RU"/>
        </w:rPr>
        <w:t xml:space="preserve"> </w:t>
      </w:r>
      <w:r w:rsidRPr="0025712A">
        <w:rPr>
          <w:color w:val="010202"/>
          <w:w w:val="95"/>
          <w:sz w:val="16"/>
          <w:lang w:val="ru-RU"/>
        </w:rPr>
        <w:t xml:space="preserve">використані </w:t>
      </w:r>
      <w:r w:rsidRPr="0025712A">
        <w:rPr>
          <w:color w:val="010202"/>
          <w:sz w:val="16"/>
          <w:lang w:val="ru-RU"/>
        </w:rPr>
        <w:t>в</w:t>
      </w:r>
      <w:r w:rsidRPr="0025712A">
        <w:rPr>
          <w:color w:val="010202"/>
          <w:spacing w:val="-8"/>
          <w:sz w:val="16"/>
          <w:lang w:val="ru-RU"/>
        </w:rPr>
        <w:t xml:space="preserve"> </w:t>
      </w:r>
      <w:r w:rsidRPr="0025712A">
        <w:rPr>
          <w:color w:val="010202"/>
          <w:sz w:val="16"/>
          <w:lang w:val="ru-RU"/>
        </w:rPr>
        <w:t>лісових</w:t>
      </w:r>
      <w:r w:rsidRPr="0025712A">
        <w:rPr>
          <w:color w:val="010202"/>
          <w:spacing w:val="-7"/>
          <w:sz w:val="16"/>
          <w:lang w:val="ru-RU"/>
        </w:rPr>
        <w:t xml:space="preserve"> </w:t>
      </w:r>
      <w:r w:rsidRPr="0025712A">
        <w:rPr>
          <w:color w:val="010202"/>
          <w:sz w:val="16"/>
          <w:lang w:val="ru-RU"/>
        </w:rPr>
        <w:t>комплексах</w:t>
      </w:r>
      <w:r w:rsidRPr="0025712A">
        <w:rPr>
          <w:color w:val="010202"/>
          <w:spacing w:val="-7"/>
          <w:sz w:val="16"/>
          <w:lang w:val="ru-RU"/>
        </w:rPr>
        <w:t xml:space="preserve"> </w:t>
      </w:r>
      <w:r w:rsidRPr="0025712A">
        <w:rPr>
          <w:color w:val="010202"/>
          <w:sz w:val="16"/>
          <w:lang w:val="ru-RU"/>
        </w:rPr>
        <w:t>на</w:t>
      </w:r>
      <w:r w:rsidRPr="0025712A">
        <w:rPr>
          <w:color w:val="010202"/>
          <w:spacing w:val="-7"/>
          <w:sz w:val="16"/>
          <w:lang w:val="ru-RU"/>
        </w:rPr>
        <w:t xml:space="preserve"> </w:t>
      </w:r>
      <w:r w:rsidRPr="0025712A">
        <w:rPr>
          <w:color w:val="010202"/>
          <w:sz w:val="16"/>
          <w:lang w:val="ru-RU"/>
        </w:rPr>
        <w:t>Заході</w:t>
      </w:r>
      <w:r w:rsidRPr="0025712A">
        <w:rPr>
          <w:color w:val="010202"/>
          <w:spacing w:val="-7"/>
          <w:sz w:val="16"/>
          <w:lang w:val="ru-RU"/>
        </w:rPr>
        <w:t xml:space="preserve"> </w:t>
      </w:r>
      <w:r w:rsidRPr="0025712A">
        <w:rPr>
          <w:color w:val="010202"/>
          <w:sz w:val="16"/>
          <w:lang w:val="ru-RU"/>
        </w:rPr>
        <w:t>України</w:t>
      </w:r>
      <w:r w:rsidRPr="0025712A">
        <w:rPr>
          <w:rFonts w:ascii="Times New Roman" w:hAnsi="Times New Roman"/>
          <w:color w:val="010202"/>
          <w:sz w:val="16"/>
          <w:lang w:val="ru-RU"/>
        </w:rPr>
        <w:t>.</w:t>
      </w:r>
    </w:p>
    <w:p w:rsidR="0052441B" w:rsidRDefault="0052441B" w:rsidP="0025712A">
      <w:pPr>
        <w:spacing w:before="131"/>
        <w:ind w:left="4300"/>
        <w:rPr>
          <w:rFonts w:ascii="Times New Roman" w:hAnsi="Times New Roman"/>
          <w:b/>
          <w:i/>
          <w:sz w:val="18"/>
        </w:rPr>
      </w:pPr>
      <w:r>
        <w:rPr>
          <w:rFonts w:ascii="Times New Roman" w:hAnsi="Times New Roman"/>
          <w:b/>
          <w:i/>
          <w:color w:val="010202"/>
          <w:w w:val="105"/>
          <w:sz w:val="18"/>
        </w:rPr>
        <w:t>Doc. V.K. Tiunchyk – USUFWT</w:t>
      </w:r>
    </w:p>
    <w:p w:rsidR="0052441B" w:rsidRDefault="0052441B" w:rsidP="0025712A">
      <w:pPr>
        <w:spacing w:before="84" w:line="244" w:lineRule="auto"/>
        <w:ind w:left="395" w:right="394"/>
        <w:jc w:val="center"/>
        <w:rPr>
          <w:rFonts w:ascii="Times New Roman"/>
          <w:b/>
          <w:sz w:val="19"/>
        </w:rPr>
      </w:pPr>
      <w:r>
        <w:rPr>
          <w:rFonts w:ascii="Times New Roman" w:eastAsia="Times New Roman"/>
          <w:b/>
          <w:color w:val="010202"/>
          <w:sz w:val="19"/>
        </w:rPr>
        <w:t xml:space="preserve">Prospects of development of agricultural operations in forest complexes of western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eastAsia="Times New Roman"/>
              <w:b/>
              <w:color w:val="010202"/>
              <w:sz w:val="19"/>
            </w:rPr>
            <w:t>Ukraine</w:t>
          </w:r>
        </w:smartTag>
      </w:smartTag>
      <w:r>
        <w:rPr>
          <w:rFonts w:ascii="Times New Roman" w:eastAsia="Times New Roman"/>
          <w:b/>
          <w:color w:val="010202"/>
          <w:sz w:val="19"/>
        </w:rPr>
        <w:t>, have been analyzed</w:t>
      </w:r>
    </w:p>
    <w:p w:rsidR="0052441B" w:rsidRDefault="0052441B" w:rsidP="0025712A">
      <w:pPr>
        <w:spacing w:before="73" w:line="228" w:lineRule="auto"/>
        <w:ind w:left="294" w:right="265" w:firstLine="379"/>
        <w:rPr>
          <w:rFonts w:ascii="Times New Roman"/>
          <w:sz w:val="16"/>
        </w:rPr>
      </w:pPr>
      <w:r>
        <w:rPr>
          <w:rFonts w:ascii="Times New Roman" w:eastAsia="Times New Roman"/>
          <w:color w:val="010202"/>
          <w:sz w:val="16"/>
        </w:rPr>
        <w:t xml:space="preserve">New machines and mechanisms, which conld be used in forest complexes of </w:t>
      </w:r>
      <w:smartTag w:uri="urn:schemas-microsoft-com:office:smarttags" w:element="place">
        <w:r>
          <w:rPr>
            <w:rFonts w:ascii="Times New Roman" w:eastAsia="Times New Roman"/>
            <w:color w:val="010202"/>
            <w:sz w:val="16"/>
          </w:rPr>
          <w:t>Western Ukraine</w:t>
        </w:r>
      </w:smartTag>
      <w:r>
        <w:rPr>
          <w:rFonts w:ascii="Times New Roman" w:eastAsia="Times New Roman"/>
          <w:color w:val="010202"/>
          <w:sz w:val="16"/>
        </w:rPr>
        <w:t>, have been analyzed</w:t>
      </w:r>
    </w:p>
    <w:p w:rsidR="0052441B" w:rsidRPr="0025712A" w:rsidRDefault="0052441B" w:rsidP="0025712A">
      <w:pPr>
        <w:pStyle w:val="BodyText"/>
        <w:spacing w:before="85" w:line="249" w:lineRule="auto"/>
        <w:ind w:left="105" w:right="100" w:firstLine="568"/>
        <w:jc w:val="both"/>
        <w:rPr>
          <w:rFonts w:ascii="Times New Roman" w:hAnsi="Times New Roman"/>
          <w:lang w:val="ru-RU"/>
        </w:rPr>
      </w:pPr>
      <w:r>
        <w:rPr>
          <w:color w:val="010202"/>
        </w:rPr>
        <w:t>Інтенсифікація лісогосподарського виробництва тісно пов</w:t>
      </w:r>
      <w:r>
        <w:rPr>
          <w:rFonts w:ascii="Times New Roman" w:hAnsi="Times New Roman"/>
          <w:color w:val="010202"/>
        </w:rPr>
        <w:t>'</w:t>
      </w:r>
      <w:r>
        <w:rPr>
          <w:color w:val="010202"/>
        </w:rPr>
        <w:t>язана із</w:t>
      </w:r>
      <w:r>
        <w:rPr>
          <w:color w:val="010202"/>
          <w:spacing w:val="-35"/>
        </w:rPr>
        <w:t xml:space="preserve"> </w:t>
      </w:r>
      <w:r>
        <w:rPr>
          <w:color w:val="010202"/>
        </w:rPr>
        <w:t>підви</w:t>
      </w:r>
      <w:r>
        <w:rPr>
          <w:rFonts w:ascii="Times New Roman" w:hAnsi="Times New Roman"/>
          <w:color w:val="010202"/>
        </w:rPr>
        <w:t xml:space="preserve">- </w:t>
      </w:r>
      <w:r>
        <w:rPr>
          <w:color w:val="010202"/>
        </w:rPr>
        <w:t>щенням</w:t>
      </w:r>
      <w:r>
        <w:rPr>
          <w:color w:val="010202"/>
          <w:spacing w:val="-22"/>
        </w:rPr>
        <w:t xml:space="preserve"> </w:t>
      </w:r>
      <w:r>
        <w:rPr>
          <w:color w:val="010202"/>
        </w:rPr>
        <w:t>продуктивності</w:t>
      </w:r>
      <w:r>
        <w:rPr>
          <w:color w:val="010202"/>
          <w:spacing w:val="-22"/>
        </w:rPr>
        <w:t xml:space="preserve"> </w:t>
      </w:r>
      <w:r>
        <w:rPr>
          <w:color w:val="010202"/>
        </w:rPr>
        <w:t>лісів</w:t>
      </w:r>
      <w:r>
        <w:rPr>
          <w:color w:val="010202"/>
          <w:spacing w:val="-22"/>
        </w:rPr>
        <w:t xml:space="preserve"> </w:t>
      </w:r>
      <w:r>
        <w:rPr>
          <w:color w:val="010202"/>
        </w:rPr>
        <w:t>при</w:t>
      </w:r>
      <w:r>
        <w:rPr>
          <w:color w:val="010202"/>
          <w:spacing w:val="-23"/>
        </w:rPr>
        <w:t xml:space="preserve"> </w:t>
      </w:r>
      <w:r>
        <w:rPr>
          <w:color w:val="010202"/>
        </w:rPr>
        <w:t>одночасному</w:t>
      </w:r>
      <w:r>
        <w:rPr>
          <w:color w:val="010202"/>
          <w:spacing w:val="-22"/>
        </w:rPr>
        <w:t xml:space="preserve"> </w:t>
      </w:r>
      <w:r>
        <w:rPr>
          <w:color w:val="010202"/>
        </w:rPr>
        <w:t>зниженні</w:t>
      </w:r>
      <w:r>
        <w:rPr>
          <w:color w:val="010202"/>
          <w:spacing w:val="-22"/>
        </w:rPr>
        <w:t xml:space="preserve"> </w:t>
      </w:r>
      <w:r>
        <w:rPr>
          <w:color w:val="010202"/>
        </w:rPr>
        <w:t>матеріальних</w:t>
      </w:r>
      <w:r>
        <w:rPr>
          <w:color w:val="010202"/>
          <w:spacing w:val="-23"/>
        </w:rPr>
        <w:t xml:space="preserve"> </w:t>
      </w:r>
      <w:r>
        <w:rPr>
          <w:color w:val="010202"/>
        </w:rPr>
        <w:t>і</w:t>
      </w:r>
      <w:r>
        <w:rPr>
          <w:color w:val="010202"/>
          <w:spacing w:val="-22"/>
        </w:rPr>
        <w:t xml:space="preserve"> </w:t>
      </w:r>
      <w:r>
        <w:rPr>
          <w:color w:val="010202"/>
        </w:rPr>
        <w:t>трудових затрат</w:t>
      </w:r>
      <w:r>
        <w:rPr>
          <w:rFonts w:ascii="Times New Roman" w:hAnsi="Times New Roman"/>
          <w:color w:val="010202"/>
        </w:rPr>
        <w:t>.</w:t>
      </w:r>
      <w:r>
        <w:rPr>
          <w:rFonts w:ascii="Times New Roman" w:hAnsi="Times New Roman"/>
          <w:color w:val="010202"/>
          <w:spacing w:val="-22"/>
        </w:rPr>
        <w:t xml:space="preserve"> </w:t>
      </w:r>
      <w:r w:rsidRPr="0025712A">
        <w:rPr>
          <w:color w:val="010202"/>
          <w:lang w:val="ru-RU"/>
        </w:rPr>
        <w:t>У</w:t>
      </w:r>
      <w:r w:rsidRPr="0025712A">
        <w:rPr>
          <w:color w:val="010202"/>
          <w:spacing w:val="-25"/>
          <w:lang w:val="ru-RU"/>
        </w:rPr>
        <w:t xml:space="preserve"> </w:t>
      </w:r>
      <w:r w:rsidRPr="0025712A">
        <w:rPr>
          <w:color w:val="010202"/>
          <w:lang w:val="ru-RU"/>
        </w:rPr>
        <w:t>підвищенні</w:t>
      </w:r>
      <w:r w:rsidRPr="0025712A">
        <w:rPr>
          <w:color w:val="010202"/>
          <w:spacing w:val="-2"/>
          <w:lang w:val="ru-RU"/>
        </w:rPr>
        <w:t xml:space="preserve"> </w:t>
      </w:r>
      <w:r w:rsidRPr="0025712A">
        <w:rPr>
          <w:color w:val="010202"/>
          <w:lang w:val="ru-RU"/>
        </w:rPr>
        <w:t>продуктивності</w:t>
      </w:r>
      <w:r w:rsidRPr="0025712A">
        <w:rPr>
          <w:color w:val="010202"/>
          <w:spacing w:val="-26"/>
          <w:lang w:val="ru-RU"/>
        </w:rPr>
        <w:t xml:space="preserve"> </w:t>
      </w:r>
      <w:r w:rsidRPr="0025712A">
        <w:rPr>
          <w:color w:val="010202"/>
          <w:lang w:val="ru-RU"/>
        </w:rPr>
        <w:t>лісів</w:t>
      </w:r>
      <w:r w:rsidRPr="0025712A">
        <w:rPr>
          <w:color w:val="010202"/>
          <w:spacing w:val="-25"/>
          <w:lang w:val="ru-RU"/>
        </w:rPr>
        <w:t xml:space="preserve"> </w:t>
      </w:r>
      <w:r w:rsidRPr="0025712A">
        <w:rPr>
          <w:color w:val="010202"/>
          <w:lang w:val="ru-RU"/>
        </w:rPr>
        <w:t>велике</w:t>
      </w:r>
      <w:r w:rsidRPr="0025712A">
        <w:rPr>
          <w:color w:val="010202"/>
          <w:spacing w:val="-25"/>
          <w:lang w:val="ru-RU"/>
        </w:rPr>
        <w:t xml:space="preserve"> </w:t>
      </w:r>
      <w:r w:rsidRPr="0025712A">
        <w:rPr>
          <w:color w:val="010202"/>
          <w:lang w:val="ru-RU"/>
        </w:rPr>
        <w:t>значення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має</w:t>
      </w:r>
      <w:r w:rsidRPr="0025712A">
        <w:rPr>
          <w:color w:val="010202"/>
          <w:spacing w:val="-25"/>
          <w:lang w:val="ru-RU"/>
        </w:rPr>
        <w:t xml:space="preserve"> </w:t>
      </w:r>
      <w:r w:rsidRPr="0025712A">
        <w:rPr>
          <w:color w:val="010202"/>
          <w:lang w:val="ru-RU"/>
        </w:rPr>
        <w:t>своєчасне</w:t>
      </w:r>
      <w:r w:rsidRPr="0025712A">
        <w:rPr>
          <w:color w:val="010202"/>
          <w:spacing w:val="-26"/>
          <w:lang w:val="ru-RU"/>
        </w:rPr>
        <w:t xml:space="preserve"> </w:t>
      </w:r>
      <w:r w:rsidRPr="0025712A">
        <w:rPr>
          <w:color w:val="010202"/>
          <w:lang w:val="ru-RU"/>
        </w:rPr>
        <w:t>і</w:t>
      </w:r>
      <w:r w:rsidRPr="0025712A">
        <w:rPr>
          <w:color w:val="010202"/>
          <w:spacing w:val="-26"/>
          <w:lang w:val="ru-RU"/>
        </w:rPr>
        <w:t xml:space="preserve"> </w:t>
      </w:r>
      <w:r w:rsidRPr="0025712A">
        <w:rPr>
          <w:color w:val="010202"/>
          <w:lang w:val="ru-RU"/>
        </w:rPr>
        <w:t xml:space="preserve">якісне </w:t>
      </w:r>
      <w:r w:rsidRPr="0025712A">
        <w:rPr>
          <w:color w:val="010202"/>
          <w:w w:val="95"/>
          <w:lang w:val="ru-RU"/>
        </w:rPr>
        <w:t>проведення доглядових рубань в молодняках</w:t>
      </w:r>
      <w:r w:rsidRPr="0025712A">
        <w:rPr>
          <w:rFonts w:ascii="Times New Roman" w:hAnsi="Times New Roman"/>
          <w:color w:val="010202"/>
          <w:w w:val="95"/>
          <w:lang w:val="ru-RU"/>
        </w:rPr>
        <w:t xml:space="preserve">. </w:t>
      </w:r>
      <w:r w:rsidRPr="0025712A">
        <w:rPr>
          <w:color w:val="010202"/>
          <w:w w:val="95"/>
          <w:lang w:val="ru-RU"/>
        </w:rPr>
        <w:t xml:space="preserve">Новим перспективним напрямком в </w:t>
      </w:r>
      <w:r w:rsidRPr="0025712A">
        <w:rPr>
          <w:color w:val="010202"/>
          <w:lang w:val="ru-RU"/>
        </w:rPr>
        <w:t>механізації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лісогосподарських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робіт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є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розробка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не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окремих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машин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9"/>
          <w:lang w:val="ru-RU"/>
        </w:rPr>
        <w:t xml:space="preserve"> </w:t>
      </w:r>
      <w:r w:rsidRPr="0025712A">
        <w:rPr>
          <w:color w:val="010202"/>
          <w:lang w:val="ru-RU"/>
        </w:rPr>
        <w:t>а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їх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комплек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сів</w:t>
      </w:r>
      <w:r w:rsidRPr="0025712A">
        <w:rPr>
          <w:rFonts w:ascii="Times New Roman" w:hAnsi="Times New Roman"/>
          <w:color w:val="010202"/>
          <w:lang w:val="ru-RU"/>
        </w:rPr>
        <w:t xml:space="preserve">, </w:t>
      </w:r>
      <w:r w:rsidRPr="0025712A">
        <w:rPr>
          <w:color w:val="010202"/>
          <w:lang w:val="ru-RU"/>
        </w:rPr>
        <w:t>які дозволяють повністю механізувати та автоматизувати процеси</w:t>
      </w:r>
      <w:r w:rsidRPr="0025712A">
        <w:rPr>
          <w:color w:val="010202"/>
          <w:spacing w:val="-23"/>
          <w:lang w:val="ru-RU"/>
        </w:rPr>
        <w:t xml:space="preserve"> </w:t>
      </w:r>
      <w:r w:rsidRPr="0025712A">
        <w:rPr>
          <w:color w:val="010202"/>
          <w:lang w:val="ru-RU"/>
        </w:rPr>
        <w:t>вирощу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w w:val="105"/>
          <w:lang w:val="ru-RU"/>
        </w:rPr>
        <w:t>вання</w:t>
      </w:r>
      <w:r w:rsidRPr="0025712A">
        <w:rPr>
          <w:color w:val="010202"/>
          <w:spacing w:val="-16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і</w:t>
      </w:r>
      <w:r w:rsidRPr="0025712A">
        <w:rPr>
          <w:color w:val="010202"/>
          <w:spacing w:val="-15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утримання</w:t>
      </w:r>
      <w:r w:rsidRPr="0025712A">
        <w:rPr>
          <w:color w:val="010202"/>
          <w:spacing w:val="-15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різних</w:t>
      </w:r>
      <w:r w:rsidRPr="0025712A">
        <w:rPr>
          <w:color w:val="010202"/>
          <w:spacing w:val="-15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лісових</w:t>
      </w:r>
      <w:r w:rsidRPr="0025712A">
        <w:rPr>
          <w:color w:val="010202"/>
          <w:spacing w:val="-17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насаджень</w:t>
      </w:r>
      <w:r w:rsidRPr="0025712A">
        <w:rPr>
          <w:rFonts w:ascii="Times New Roman" w:hAnsi="Times New Roman"/>
          <w:color w:val="010202"/>
          <w:w w:val="105"/>
          <w:lang w:val="ru-RU"/>
        </w:rPr>
        <w:t>,</w:t>
      </w:r>
      <w:r w:rsidRPr="0025712A">
        <w:rPr>
          <w:rFonts w:ascii="Times New Roman" w:hAnsi="Times New Roman"/>
          <w:color w:val="010202"/>
          <w:spacing w:val="-1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у</w:t>
      </w:r>
      <w:r w:rsidRPr="0025712A">
        <w:rPr>
          <w:color w:val="010202"/>
          <w:spacing w:val="-15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т</w:t>
      </w:r>
      <w:r w:rsidRPr="0025712A">
        <w:rPr>
          <w:rFonts w:ascii="Times New Roman" w:hAnsi="Times New Roman"/>
          <w:color w:val="010202"/>
          <w:w w:val="105"/>
          <w:lang w:val="ru-RU"/>
        </w:rPr>
        <w:t>.</w:t>
      </w:r>
      <w:r w:rsidRPr="0025712A">
        <w:rPr>
          <w:color w:val="010202"/>
          <w:w w:val="105"/>
          <w:lang w:val="ru-RU"/>
        </w:rPr>
        <w:t>ч</w:t>
      </w:r>
      <w:r w:rsidRPr="0025712A">
        <w:rPr>
          <w:rFonts w:ascii="Times New Roman" w:hAnsi="Times New Roman"/>
          <w:color w:val="010202"/>
          <w:w w:val="105"/>
          <w:lang w:val="ru-RU"/>
        </w:rPr>
        <w:t>.</w:t>
      </w:r>
      <w:r w:rsidRPr="0025712A">
        <w:rPr>
          <w:rFonts w:ascii="Times New Roman" w:hAnsi="Times New Roman"/>
          <w:color w:val="010202"/>
          <w:spacing w:val="-1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і</w:t>
      </w:r>
      <w:r w:rsidRPr="0025712A">
        <w:rPr>
          <w:color w:val="010202"/>
          <w:spacing w:val="-15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захисних</w:t>
      </w:r>
      <w:r w:rsidRPr="0025712A">
        <w:rPr>
          <w:rFonts w:ascii="Times New Roman" w:hAnsi="Times New Roman"/>
          <w:color w:val="010202"/>
          <w:w w:val="105"/>
          <w:lang w:val="ru-RU"/>
        </w:rPr>
        <w:t>.</w:t>
      </w:r>
    </w:p>
    <w:p w:rsidR="0052441B" w:rsidRPr="0025712A" w:rsidRDefault="0052441B" w:rsidP="0025712A">
      <w:pPr>
        <w:pStyle w:val="BodyText"/>
        <w:spacing w:before="16" w:line="247" w:lineRule="auto"/>
        <w:ind w:right="38" w:firstLine="568"/>
        <w:jc w:val="both"/>
        <w:rPr>
          <w:rFonts w:ascii="Times New Roman" w:hAnsi="Times New Roman"/>
          <w:lang w:val="ru-RU"/>
        </w:rPr>
      </w:pPr>
      <w:r w:rsidRPr="0025712A">
        <w:rPr>
          <w:color w:val="010202"/>
          <w:lang w:val="ru-RU"/>
        </w:rPr>
        <w:t>Перспективним</w:t>
      </w:r>
      <w:r w:rsidRPr="0025712A">
        <w:rPr>
          <w:color w:val="010202"/>
          <w:spacing w:val="-28"/>
          <w:lang w:val="ru-RU"/>
        </w:rPr>
        <w:t xml:space="preserve"> </w:t>
      </w:r>
      <w:r w:rsidRPr="0025712A">
        <w:rPr>
          <w:color w:val="010202"/>
          <w:lang w:val="ru-RU"/>
        </w:rPr>
        <w:t>є</w:t>
      </w:r>
      <w:r w:rsidRPr="0025712A">
        <w:rPr>
          <w:color w:val="010202"/>
          <w:spacing w:val="-28"/>
          <w:lang w:val="ru-RU"/>
        </w:rPr>
        <w:t xml:space="preserve"> </w:t>
      </w:r>
      <w:r w:rsidRPr="0025712A">
        <w:rPr>
          <w:color w:val="010202"/>
          <w:lang w:val="ru-RU"/>
        </w:rPr>
        <w:t>використання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на</w:t>
      </w:r>
      <w:r w:rsidRPr="0025712A">
        <w:rPr>
          <w:color w:val="010202"/>
          <w:spacing w:val="-28"/>
          <w:lang w:val="ru-RU"/>
        </w:rPr>
        <w:t xml:space="preserve"> </w:t>
      </w:r>
      <w:r w:rsidRPr="0025712A">
        <w:rPr>
          <w:color w:val="010202"/>
          <w:lang w:val="ru-RU"/>
        </w:rPr>
        <w:t>Заході</w:t>
      </w:r>
      <w:r w:rsidRPr="0025712A">
        <w:rPr>
          <w:color w:val="010202"/>
          <w:spacing w:val="-28"/>
          <w:lang w:val="ru-RU"/>
        </w:rPr>
        <w:t xml:space="preserve"> </w:t>
      </w:r>
      <w:r w:rsidRPr="0025712A">
        <w:rPr>
          <w:color w:val="010202"/>
          <w:lang w:val="ru-RU"/>
        </w:rPr>
        <w:t>України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лісогосподарського</w:t>
      </w:r>
      <w:r w:rsidRPr="0025712A">
        <w:rPr>
          <w:color w:val="010202"/>
          <w:spacing w:val="-28"/>
          <w:lang w:val="ru-RU"/>
        </w:rPr>
        <w:t xml:space="preserve"> </w:t>
      </w:r>
      <w:r w:rsidRPr="0025712A">
        <w:rPr>
          <w:color w:val="010202"/>
          <w:lang w:val="ru-RU"/>
        </w:rPr>
        <w:t>тра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ктора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ЛХТ</w:t>
      </w:r>
      <w:r w:rsidRPr="0025712A">
        <w:rPr>
          <w:rFonts w:ascii="Times New Roman" w:hAnsi="Times New Roman"/>
          <w:color w:val="010202"/>
          <w:lang w:val="ru-RU"/>
        </w:rPr>
        <w:t>-100,</w:t>
      </w:r>
      <w:r w:rsidRPr="0025712A">
        <w:rPr>
          <w:rFonts w:ascii="Times New Roman" w:hAnsi="Times New Roman"/>
          <w:color w:val="010202"/>
          <w:spacing w:val="-6"/>
          <w:lang w:val="ru-RU"/>
        </w:rPr>
        <w:t xml:space="preserve"> </w:t>
      </w:r>
      <w:r w:rsidRPr="0025712A">
        <w:rPr>
          <w:color w:val="010202"/>
          <w:lang w:val="ru-RU"/>
        </w:rPr>
        <w:t>який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розроблений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на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базі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трактора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ЛХТ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lang w:val="ru-RU"/>
        </w:rPr>
        <w:t>–55.</w:t>
      </w:r>
      <w:r w:rsidRPr="0025712A">
        <w:rPr>
          <w:rFonts w:ascii="Times New Roman" w:hAnsi="Times New Roman"/>
          <w:color w:val="010202"/>
          <w:spacing w:val="-6"/>
          <w:lang w:val="ru-RU"/>
        </w:rPr>
        <w:t xml:space="preserve"> </w:t>
      </w:r>
      <w:r w:rsidRPr="0025712A">
        <w:rPr>
          <w:color w:val="010202"/>
          <w:lang w:val="ru-RU"/>
        </w:rPr>
        <w:t>В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тракторі</w:t>
      </w:r>
      <w:r w:rsidRPr="0025712A">
        <w:rPr>
          <w:color w:val="010202"/>
          <w:spacing w:val="-9"/>
          <w:lang w:val="ru-RU"/>
        </w:rPr>
        <w:t xml:space="preserve"> </w:t>
      </w:r>
      <w:r w:rsidRPr="0025712A">
        <w:rPr>
          <w:color w:val="010202"/>
          <w:lang w:val="ru-RU"/>
        </w:rPr>
        <w:t>виконано ряд</w:t>
      </w:r>
      <w:r w:rsidRPr="0025712A">
        <w:rPr>
          <w:color w:val="010202"/>
          <w:spacing w:val="-9"/>
          <w:lang w:val="ru-RU"/>
        </w:rPr>
        <w:t xml:space="preserve"> </w:t>
      </w:r>
      <w:r w:rsidRPr="0025712A">
        <w:rPr>
          <w:color w:val="010202"/>
          <w:lang w:val="ru-RU"/>
        </w:rPr>
        <w:t>принципових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рішень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4"/>
          <w:lang w:val="ru-RU"/>
        </w:rPr>
        <w:t xml:space="preserve"> </w:t>
      </w:r>
      <w:r w:rsidRPr="0025712A">
        <w:rPr>
          <w:color w:val="010202"/>
          <w:lang w:val="ru-RU"/>
        </w:rPr>
        <w:t>двигун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3"/>
          <w:lang w:val="ru-RU"/>
        </w:rPr>
        <w:t xml:space="preserve"> </w:t>
      </w:r>
      <w:r w:rsidRPr="0025712A">
        <w:rPr>
          <w:color w:val="010202"/>
          <w:lang w:val="ru-RU"/>
        </w:rPr>
        <w:t>який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має</w:t>
      </w:r>
      <w:r w:rsidRPr="0025712A">
        <w:rPr>
          <w:color w:val="010202"/>
          <w:spacing w:val="-9"/>
          <w:lang w:val="ru-RU"/>
        </w:rPr>
        <w:t xml:space="preserve"> </w:t>
      </w:r>
      <w:r w:rsidRPr="0025712A">
        <w:rPr>
          <w:color w:val="010202"/>
          <w:lang w:val="ru-RU"/>
        </w:rPr>
        <w:t>потужність</w:t>
      </w:r>
      <w:r w:rsidRPr="0025712A">
        <w:rPr>
          <w:color w:val="010202"/>
          <w:spacing w:val="-9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lang w:val="ru-RU"/>
        </w:rPr>
        <w:t>70</w:t>
      </w:r>
      <w:r w:rsidRPr="0025712A">
        <w:rPr>
          <w:rFonts w:ascii="Times New Roman" w:hAnsi="Times New Roman"/>
          <w:color w:val="010202"/>
          <w:spacing w:val="-3"/>
          <w:lang w:val="ru-RU"/>
        </w:rPr>
        <w:t xml:space="preserve"> </w:t>
      </w:r>
      <w:r w:rsidRPr="0025712A">
        <w:rPr>
          <w:color w:val="010202"/>
          <w:lang w:val="ru-RU"/>
        </w:rPr>
        <w:t>кВт</w:t>
      </w:r>
      <w:r w:rsidRPr="0025712A">
        <w:rPr>
          <w:color w:val="010202"/>
          <w:spacing w:val="-9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lang w:val="ru-RU"/>
        </w:rPr>
        <w:t>(95</w:t>
      </w:r>
      <w:r w:rsidRPr="0025712A">
        <w:rPr>
          <w:color w:val="010202"/>
          <w:lang w:val="ru-RU"/>
        </w:rPr>
        <w:t>к</w:t>
      </w:r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color w:val="010202"/>
          <w:lang w:val="ru-RU"/>
        </w:rPr>
        <w:t>с</w:t>
      </w:r>
      <w:r w:rsidRPr="0025712A">
        <w:rPr>
          <w:rFonts w:ascii="Times New Roman" w:hAnsi="Times New Roman"/>
          <w:color w:val="010202"/>
          <w:lang w:val="ru-RU"/>
        </w:rPr>
        <w:t>.),</w:t>
      </w:r>
      <w:r w:rsidRPr="0025712A">
        <w:rPr>
          <w:rFonts w:ascii="Times New Roman" w:hAnsi="Times New Roman"/>
          <w:color w:val="010202"/>
          <w:spacing w:val="-3"/>
          <w:lang w:val="ru-RU"/>
        </w:rPr>
        <w:t xml:space="preserve"> </w:t>
      </w:r>
      <w:r w:rsidRPr="0025712A">
        <w:rPr>
          <w:color w:val="010202"/>
          <w:lang w:val="ru-RU"/>
        </w:rPr>
        <w:t>значно</w:t>
      </w:r>
      <w:r w:rsidRPr="0025712A">
        <w:rPr>
          <w:color w:val="010202"/>
          <w:spacing w:val="-9"/>
          <w:lang w:val="ru-RU"/>
        </w:rPr>
        <w:t xml:space="preserve"> </w:t>
      </w:r>
      <w:r w:rsidRPr="0025712A">
        <w:rPr>
          <w:color w:val="010202"/>
          <w:lang w:val="ru-RU"/>
        </w:rPr>
        <w:t>під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вищує його технічні можливості</w:t>
      </w:r>
      <w:r w:rsidRPr="0025712A">
        <w:rPr>
          <w:rFonts w:ascii="Times New Roman" w:hAnsi="Times New Roman"/>
          <w:color w:val="010202"/>
          <w:lang w:val="ru-RU"/>
        </w:rPr>
        <w:t xml:space="preserve">. </w:t>
      </w:r>
      <w:r w:rsidRPr="0025712A">
        <w:rPr>
          <w:color w:val="010202"/>
          <w:lang w:val="ru-RU"/>
        </w:rPr>
        <w:t>Заслуговує уваги і болотна модифікація цього трактора ЛХТ</w:t>
      </w:r>
      <w:r w:rsidRPr="0025712A">
        <w:rPr>
          <w:rFonts w:ascii="Times New Roman" w:hAnsi="Times New Roman"/>
          <w:color w:val="010202"/>
          <w:lang w:val="ru-RU"/>
        </w:rPr>
        <w:t>-100</w:t>
      </w:r>
      <w:r w:rsidRPr="0025712A">
        <w:rPr>
          <w:color w:val="010202"/>
          <w:lang w:val="ru-RU"/>
        </w:rPr>
        <w:t>Б</w:t>
      </w:r>
      <w:r w:rsidRPr="0025712A">
        <w:rPr>
          <w:rFonts w:ascii="Times New Roman" w:hAnsi="Times New Roman"/>
          <w:color w:val="010202"/>
          <w:lang w:val="ru-RU"/>
        </w:rPr>
        <w:t xml:space="preserve">, </w:t>
      </w:r>
      <w:r w:rsidRPr="0025712A">
        <w:rPr>
          <w:color w:val="010202"/>
          <w:lang w:val="ru-RU"/>
        </w:rPr>
        <w:t xml:space="preserve">яка дає можливість розширити лісовідновлюючі роботи на </w:t>
      </w:r>
      <w:r w:rsidRPr="0025712A">
        <w:rPr>
          <w:color w:val="010202"/>
          <w:w w:val="105"/>
          <w:lang w:val="ru-RU"/>
        </w:rPr>
        <w:t>ґрунтах з низькою несучою</w:t>
      </w:r>
      <w:r w:rsidRPr="0025712A">
        <w:rPr>
          <w:color w:val="010202"/>
          <w:spacing w:val="-39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здатністю</w:t>
      </w:r>
      <w:r w:rsidRPr="0025712A">
        <w:rPr>
          <w:rFonts w:ascii="Times New Roman" w:hAnsi="Times New Roman"/>
          <w:color w:val="010202"/>
          <w:w w:val="105"/>
          <w:lang w:val="ru-RU"/>
        </w:rPr>
        <w:t>.</w:t>
      </w:r>
    </w:p>
    <w:p w:rsidR="0052441B" w:rsidRPr="0025712A" w:rsidRDefault="0052441B" w:rsidP="0025712A">
      <w:pPr>
        <w:pStyle w:val="BodyText"/>
        <w:spacing w:before="5" w:line="249" w:lineRule="auto"/>
        <w:ind w:right="38" w:firstLine="568"/>
        <w:jc w:val="both"/>
        <w:rPr>
          <w:rFonts w:ascii="Times New Roman" w:hAnsi="Times New Roman"/>
          <w:lang w:val="ru-RU"/>
        </w:rPr>
      </w:pPr>
      <w:r w:rsidRPr="0025712A">
        <w:rPr>
          <w:color w:val="010202"/>
          <w:lang w:val="ru-RU"/>
        </w:rPr>
        <w:t>Безсумнівний</w:t>
      </w:r>
      <w:r w:rsidRPr="0025712A">
        <w:rPr>
          <w:color w:val="010202"/>
          <w:spacing w:val="-8"/>
          <w:lang w:val="ru-RU"/>
        </w:rPr>
        <w:t xml:space="preserve"> </w:t>
      </w:r>
      <w:r w:rsidRPr="0025712A">
        <w:rPr>
          <w:color w:val="010202"/>
          <w:lang w:val="ru-RU"/>
        </w:rPr>
        <w:t>інтерес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для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працівників</w:t>
      </w:r>
      <w:r w:rsidRPr="0025712A">
        <w:rPr>
          <w:color w:val="010202"/>
          <w:spacing w:val="-8"/>
          <w:lang w:val="ru-RU"/>
        </w:rPr>
        <w:t xml:space="preserve"> </w:t>
      </w:r>
      <w:r w:rsidRPr="0025712A">
        <w:rPr>
          <w:color w:val="010202"/>
          <w:lang w:val="ru-RU"/>
        </w:rPr>
        <w:t>лісового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господарства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України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по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винен</w:t>
      </w:r>
      <w:r w:rsidRPr="0025712A">
        <w:rPr>
          <w:color w:val="010202"/>
          <w:spacing w:val="-23"/>
          <w:lang w:val="ru-RU"/>
        </w:rPr>
        <w:t xml:space="preserve"> </w:t>
      </w:r>
      <w:r w:rsidRPr="0025712A">
        <w:rPr>
          <w:color w:val="010202"/>
          <w:lang w:val="ru-RU"/>
        </w:rPr>
        <w:t>представляти</w:t>
      </w:r>
      <w:r w:rsidRPr="0025712A">
        <w:rPr>
          <w:color w:val="010202"/>
          <w:spacing w:val="-23"/>
          <w:lang w:val="ru-RU"/>
        </w:rPr>
        <w:t xml:space="preserve"> </w:t>
      </w:r>
      <w:r w:rsidRPr="0025712A">
        <w:rPr>
          <w:color w:val="010202"/>
          <w:lang w:val="ru-RU"/>
        </w:rPr>
        <w:t>і</w:t>
      </w:r>
      <w:r w:rsidRPr="0025712A">
        <w:rPr>
          <w:color w:val="010202"/>
          <w:spacing w:val="-21"/>
          <w:lang w:val="ru-RU"/>
        </w:rPr>
        <w:t xml:space="preserve"> </w:t>
      </w:r>
      <w:r w:rsidRPr="0025712A">
        <w:rPr>
          <w:color w:val="010202"/>
          <w:lang w:val="ru-RU"/>
        </w:rPr>
        <w:t>трактор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лісогосподарський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трелювальний</w:t>
      </w:r>
      <w:r w:rsidRPr="0025712A">
        <w:rPr>
          <w:color w:val="010202"/>
          <w:spacing w:val="-21"/>
          <w:lang w:val="ru-RU"/>
        </w:rPr>
        <w:t xml:space="preserve"> </w:t>
      </w:r>
      <w:r w:rsidRPr="0025712A">
        <w:rPr>
          <w:color w:val="010202"/>
          <w:lang w:val="ru-RU"/>
        </w:rPr>
        <w:t>ТЛТ</w:t>
      </w:r>
      <w:r w:rsidRPr="0025712A">
        <w:rPr>
          <w:rFonts w:ascii="Times New Roman" w:hAnsi="Times New Roman"/>
          <w:color w:val="010202"/>
          <w:lang w:val="ru-RU"/>
        </w:rPr>
        <w:t>-100</w:t>
      </w:r>
      <w:r w:rsidRPr="0025712A">
        <w:rPr>
          <w:rFonts w:ascii="Times New Roman" w:hAnsi="Times New Roman"/>
          <w:color w:val="010202"/>
          <w:spacing w:val="-17"/>
          <w:lang w:val="ru-RU"/>
        </w:rPr>
        <w:t xml:space="preserve"> </w:t>
      </w:r>
      <w:r w:rsidRPr="0025712A">
        <w:rPr>
          <w:color w:val="010202"/>
          <w:lang w:val="ru-RU"/>
        </w:rPr>
        <w:t>з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канат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но</w:t>
      </w:r>
      <w:r w:rsidRPr="0025712A">
        <w:rPr>
          <w:rFonts w:ascii="Times New Roman" w:hAnsi="Times New Roman"/>
          <w:color w:val="010202"/>
          <w:lang w:val="ru-RU"/>
        </w:rPr>
        <w:t>-</w:t>
      </w:r>
      <w:r w:rsidRPr="0025712A">
        <w:rPr>
          <w:color w:val="010202"/>
          <w:lang w:val="ru-RU"/>
        </w:rPr>
        <w:t>чокерним</w:t>
      </w:r>
      <w:r w:rsidRPr="0025712A">
        <w:rPr>
          <w:color w:val="010202"/>
          <w:spacing w:val="-23"/>
          <w:lang w:val="ru-RU"/>
        </w:rPr>
        <w:t xml:space="preserve"> </w:t>
      </w:r>
      <w:r w:rsidRPr="0025712A">
        <w:rPr>
          <w:color w:val="010202"/>
          <w:lang w:val="ru-RU"/>
        </w:rPr>
        <w:t>обладнанням</w:t>
      </w:r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rFonts w:ascii="Times New Roman" w:hAnsi="Times New Roman"/>
          <w:color w:val="010202"/>
          <w:spacing w:val="-18"/>
          <w:lang w:val="ru-RU"/>
        </w:rPr>
        <w:t xml:space="preserve"> </w:t>
      </w:r>
      <w:r w:rsidRPr="0025712A">
        <w:rPr>
          <w:color w:val="010202"/>
          <w:lang w:val="ru-RU"/>
        </w:rPr>
        <w:t>Він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призначений</w:t>
      </w:r>
      <w:r w:rsidRPr="0025712A">
        <w:rPr>
          <w:color w:val="010202"/>
          <w:spacing w:val="-23"/>
          <w:lang w:val="ru-RU"/>
        </w:rPr>
        <w:t xml:space="preserve"> </w:t>
      </w:r>
      <w:r w:rsidRPr="0025712A">
        <w:rPr>
          <w:color w:val="010202"/>
          <w:lang w:val="ru-RU"/>
        </w:rPr>
        <w:t>для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трелювання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хлистів</w:t>
      </w:r>
      <w:r w:rsidRPr="0025712A">
        <w:rPr>
          <w:color w:val="010202"/>
          <w:spacing w:val="-23"/>
          <w:lang w:val="ru-RU"/>
        </w:rPr>
        <w:t xml:space="preserve"> </w:t>
      </w:r>
      <w:r w:rsidRPr="0025712A">
        <w:rPr>
          <w:color w:val="010202"/>
          <w:lang w:val="ru-RU"/>
        </w:rPr>
        <w:t>і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сортимен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тів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від</w:t>
      </w:r>
      <w:r w:rsidRPr="0025712A">
        <w:rPr>
          <w:color w:val="010202"/>
          <w:spacing w:val="-13"/>
          <w:lang w:val="ru-RU"/>
        </w:rPr>
        <w:t xml:space="preserve"> </w:t>
      </w:r>
      <w:r w:rsidRPr="0025712A">
        <w:rPr>
          <w:color w:val="010202"/>
          <w:lang w:val="ru-RU"/>
        </w:rPr>
        <w:t>рубань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головного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користування</w:t>
      </w:r>
      <w:r w:rsidRPr="0025712A">
        <w:rPr>
          <w:color w:val="010202"/>
          <w:spacing w:val="-13"/>
          <w:lang w:val="ru-RU"/>
        </w:rPr>
        <w:t xml:space="preserve"> </w:t>
      </w:r>
      <w:r w:rsidRPr="0025712A">
        <w:rPr>
          <w:color w:val="010202"/>
          <w:lang w:val="ru-RU"/>
        </w:rPr>
        <w:t>і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доглядових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рубань</w:t>
      </w:r>
      <w:r w:rsidRPr="0025712A">
        <w:rPr>
          <w:color w:val="010202"/>
          <w:spacing w:val="-13"/>
          <w:lang w:val="ru-RU"/>
        </w:rPr>
        <w:t xml:space="preserve"> </w:t>
      </w:r>
      <w:r w:rsidRPr="0025712A">
        <w:rPr>
          <w:color w:val="010202"/>
          <w:lang w:val="ru-RU"/>
        </w:rPr>
        <w:t>за</w:t>
      </w:r>
      <w:r w:rsidRPr="0025712A">
        <w:rPr>
          <w:color w:val="010202"/>
          <w:spacing w:val="-13"/>
          <w:lang w:val="ru-RU"/>
        </w:rPr>
        <w:t xml:space="preserve"> </w:t>
      </w:r>
      <w:r w:rsidRPr="0025712A">
        <w:rPr>
          <w:color w:val="010202"/>
          <w:lang w:val="ru-RU"/>
        </w:rPr>
        <w:t>лісом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на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дренова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w w:val="105"/>
          <w:lang w:val="ru-RU"/>
        </w:rPr>
        <w:t>них</w:t>
      </w:r>
      <w:r w:rsidRPr="0025712A">
        <w:rPr>
          <w:color w:val="010202"/>
          <w:spacing w:val="-17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і</w:t>
      </w:r>
      <w:r w:rsidRPr="0025712A">
        <w:rPr>
          <w:color w:val="010202"/>
          <w:spacing w:val="-17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перезволожених</w:t>
      </w:r>
      <w:r w:rsidRPr="0025712A">
        <w:rPr>
          <w:color w:val="010202"/>
          <w:spacing w:val="-17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ґрунтах</w:t>
      </w:r>
      <w:r w:rsidRPr="0025712A">
        <w:rPr>
          <w:color w:val="010202"/>
          <w:spacing w:val="-16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у</w:t>
      </w:r>
      <w:r w:rsidRPr="0025712A">
        <w:rPr>
          <w:color w:val="010202"/>
          <w:spacing w:val="-16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лісовій</w:t>
      </w:r>
      <w:r w:rsidRPr="0025712A">
        <w:rPr>
          <w:color w:val="010202"/>
          <w:spacing w:val="-17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та</w:t>
      </w:r>
      <w:r w:rsidRPr="0025712A">
        <w:rPr>
          <w:color w:val="010202"/>
          <w:spacing w:val="-16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лісостеповій</w:t>
      </w:r>
      <w:r w:rsidRPr="0025712A">
        <w:rPr>
          <w:color w:val="010202"/>
          <w:spacing w:val="-17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зонах</w:t>
      </w:r>
      <w:r w:rsidRPr="0025712A">
        <w:rPr>
          <w:rFonts w:ascii="Times New Roman" w:hAnsi="Times New Roman"/>
          <w:color w:val="010202"/>
          <w:w w:val="105"/>
          <w:lang w:val="ru-RU"/>
        </w:rPr>
        <w:t>.</w:t>
      </w:r>
    </w:p>
    <w:p w:rsidR="0052441B" w:rsidRPr="0025712A" w:rsidRDefault="0052441B" w:rsidP="0025712A">
      <w:pPr>
        <w:pStyle w:val="BodyText"/>
        <w:spacing w:line="247" w:lineRule="auto"/>
        <w:ind w:right="38" w:firstLine="568"/>
        <w:jc w:val="both"/>
        <w:rPr>
          <w:rFonts w:ascii="Times New Roman" w:hAnsi="Times New Roman"/>
          <w:lang w:val="ru-RU"/>
        </w:rPr>
      </w:pPr>
      <w:r w:rsidRPr="0025712A">
        <w:rPr>
          <w:color w:val="010202"/>
          <w:lang w:val="ru-RU"/>
        </w:rPr>
        <w:t>Одним</w:t>
      </w:r>
      <w:r w:rsidRPr="0025712A">
        <w:rPr>
          <w:color w:val="010202"/>
          <w:spacing w:val="-5"/>
          <w:lang w:val="ru-RU"/>
        </w:rPr>
        <w:t xml:space="preserve"> </w:t>
      </w:r>
      <w:r w:rsidRPr="0025712A">
        <w:rPr>
          <w:color w:val="010202"/>
          <w:lang w:val="ru-RU"/>
        </w:rPr>
        <w:t>із</w:t>
      </w:r>
      <w:r w:rsidRPr="0025712A">
        <w:rPr>
          <w:color w:val="010202"/>
          <w:spacing w:val="-4"/>
          <w:lang w:val="ru-RU"/>
        </w:rPr>
        <w:t xml:space="preserve"> </w:t>
      </w:r>
      <w:r w:rsidRPr="0025712A">
        <w:rPr>
          <w:color w:val="010202"/>
          <w:lang w:val="ru-RU"/>
        </w:rPr>
        <w:t>трудомістких</w:t>
      </w:r>
      <w:r w:rsidRPr="0025712A">
        <w:rPr>
          <w:color w:val="010202"/>
          <w:spacing w:val="-3"/>
          <w:lang w:val="ru-RU"/>
        </w:rPr>
        <w:t xml:space="preserve"> </w:t>
      </w:r>
      <w:r w:rsidRPr="0025712A">
        <w:rPr>
          <w:color w:val="010202"/>
          <w:lang w:val="ru-RU"/>
        </w:rPr>
        <w:t>процесів</w:t>
      </w:r>
      <w:r w:rsidRPr="0025712A">
        <w:rPr>
          <w:color w:val="010202"/>
          <w:spacing w:val="-5"/>
          <w:lang w:val="ru-RU"/>
        </w:rPr>
        <w:t xml:space="preserve"> </w:t>
      </w:r>
      <w:r w:rsidRPr="0025712A">
        <w:rPr>
          <w:color w:val="010202"/>
          <w:lang w:val="ru-RU"/>
        </w:rPr>
        <w:t>у</w:t>
      </w:r>
      <w:r w:rsidRPr="0025712A">
        <w:rPr>
          <w:color w:val="010202"/>
          <w:spacing w:val="-4"/>
          <w:lang w:val="ru-RU"/>
        </w:rPr>
        <w:t xml:space="preserve"> </w:t>
      </w:r>
      <w:r w:rsidRPr="0025712A">
        <w:rPr>
          <w:color w:val="010202"/>
          <w:lang w:val="ru-RU"/>
        </w:rPr>
        <w:t>лісовому</w:t>
      </w:r>
      <w:r w:rsidRPr="0025712A">
        <w:rPr>
          <w:color w:val="010202"/>
          <w:spacing w:val="-3"/>
          <w:lang w:val="ru-RU"/>
        </w:rPr>
        <w:t xml:space="preserve"> </w:t>
      </w:r>
      <w:r w:rsidRPr="0025712A">
        <w:rPr>
          <w:color w:val="010202"/>
          <w:lang w:val="ru-RU"/>
        </w:rPr>
        <w:t>господарстві</w:t>
      </w:r>
      <w:r w:rsidRPr="0025712A">
        <w:rPr>
          <w:color w:val="010202"/>
          <w:spacing w:val="-5"/>
          <w:lang w:val="ru-RU"/>
        </w:rPr>
        <w:t xml:space="preserve"> </w:t>
      </w:r>
      <w:r w:rsidRPr="0025712A">
        <w:rPr>
          <w:color w:val="010202"/>
          <w:lang w:val="ru-RU"/>
        </w:rPr>
        <w:t>є</w:t>
      </w:r>
      <w:r w:rsidRPr="0025712A">
        <w:rPr>
          <w:color w:val="010202"/>
          <w:spacing w:val="-5"/>
          <w:lang w:val="ru-RU"/>
        </w:rPr>
        <w:t xml:space="preserve"> </w:t>
      </w:r>
      <w:r w:rsidRPr="0025712A">
        <w:rPr>
          <w:color w:val="010202"/>
          <w:lang w:val="ru-RU"/>
        </w:rPr>
        <w:t>збирання</w:t>
      </w:r>
      <w:r w:rsidRPr="0025712A">
        <w:rPr>
          <w:color w:val="010202"/>
          <w:spacing w:val="-5"/>
          <w:lang w:val="ru-RU"/>
        </w:rPr>
        <w:t xml:space="preserve"> </w:t>
      </w:r>
      <w:r w:rsidRPr="0025712A">
        <w:rPr>
          <w:color w:val="010202"/>
          <w:lang w:val="ru-RU"/>
        </w:rPr>
        <w:t>і</w:t>
      </w:r>
      <w:r w:rsidRPr="0025712A">
        <w:rPr>
          <w:color w:val="010202"/>
          <w:spacing w:val="-5"/>
          <w:lang w:val="ru-RU"/>
        </w:rPr>
        <w:t xml:space="preserve"> </w:t>
      </w:r>
      <w:r w:rsidRPr="0025712A">
        <w:rPr>
          <w:color w:val="010202"/>
          <w:lang w:val="ru-RU"/>
        </w:rPr>
        <w:t>пе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w w:val="105"/>
          <w:lang w:val="ru-RU"/>
        </w:rPr>
        <w:t>реробка</w:t>
      </w:r>
      <w:r w:rsidRPr="0025712A">
        <w:rPr>
          <w:color w:val="010202"/>
          <w:spacing w:val="-3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лісового</w:t>
      </w:r>
      <w:r w:rsidRPr="0025712A">
        <w:rPr>
          <w:color w:val="010202"/>
          <w:spacing w:val="-29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насіння</w:t>
      </w:r>
      <w:r w:rsidRPr="0025712A">
        <w:rPr>
          <w:rFonts w:ascii="Times New Roman" w:hAnsi="Times New Roman"/>
          <w:color w:val="010202"/>
          <w:w w:val="105"/>
          <w:lang w:val="ru-RU"/>
        </w:rPr>
        <w:t>.</w:t>
      </w:r>
      <w:r w:rsidRPr="0025712A">
        <w:rPr>
          <w:rFonts w:ascii="Times New Roman" w:hAnsi="Times New Roman"/>
          <w:color w:val="010202"/>
          <w:spacing w:val="-24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Відомо</w:t>
      </w:r>
      <w:r w:rsidRPr="0025712A">
        <w:rPr>
          <w:rFonts w:ascii="Times New Roman" w:hAnsi="Times New Roman"/>
          <w:color w:val="010202"/>
          <w:w w:val="105"/>
          <w:lang w:val="ru-RU"/>
        </w:rPr>
        <w:t>,</w:t>
      </w:r>
      <w:r w:rsidRPr="0025712A">
        <w:rPr>
          <w:rFonts w:ascii="Times New Roman" w:hAnsi="Times New Roman"/>
          <w:color w:val="010202"/>
          <w:spacing w:val="-24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що</w:t>
      </w:r>
      <w:r w:rsidRPr="0025712A">
        <w:rPr>
          <w:color w:val="010202"/>
          <w:spacing w:val="-29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Україна</w:t>
      </w:r>
      <w:r w:rsidRPr="0025712A">
        <w:rPr>
          <w:rFonts w:ascii="Times New Roman" w:hAnsi="Times New Roman"/>
          <w:color w:val="010202"/>
          <w:w w:val="105"/>
          <w:lang w:val="ru-RU"/>
        </w:rPr>
        <w:t>,</w:t>
      </w:r>
      <w:r w:rsidRPr="0025712A">
        <w:rPr>
          <w:rFonts w:ascii="Times New Roman" w:hAnsi="Times New Roman"/>
          <w:color w:val="010202"/>
          <w:spacing w:val="-24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у</w:t>
      </w:r>
      <w:r w:rsidRPr="0025712A">
        <w:rPr>
          <w:color w:val="010202"/>
          <w:spacing w:val="-3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тому</w:t>
      </w:r>
      <w:r w:rsidRPr="0025712A">
        <w:rPr>
          <w:color w:val="010202"/>
          <w:spacing w:val="-29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числі</w:t>
      </w:r>
      <w:r w:rsidRPr="0025712A">
        <w:rPr>
          <w:color w:val="010202"/>
          <w:spacing w:val="-29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і</w:t>
      </w:r>
      <w:r w:rsidRPr="0025712A">
        <w:rPr>
          <w:color w:val="010202"/>
          <w:spacing w:val="-29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її</w:t>
      </w:r>
      <w:r w:rsidRPr="0025712A">
        <w:rPr>
          <w:color w:val="010202"/>
          <w:spacing w:val="-29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Західна</w:t>
      </w:r>
      <w:r w:rsidRPr="0025712A">
        <w:rPr>
          <w:color w:val="010202"/>
          <w:spacing w:val="-29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частина</w:t>
      </w:r>
      <w:r w:rsidRPr="0025712A">
        <w:rPr>
          <w:rFonts w:ascii="Times New Roman" w:hAnsi="Times New Roman"/>
          <w:color w:val="010202"/>
          <w:w w:val="105"/>
          <w:lang w:val="ru-RU"/>
        </w:rPr>
        <w:t xml:space="preserve">, </w:t>
      </w:r>
      <w:r w:rsidRPr="0025712A">
        <w:rPr>
          <w:color w:val="010202"/>
          <w:lang w:val="ru-RU"/>
        </w:rPr>
        <w:t>потребує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великої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кількості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лісового</w:t>
      </w:r>
      <w:r w:rsidRPr="0025712A">
        <w:rPr>
          <w:color w:val="010202"/>
          <w:spacing w:val="-17"/>
          <w:lang w:val="ru-RU"/>
        </w:rPr>
        <w:t xml:space="preserve"> </w:t>
      </w:r>
      <w:r w:rsidRPr="0025712A">
        <w:rPr>
          <w:color w:val="010202"/>
          <w:lang w:val="ru-RU"/>
        </w:rPr>
        <w:t>насіння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lang w:val="ru-RU"/>
        </w:rPr>
        <w:t>(7-8</w:t>
      </w:r>
      <w:r w:rsidRPr="0025712A">
        <w:rPr>
          <w:rFonts w:ascii="Times New Roman" w:hAnsi="Times New Roman"/>
          <w:color w:val="010202"/>
          <w:spacing w:val="-9"/>
          <w:lang w:val="ru-RU"/>
        </w:rPr>
        <w:t xml:space="preserve"> </w:t>
      </w:r>
      <w:r w:rsidRPr="0025712A">
        <w:rPr>
          <w:color w:val="010202"/>
          <w:lang w:val="ru-RU"/>
        </w:rPr>
        <w:t>тис</w:t>
      </w:r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color w:val="010202"/>
          <w:lang w:val="ru-RU"/>
        </w:rPr>
        <w:t>тонн</w:t>
      </w:r>
      <w:r w:rsidRPr="0025712A">
        <w:rPr>
          <w:color w:val="010202"/>
          <w:spacing w:val="18"/>
          <w:lang w:val="ru-RU"/>
        </w:rPr>
        <w:t xml:space="preserve"> </w:t>
      </w:r>
      <w:r w:rsidRPr="0025712A">
        <w:rPr>
          <w:color w:val="010202"/>
          <w:lang w:val="ru-RU"/>
        </w:rPr>
        <w:t>щорічно</w:t>
      </w:r>
      <w:r w:rsidRPr="0025712A">
        <w:rPr>
          <w:rFonts w:ascii="Times New Roman" w:hAnsi="Times New Roman"/>
          <w:color w:val="010202"/>
          <w:lang w:val="ru-RU"/>
        </w:rPr>
        <w:t>).</w:t>
      </w:r>
      <w:r w:rsidRPr="0025712A">
        <w:rPr>
          <w:rFonts w:ascii="Times New Roman" w:hAnsi="Times New Roman"/>
          <w:color w:val="010202"/>
          <w:spacing w:val="-9"/>
          <w:lang w:val="ru-RU"/>
        </w:rPr>
        <w:t xml:space="preserve"> </w:t>
      </w:r>
      <w:r w:rsidRPr="0025712A">
        <w:rPr>
          <w:color w:val="010202"/>
          <w:lang w:val="ru-RU"/>
        </w:rPr>
        <w:t>Тому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механі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зації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цього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виду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робіт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повинні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приділяти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особливу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увагу</w:t>
      </w:r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rFonts w:ascii="Times New Roman" w:hAnsi="Times New Roman"/>
          <w:color w:val="010202"/>
          <w:spacing w:val="-17"/>
          <w:lang w:val="ru-RU"/>
        </w:rPr>
        <w:t xml:space="preserve"> </w:t>
      </w:r>
      <w:r w:rsidRPr="0025712A">
        <w:rPr>
          <w:color w:val="010202"/>
          <w:lang w:val="ru-RU"/>
        </w:rPr>
        <w:t>Для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збирання</w:t>
      </w:r>
      <w:r w:rsidRPr="0025712A">
        <w:rPr>
          <w:color w:val="010202"/>
          <w:spacing w:val="-23"/>
          <w:lang w:val="ru-RU"/>
        </w:rPr>
        <w:t xml:space="preserve"> </w:t>
      </w:r>
      <w:r w:rsidRPr="0025712A">
        <w:rPr>
          <w:color w:val="010202"/>
          <w:lang w:val="ru-RU"/>
        </w:rPr>
        <w:t>і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перероб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ки</w:t>
      </w:r>
      <w:r w:rsidRPr="0025712A">
        <w:rPr>
          <w:color w:val="010202"/>
          <w:spacing w:val="-18"/>
          <w:lang w:val="ru-RU"/>
        </w:rPr>
        <w:t xml:space="preserve"> </w:t>
      </w:r>
      <w:r w:rsidRPr="0025712A">
        <w:rPr>
          <w:color w:val="010202"/>
          <w:lang w:val="ru-RU"/>
        </w:rPr>
        <w:t>насіння</w:t>
      </w:r>
      <w:r w:rsidRPr="0025712A">
        <w:rPr>
          <w:color w:val="010202"/>
          <w:spacing w:val="-17"/>
          <w:lang w:val="ru-RU"/>
        </w:rPr>
        <w:t xml:space="preserve"> </w:t>
      </w:r>
      <w:r w:rsidRPr="0025712A">
        <w:rPr>
          <w:color w:val="010202"/>
          <w:lang w:val="ru-RU"/>
        </w:rPr>
        <w:t>лісових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і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садово</w:t>
      </w:r>
      <w:r w:rsidRPr="0025712A">
        <w:rPr>
          <w:rFonts w:ascii="Times New Roman" w:hAnsi="Times New Roman"/>
          <w:color w:val="010202"/>
          <w:lang w:val="ru-RU"/>
        </w:rPr>
        <w:t>-</w:t>
      </w:r>
      <w:r w:rsidRPr="0025712A">
        <w:rPr>
          <w:color w:val="010202"/>
          <w:lang w:val="ru-RU"/>
        </w:rPr>
        <w:t>ягідних</w:t>
      </w:r>
      <w:r w:rsidRPr="0025712A">
        <w:rPr>
          <w:color w:val="010202"/>
          <w:spacing w:val="-18"/>
          <w:lang w:val="ru-RU"/>
        </w:rPr>
        <w:t xml:space="preserve"> </w:t>
      </w:r>
      <w:r w:rsidRPr="0025712A">
        <w:rPr>
          <w:color w:val="010202"/>
          <w:lang w:val="ru-RU"/>
        </w:rPr>
        <w:t>порід</w:t>
      </w:r>
      <w:r w:rsidRPr="0025712A">
        <w:rPr>
          <w:color w:val="010202"/>
          <w:spacing w:val="-18"/>
          <w:lang w:val="ru-RU"/>
        </w:rPr>
        <w:t xml:space="preserve"> </w:t>
      </w:r>
      <w:r w:rsidRPr="0025712A">
        <w:rPr>
          <w:color w:val="010202"/>
          <w:lang w:val="ru-RU"/>
        </w:rPr>
        <w:t>існують</w:t>
      </w:r>
      <w:r w:rsidRPr="0025712A">
        <w:rPr>
          <w:color w:val="010202"/>
          <w:spacing w:val="-18"/>
          <w:lang w:val="ru-RU"/>
        </w:rPr>
        <w:t xml:space="preserve"> </w:t>
      </w:r>
      <w:r w:rsidRPr="0025712A">
        <w:rPr>
          <w:color w:val="010202"/>
          <w:lang w:val="ru-RU"/>
        </w:rPr>
        <w:t>багато</w:t>
      </w:r>
      <w:r w:rsidRPr="0025712A">
        <w:rPr>
          <w:color w:val="010202"/>
          <w:spacing w:val="-17"/>
          <w:lang w:val="ru-RU"/>
        </w:rPr>
        <w:t xml:space="preserve"> </w:t>
      </w:r>
      <w:r w:rsidRPr="0025712A">
        <w:rPr>
          <w:color w:val="010202"/>
          <w:lang w:val="ru-RU"/>
        </w:rPr>
        <w:t>способів</w:t>
      </w:r>
      <w:r w:rsidRPr="0025712A">
        <w:rPr>
          <w:color w:val="010202"/>
          <w:spacing w:val="-18"/>
          <w:lang w:val="ru-RU"/>
        </w:rPr>
        <w:t xml:space="preserve"> </w:t>
      </w:r>
      <w:r w:rsidRPr="0025712A">
        <w:rPr>
          <w:color w:val="010202"/>
          <w:lang w:val="ru-RU"/>
        </w:rPr>
        <w:t>і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пристосувань</w:t>
      </w:r>
      <w:r w:rsidRPr="0025712A">
        <w:rPr>
          <w:rFonts w:ascii="Times New Roman" w:hAnsi="Times New Roman"/>
          <w:color w:val="010202"/>
          <w:lang w:val="ru-RU"/>
        </w:rPr>
        <w:t xml:space="preserve">, </w:t>
      </w:r>
      <w:r w:rsidRPr="0025712A">
        <w:rPr>
          <w:color w:val="010202"/>
          <w:lang w:val="ru-RU"/>
        </w:rPr>
        <w:t>машин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та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механізмів</w:t>
      </w:r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rFonts w:ascii="Times New Roman" w:hAnsi="Times New Roman"/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На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нашу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думку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для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підйому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в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крону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дерева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робочого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з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ме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тою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збирання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насіння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перспективним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є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ЛАЗ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ЛПД</w:t>
      </w:r>
      <w:r w:rsidRPr="0025712A">
        <w:rPr>
          <w:rFonts w:ascii="Times New Roman" w:hAnsi="Times New Roman"/>
          <w:color w:val="010202"/>
          <w:lang w:val="ru-RU"/>
        </w:rPr>
        <w:t>-0,64,</w:t>
      </w:r>
      <w:r w:rsidRPr="0025712A">
        <w:rPr>
          <w:rFonts w:ascii="Times New Roman" w:hAnsi="Times New Roman"/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який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забезпечує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підняття по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стовбуру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з</w:t>
      </w:r>
      <w:r w:rsidRPr="0025712A">
        <w:rPr>
          <w:color w:val="010202"/>
          <w:spacing w:val="-26"/>
          <w:lang w:val="ru-RU"/>
        </w:rPr>
        <w:t xml:space="preserve"> </w:t>
      </w:r>
      <w:r w:rsidRPr="0025712A">
        <w:rPr>
          <w:color w:val="010202"/>
          <w:lang w:val="ru-RU"/>
        </w:rPr>
        <w:t>максимальним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діаметром</w:t>
      </w:r>
      <w:r w:rsidRPr="0025712A">
        <w:rPr>
          <w:color w:val="010202"/>
          <w:spacing w:val="-27"/>
          <w:lang w:val="ru-RU"/>
        </w:rPr>
        <w:t xml:space="preserve"> </w:t>
      </w:r>
      <w:smartTag w:uri="urn:schemas-microsoft-com:office:smarttags" w:element="metricconverter">
        <w:smartTagPr>
          <w:attr w:name="ProductID" w:val="64 см"/>
        </w:smartTagPr>
        <w:r w:rsidRPr="0025712A">
          <w:rPr>
            <w:rFonts w:ascii="Times New Roman" w:hAnsi="Times New Roman"/>
            <w:color w:val="010202"/>
            <w:lang w:val="ru-RU"/>
          </w:rPr>
          <w:t>64</w:t>
        </w:r>
        <w:r w:rsidRPr="0025712A">
          <w:rPr>
            <w:rFonts w:ascii="Times New Roman" w:hAnsi="Times New Roman"/>
            <w:color w:val="010202"/>
            <w:spacing w:val="-21"/>
            <w:lang w:val="ru-RU"/>
          </w:rPr>
          <w:t xml:space="preserve"> </w:t>
        </w:r>
        <w:r w:rsidRPr="0025712A">
          <w:rPr>
            <w:color w:val="010202"/>
            <w:lang w:val="ru-RU"/>
          </w:rPr>
          <w:t>см</w:t>
        </w:r>
      </w:smartTag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rFonts w:ascii="Times New Roman" w:hAnsi="Times New Roman"/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Основна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перевага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цього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ЛАЗа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lang w:val="ru-RU"/>
        </w:rPr>
        <w:t>–</w:t>
      </w:r>
      <w:r w:rsidRPr="0025712A">
        <w:rPr>
          <w:rFonts w:ascii="Times New Roman" w:hAnsi="Times New Roman"/>
          <w:color w:val="010202"/>
          <w:spacing w:val="-21"/>
          <w:lang w:val="ru-RU"/>
        </w:rPr>
        <w:t xml:space="preserve"> </w:t>
      </w:r>
      <w:r w:rsidRPr="0025712A">
        <w:rPr>
          <w:color w:val="010202"/>
          <w:lang w:val="ru-RU"/>
        </w:rPr>
        <w:t>не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w w:val="105"/>
          <w:lang w:val="ru-RU"/>
        </w:rPr>
        <w:t>велика</w:t>
      </w:r>
      <w:r w:rsidRPr="0025712A">
        <w:rPr>
          <w:color w:val="010202"/>
          <w:spacing w:val="-31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вага</w:t>
      </w:r>
      <w:r w:rsidRPr="0025712A">
        <w:rPr>
          <w:color w:val="010202"/>
          <w:spacing w:val="-31"/>
          <w:w w:val="105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w w:val="105"/>
          <w:lang w:val="ru-RU"/>
        </w:rPr>
        <w:t>(</w:t>
      </w:r>
      <w:smartTag w:uri="urn:schemas-microsoft-com:office:smarttags" w:element="metricconverter">
        <w:smartTagPr>
          <w:attr w:name="ProductID" w:val="6 кг"/>
        </w:smartTagPr>
        <w:r w:rsidRPr="0025712A">
          <w:rPr>
            <w:rFonts w:ascii="Times New Roman" w:hAnsi="Times New Roman"/>
            <w:color w:val="010202"/>
            <w:w w:val="105"/>
            <w:lang w:val="ru-RU"/>
          </w:rPr>
          <w:t>6</w:t>
        </w:r>
        <w:r w:rsidRPr="0025712A">
          <w:rPr>
            <w:rFonts w:ascii="Times New Roman" w:hAnsi="Times New Roman"/>
            <w:color w:val="010202"/>
            <w:spacing w:val="-25"/>
            <w:w w:val="105"/>
            <w:lang w:val="ru-RU"/>
          </w:rPr>
          <w:t xml:space="preserve"> </w:t>
        </w:r>
        <w:r w:rsidRPr="0025712A">
          <w:rPr>
            <w:color w:val="010202"/>
            <w:w w:val="105"/>
            <w:lang w:val="ru-RU"/>
          </w:rPr>
          <w:t>кг</w:t>
        </w:r>
      </w:smartTag>
      <w:r w:rsidRPr="0025712A">
        <w:rPr>
          <w:rFonts w:ascii="Times New Roman" w:hAnsi="Times New Roman"/>
          <w:color w:val="010202"/>
          <w:w w:val="105"/>
          <w:lang w:val="ru-RU"/>
        </w:rPr>
        <w:t>)</w:t>
      </w:r>
      <w:r w:rsidRPr="0025712A">
        <w:rPr>
          <w:rFonts w:ascii="Times New Roman" w:hAnsi="Times New Roman"/>
          <w:color w:val="010202"/>
          <w:spacing w:val="-25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в</w:t>
      </w:r>
      <w:r w:rsidRPr="0025712A">
        <w:rPr>
          <w:color w:val="010202"/>
          <w:spacing w:val="-32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порівнянні</w:t>
      </w:r>
      <w:r w:rsidRPr="0025712A">
        <w:rPr>
          <w:color w:val="010202"/>
          <w:spacing w:val="-31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з</w:t>
      </w:r>
      <w:r w:rsidRPr="0025712A">
        <w:rPr>
          <w:color w:val="010202"/>
          <w:spacing w:val="-3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іншими</w:t>
      </w:r>
      <w:r w:rsidRPr="0025712A">
        <w:rPr>
          <w:rFonts w:ascii="Times New Roman" w:hAnsi="Times New Roman"/>
          <w:color w:val="010202"/>
          <w:w w:val="105"/>
          <w:lang w:val="ru-RU"/>
        </w:rPr>
        <w:t>,</w:t>
      </w:r>
      <w:r w:rsidRPr="0025712A">
        <w:rPr>
          <w:rFonts w:ascii="Times New Roman" w:hAnsi="Times New Roman"/>
          <w:color w:val="010202"/>
          <w:spacing w:val="-26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вага</w:t>
      </w:r>
      <w:r w:rsidRPr="0025712A">
        <w:rPr>
          <w:color w:val="010202"/>
          <w:spacing w:val="-3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яких</w:t>
      </w:r>
      <w:r w:rsidRPr="0025712A">
        <w:rPr>
          <w:color w:val="010202"/>
          <w:spacing w:val="-32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коливається</w:t>
      </w:r>
      <w:r w:rsidRPr="0025712A">
        <w:rPr>
          <w:color w:val="010202"/>
          <w:spacing w:val="-31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в</w:t>
      </w:r>
      <w:r w:rsidRPr="0025712A">
        <w:rPr>
          <w:color w:val="010202"/>
          <w:spacing w:val="-3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межах</w:t>
      </w:r>
      <w:r w:rsidRPr="0025712A">
        <w:rPr>
          <w:color w:val="010202"/>
          <w:spacing w:val="-31"/>
          <w:w w:val="105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w w:val="105"/>
          <w:lang w:val="ru-RU"/>
        </w:rPr>
        <w:t>9-</w:t>
      </w:r>
      <w:smartTag w:uri="urn:schemas-microsoft-com:office:smarttags" w:element="metricconverter">
        <w:smartTagPr>
          <w:attr w:name="ProductID" w:val="10 кг"/>
        </w:smartTagPr>
        <w:r w:rsidRPr="0025712A">
          <w:rPr>
            <w:rFonts w:ascii="Times New Roman" w:hAnsi="Times New Roman"/>
            <w:color w:val="010202"/>
            <w:w w:val="105"/>
            <w:lang w:val="ru-RU"/>
          </w:rPr>
          <w:t>10</w:t>
        </w:r>
        <w:r w:rsidRPr="0025712A">
          <w:rPr>
            <w:rFonts w:ascii="Times New Roman" w:hAnsi="Times New Roman"/>
            <w:color w:val="010202"/>
            <w:spacing w:val="-25"/>
            <w:w w:val="105"/>
            <w:lang w:val="ru-RU"/>
          </w:rPr>
          <w:t xml:space="preserve"> </w:t>
        </w:r>
        <w:r w:rsidRPr="0025712A">
          <w:rPr>
            <w:color w:val="010202"/>
            <w:w w:val="105"/>
            <w:lang w:val="ru-RU"/>
          </w:rPr>
          <w:t>кг</w:t>
        </w:r>
      </w:smartTag>
      <w:r w:rsidRPr="0025712A">
        <w:rPr>
          <w:rFonts w:ascii="Times New Roman" w:hAnsi="Times New Roman"/>
          <w:color w:val="010202"/>
          <w:w w:val="105"/>
          <w:lang w:val="ru-RU"/>
        </w:rPr>
        <w:t>.</w:t>
      </w:r>
    </w:p>
    <w:p w:rsidR="0052441B" w:rsidRPr="0025712A" w:rsidRDefault="0052441B" w:rsidP="0025712A">
      <w:pPr>
        <w:pStyle w:val="BodyText"/>
        <w:spacing w:before="3" w:line="249" w:lineRule="auto"/>
        <w:ind w:right="39" w:firstLine="615"/>
        <w:jc w:val="both"/>
        <w:rPr>
          <w:rFonts w:ascii="Times New Roman" w:hAnsi="Times New Roman"/>
          <w:lang w:val="ru-RU"/>
        </w:rPr>
      </w:pPr>
      <w:r w:rsidRPr="0025712A">
        <w:rPr>
          <w:color w:val="010202"/>
          <w:lang w:val="ru-RU"/>
        </w:rPr>
        <w:t>Для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струшування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плодів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горіха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волоського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9"/>
          <w:lang w:val="ru-RU"/>
        </w:rPr>
        <w:t xml:space="preserve"> </w:t>
      </w:r>
      <w:r w:rsidRPr="0025712A">
        <w:rPr>
          <w:color w:val="010202"/>
          <w:lang w:val="ru-RU"/>
        </w:rPr>
        <w:t>яблунь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9"/>
          <w:lang w:val="ru-RU"/>
        </w:rPr>
        <w:t xml:space="preserve"> </w:t>
      </w:r>
      <w:r w:rsidRPr="0025712A">
        <w:rPr>
          <w:color w:val="010202"/>
          <w:lang w:val="ru-RU"/>
        </w:rPr>
        <w:t>аличі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насіння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клена</w:t>
      </w:r>
      <w:r w:rsidRPr="0025712A">
        <w:rPr>
          <w:rFonts w:ascii="Times New Roman" w:hAnsi="Times New Roman"/>
          <w:color w:val="010202"/>
          <w:lang w:val="ru-RU"/>
        </w:rPr>
        <w:t xml:space="preserve">, </w:t>
      </w:r>
      <w:r w:rsidRPr="0025712A">
        <w:rPr>
          <w:color w:val="010202"/>
          <w:lang w:val="ru-RU"/>
        </w:rPr>
        <w:t>ясеня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та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інших</w:t>
      </w:r>
      <w:r w:rsidRPr="0025712A">
        <w:rPr>
          <w:color w:val="010202"/>
          <w:spacing w:val="-26"/>
          <w:lang w:val="ru-RU"/>
        </w:rPr>
        <w:t xml:space="preserve"> </w:t>
      </w:r>
      <w:r w:rsidRPr="0025712A">
        <w:rPr>
          <w:color w:val="010202"/>
          <w:lang w:val="ru-RU"/>
        </w:rPr>
        <w:t>порід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розроблена</w:t>
      </w:r>
      <w:r w:rsidRPr="0025712A">
        <w:rPr>
          <w:color w:val="010202"/>
          <w:spacing w:val="-26"/>
          <w:lang w:val="ru-RU"/>
        </w:rPr>
        <w:t xml:space="preserve"> </w:t>
      </w:r>
      <w:r w:rsidRPr="0025712A">
        <w:rPr>
          <w:color w:val="010202"/>
          <w:lang w:val="ru-RU"/>
        </w:rPr>
        <w:t>віброустановка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МСО</w:t>
      </w:r>
      <w:r w:rsidRPr="0025712A">
        <w:rPr>
          <w:rFonts w:ascii="Times New Roman" w:hAnsi="Times New Roman"/>
          <w:color w:val="010202"/>
          <w:lang w:val="ru-RU"/>
        </w:rPr>
        <w:t>-0,4,</w:t>
      </w:r>
      <w:r w:rsidRPr="0025712A">
        <w:rPr>
          <w:rFonts w:ascii="Times New Roman" w:hAnsi="Times New Roman"/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яка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може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працювати</w:t>
      </w:r>
      <w:r w:rsidRPr="0025712A">
        <w:rPr>
          <w:color w:val="010202"/>
          <w:spacing w:val="-26"/>
          <w:lang w:val="ru-RU"/>
        </w:rPr>
        <w:t xml:space="preserve"> </w:t>
      </w:r>
      <w:r w:rsidRPr="0025712A">
        <w:rPr>
          <w:color w:val="010202"/>
          <w:lang w:val="ru-RU"/>
        </w:rPr>
        <w:t xml:space="preserve">в </w:t>
      </w:r>
      <w:r w:rsidRPr="0025712A">
        <w:rPr>
          <w:color w:val="010202"/>
          <w:w w:val="105"/>
          <w:lang w:val="ru-RU"/>
        </w:rPr>
        <w:t>насадженнях</w:t>
      </w:r>
      <w:r w:rsidRPr="0025712A">
        <w:rPr>
          <w:color w:val="010202"/>
          <w:spacing w:val="-14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і</w:t>
      </w:r>
      <w:r w:rsidRPr="0025712A">
        <w:rPr>
          <w:color w:val="010202"/>
          <w:spacing w:val="-14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плантаціях</w:t>
      </w:r>
      <w:r w:rsidRPr="0025712A">
        <w:rPr>
          <w:color w:val="010202"/>
          <w:spacing w:val="-14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з</w:t>
      </w:r>
      <w:r w:rsidRPr="0025712A">
        <w:rPr>
          <w:color w:val="010202"/>
          <w:spacing w:val="-16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розміщенням</w:t>
      </w:r>
      <w:r w:rsidRPr="0025712A">
        <w:rPr>
          <w:color w:val="010202"/>
          <w:spacing w:val="-14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дерев</w:t>
      </w:r>
      <w:r w:rsidRPr="0025712A">
        <w:rPr>
          <w:color w:val="010202"/>
          <w:spacing w:val="-15"/>
          <w:w w:val="105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w w:val="105"/>
          <w:lang w:val="ru-RU"/>
        </w:rPr>
        <w:t>8</w:t>
      </w:r>
      <w:r w:rsidRPr="0025712A">
        <w:rPr>
          <w:color w:val="010202"/>
          <w:w w:val="105"/>
          <w:lang w:val="ru-RU"/>
        </w:rPr>
        <w:t>х</w:t>
      </w:r>
      <w:r w:rsidRPr="0025712A">
        <w:rPr>
          <w:rFonts w:ascii="Times New Roman" w:hAnsi="Times New Roman"/>
          <w:color w:val="010202"/>
          <w:w w:val="105"/>
          <w:lang w:val="ru-RU"/>
        </w:rPr>
        <w:t>8</w:t>
      </w:r>
      <w:r w:rsidRPr="0025712A">
        <w:rPr>
          <w:color w:val="010202"/>
          <w:w w:val="105"/>
          <w:lang w:val="ru-RU"/>
        </w:rPr>
        <w:t>м</w:t>
      </w:r>
      <w:r w:rsidRPr="0025712A">
        <w:rPr>
          <w:rFonts w:ascii="Times New Roman" w:hAnsi="Times New Roman"/>
          <w:color w:val="010202"/>
          <w:w w:val="105"/>
          <w:lang w:val="ru-RU"/>
        </w:rPr>
        <w:t>.</w:t>
      </w:r>
    </w:p>
    <w:p w:rsidR="0052441B" w:rsidRPr="0025712A" w:rsidRDefault="0052441B" w:rsidP="0025712A">
      <w:pPr>
        <w:pStyle w:val="BodyText"/>
        <w:spacing w:line="247" w:lineRule="auto"/>
        <w:ind w:right="38" w:firstLine="568"/>
        <w:jc w:val="both"/>
        <w:rPr>
          <w:rFonts w:ascii="Times New Roman" w:hAnsi="Times New Roman"/>
          <w:lang w:val="ru-RU"/>
        </w:rPr>
      </w:pPr>
      <w:r w:rsidRPr="0025712A">
        <w:rPr>
          <w:color w:val="010202"/>
          <w:w w:val="105"/>
          <w:lang w:val="ru-RU"/>
        </w:rPr>
        <w:t>Важливою</w:t>
      </w:r>
      <w:r w:rsidRPr="0025712A">
        <w:rPr>
          <w:color w:val="010202"/>
          <w:spacing w:val="-21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операцією</w:t>
      </w:r>
      <w:r w:rsidRPr="0025712A">
        <w:rPr>
          <w:color w:val="010202"/>
          <w:spacing w:val="-2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є</w:t>
      </w:r>
      <w:r w:rsidRPr="0025712A">
        <w:rPr>
          <w:color w:val="010202"/>
          <w:spacing w:val="-2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видобування</w:t>
      </w:r>
      <w:r w:rsidRPr="0025712A">
        <w:rPr>
          <w:color w:val="010202"/>
          <w:spacing w:val="-2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насіння</w:t>
      </w:r>
      <w:r w:rsidRPr="0025712A">
        <w:rPr>
          <w:color w:val="010202"/>
          <w:spacing w:val="-21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з</w:t>
      </w:r>
      <w:r w:rsidRPr="0025712A">
        <w:rPr>
          <w:color w:val="010202"/>
          <w:spacing w:val="-2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шишок</w:t>
      </w:r>
      <w:r w:rsidRPr="0025712A">
        <w:rPr>
          <w:rFonts w:ascii="Times New Roman" w:hAnsi="Times New Roman"/>
          <w:color w:val="010202"/>
          <w:w w:val="105"/>
          <w:lang w:val="ru-RU"/>
        </w:rPr>
        <w:t>.</w:t>
      </w:r>
      <w:r w:rsidRPr="0025712A">
        <w:rPr>
          <w:rFonts w:ascii="Times New Roman" w:hAnsi="Times New Roman"/>
          <w:color w:val="010202"/>
          <w:spacing w:val="-15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Сушіння</w:t>
      </w:r>
      <w:r w:rsidRPr="0025712A">
        <w:rPr>
          <w:color w:val="010202"/>
          <w:spacing w:val="-2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 xml:space="preserve">шишок </w:t>
      </w:r>
      <w:r w:rsidRPr="0025712A">
        <w:rPr>
          <w:color w:val="010202"/>
          <w:lang w:val="ru-RU"/>
        </w:rPr>
        <w:t>здійснюється стаціонарними і пересувними шишкосушарками різних конструк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цій</w:t>
      </w:r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rFonts w:ascii="Times New Roman" w:hAnsi="Times New Roman"/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В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даний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час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перспективною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є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пересувна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шишкосушарка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ШП</w:t>
      </w:r>
      <w:r w:rsidRPr="0025712A">
        <w:rPr>
          <w:rFonts w:ascii="Times New Roman" w:hAnsi="Times New Roman"/>
          <w:color w:val="010202"/>
          <w:lang w:val="ru-RU"/>
        </w:rPr>
        <w:t>-0,6</w:t>
      </w:r>
      <w:r w:rsidRPr="0025712A">
        <w:rPr>
          <w:rFonts w:ascii="Times New Roman" w:hAnsi="Times New Roman"/>
          <w:color w:val="010202"/>
          <w:spacing w:val="-9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lang w:val="ru-RU"/>
        </w:rPr>
        <w:t>–</w:t>
      </w:r>
      <w:r w:rsidRPr="0025712A">
        <w:rPr>
          <w:rFonts w:ascii="Times New Roman" w:hAnsi="Times New Roman"/>
          <w:color w:val="010202"/>
          <w:spacing w:val="-9"/>
          <w:lang w:val="ru-RU"/>
        </w:rPr>
        <w:t xml:space="preserve"> </w:t>
      </w:r>
      <w:r w:rsidRPr="0025712A">
        <w:rPr>
          <w:color w:val="010202"/>
          <w:lang w:val="ru-RU"/>
        </w:rPr>
        <w:t>для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сушін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ня</w:t>
      </w:r>
      <w:r w:rsidRPr="0025712A">
        <w:rPr>
          <w:color w:val="010202"/>
          <w:spacing w:val="-4"/>
          <w:lang w:val="ru-RU"/>
        </w:rPr>
        <w:t xml:space="preserve"> </w:t>
      </w:r>
      <w:r w:rsidRPr="0025712A">
        <w:rPr>
          <w:color w:val="010202"/>
          <w:lang w:val="ru-RU"/>
        </w:rPr>
        <w:t>шишок</w:t>
      </w:r>
      <w:r w:rsidRPr="0025712A">
        <w:rPr>
          <w:color w:val="010202"/>
          <w:spacing w:val="-4"/>
          <w:lang w:val="ru-RU"/>
        </w:rPr>
        <w:t xml:space="preserve"> </w:t>
      </w:r>
      <w:r w:rsidRPr="0025712A">
        <w:rPr>
          <w:color w:val="010202"/>
          <w:lang w:val="ru-RU"/>
        </w:rPr>
        <w:t>сосни</w:t>
      </w:r>
      <w:r w:rsidRPr="0025712A">
        <w:rPr>
          <w:color w:val="010202"/>
          <w:spacing w:val="-3"/>
          <w:lang w:val="ru-RU"/>
        </w:rPr>
        <w:t xml:space="preserve"> </w:t>
      </w:r>
      <w:r w:rsidRPr="0025712A">
        <w:rPr>
          <w:color w:val="010202"/>
          <w:lang w:val="ru-RU"/>
        </w:rPr>
        <w:t>звичайної</w:t>
      </w:r>
      <w:r w:rsidRPr="0025712A">
        <w:rPr>
          <w:rFonts w:ascii="Times New Roman" w:hAnsi="Times New Roman"/>
          <w:color w:val="010202"/>
          <w:lang w:val="ru-RU"/>
        </w:rPr>
        <w:t xml:space="preserve">, </w:t>
      </w:r>
      <w:r w:rsidRPr="0025712A">
        <w:rPr>
          <w:color w:val="010202"/>
          <w:lang w:val="ru-RU"/>
        </w:rPr>
        <w:t>ялини</w:t>
      </w:r>
      <w:r w:rsidRPr="0025712A">
        <w:rPr>
          <w:color w:val="010202"/>
          <w:spacing w:val="-4"/>
          <w:lang w:val="ru-RU"/>
        </w:rPr>
        <w:t xml:space="preserve"> </w:t>
      </w:r>
      <w:r w:rsidRPr="0025712A">
        <w:rPr>
          <w:color w:val="010202"/>
          <w:lang w:val="ru-RU"/>
        </w:rPr>
        <w:t>звичайної</w:t>
      </w:r>
      <w:r w:rsidRPr="0025712A">
        <w:rPr>
          <w:color w:val="010202"/>
          <w:spacing w:val="-4"/>
          <w:lang w:val="ru-RU"/>
        </w:rPr>
        <w:t xml:space="preserve"> </w:t>
      </w:r>
      <w:r w:rsidRPr="0025712A">
        <w:rPr>
          <w:color w:val="010202"/>
          <w:lang w:val="ru-RU"/>
        </w:rPr>
        <w:t>та</w:t>
      </w:r>
      <w:r w:rsidRPr="0025712A">
        <w:rPr>
          <w:color w:val="010202"/>
          <w:spacing w:val="-5"/>
          <w:lang w:val="ru-RU"/>
        </w:rPr>
        <w:t xml:space="preserve"> </w:t>
      </w:r>
      <w:r w:rsidRPr="0025712A">
        <w:rPr>
          <w:color w:val="010202"/>
          <w:lang w:val="ru-RU"/>
        </w:rPr>
        <w:t>модрини</w:t>
      </w:r>
      <w:r w:rsidRPr="0025712A">
        <w:rPr>
          <w:color w:val="010202"/>
          <w:spacing w:val="-5"/>
          <w:lang w:val="ru-RU"/>
        </w:rPr>
        <w:t xml:space="preserve"> </w:t>
      </w:r>
      <w:r w:rsidRPr="0025712A">
        <w:rPr>
          <w:color w:val="010202"/>
          <w:lang w:val="ru-RU"/>
        </w:rPr>
        <w:t>сибірської</w:t>
      </w:r>
      <w:r w:rsidRPr="0025712A">
        <w:rPr>
          <w:rFonts w:ascii="Times New Roman" w:hAnsi="Times New Roman"/>
          <w:color w:val="010202"/>
          <w:lang w:val="ru-RU"/>
        </w:rPr>
        <w:t xml:space="preserve">, </w:t>
      </w:r>
      <w:r w:rsidRPr="0025712A">
        <w:rPr>
          <w:color w:val="010202"/>
          <w:lang w:val="ru-RU"/>
        </w:rPr>
        <w:t>яка</w:t>
      </w:r>
      <w:r w:rsidRPr="0025712A">
        <w:rPr>
          <w:color w:val="010202"/>
          <w:spacing w:val="-3"/>
          <w:lang w:val="ru-RU"/>
        </w:rPr>
        <w:t xml:space="preserve"> </w:t>
      </w:r>
      <w:r w:rsidRPr="0025712A">
        <w:rPr>
          <w:color w:val="010202"/>
          <w:lang w:val="ru-RU"/>
        </w:rPr>
        <w:t>за</w:t>
      </w:r>
      <w:r w:rsidRPr="0025712A">
        <w:rPr>
          <w:color w:val="010202"/>
          <w:spacing w:val="-5"/>
          <w:lang w:val="ru-RU"/>
        </w:rPr>
        <w:t xml:space="preserve"> </w:t>
      </w:r>
      <w:r w:rsidRPr="0025712A">
        <w:rPr>
          <w:color w:val="010202"/>
          <w:lang w:val="ru-RU"/>
        </w:rPr>
        <w:t xml:space="preserve">добу </w:t>
      </w:r>
      <w:r w:rsidRPr="0025712A">
        <w:rPr>
          <w:color w:val="010202"/>
          <w:w w:val="105"/>
          <w:lang w:val="ru-RU"/>
        </w:rPr>
        <w:t xml:space="preserve">дає </w:t>
      </w:r>
      <w:smartTag w:uri="urn:schemas-microsoft-com:office:smarttags" w:element="metricconverter">
        <w:smartTagPr>
          <w:attr w:name="ProductID" w:val="20 кг"/>
        </w:smartTagPr>
        <w:r w:rsidRPr="0025712A">
          <w:rPr>
            <w:rFonts w:ascii="Times New Roman" w:hAnsi="Times New Roman"/>
            <w:color w:val="010202"/>
            <w:w w:val="105"/>
            <w:lang w:val="ru-RU"/>
          </w:rPr>
          <w:t xml:space="preserve">20 </w:t>
        </w:r>
        <w:r w:rsidRPr="0025712A">
          <w:rPr>
            <w:color w:val="010202"/>
            <w:w w:val="105"/>
            <w:lang w:val="ru-RU"/>
          </w:rPr>
          <w:t>кг</w:t>
        </w:r>
      </w:smartTag>
      <w:r w:rsidRPr="0025712A">
        <w:rPr>
          <w:color w:val="010202"/>
          <w:w w:val="105"/>
          <w:lang w:val="ru-RU"/>
        </w:rPr>
        <w:t xml:space="preserve"> чистого</w:t>
      </w:r>
      <w:r w:rsidRPr="0025712A">
        <w:rPr>
          <w:color w:val="010202"/>
          <w:spacing w:val="-26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насіння</w:t>
      </w:r>
      <w:r w:rsidRPr="0025712A">
        <w:rPr>
          <w:rFonts w:ascii="Times New Roman" w:hAnsi="Times New Roman"/>
          <w:color w:val="010202"/>
          <w:w w:val="105"/>
          <w:lang w:val="ru-RU"/>
        </w:rPr>
        <w:t>.</w:t>
      </w:r>
    </w:p>
    <w:p w:rsidR="0052441B" w:rsidRPr="0025712A" w:rsidRDefault="0052441B" w:rsidP="0025712A">
      <w:pPr>
        <w:pStyle w:val="BodyText"/>
        <w:spacing w:before="3" w:line="247" w:lineRule="auto"/>
        <w:ind w:right="39" w:firstLine="568"/>
        <w:jc w:val="both"/>
        <w:rPr>
          <w:rFonts w:ascii="Times New Roman" w:hAnsi="Times New Roman"/>
          <w:lang w:val="ru-RU"/>
        </w:rPr>
      </w:pPr>
      <w:r w:rsidRPr="0025712A">
        <w:rPr>
          <w:color w:val="010202"/>
          <w:lang w:val="ru-RU"/>
        </w:rPr>
        <w:t>У</w:t>
      </w:r>
      <w:r w:rsidRPr="0025712A">
        <w:rPr>
          <w:color w:val="010202"/>
          <w:spacing w:val="-23"/>
          <w:lang w:val="ru-RU"/>
        </w:rPr>
        <w:t xml:space="preserve"> </w:t>
      </w:r>
      <w:r w:rsidRPr="0025712A">
        <w:rPr>
          <w:color w:val="010202"/>
          <w:lang w:val="ru-RU"/>
        </w:rPr>
        <w:t>розсадниках</w:t>
      </w:r>
      <w:r w:rsidRPr="0025712A">
        <w:rPr>
          <w:color w:val="010202"/>
          <w:spacing w:val="-23"/>
          <w:lang w:val="ru-RU"/>
        </w:rPr>
        <w:t xml:space="preserve"> </w:t>
      </w:r>
      <w:r w:rsidRPr="0025712A">
        <w:rPr>
          <w:color w:val="010202"/>
          <w:lang w:val="ru-RU"/>
        </w:rPr>
        <w:t>Західних</w:t>
      </w:r>
      <w:r w:rsidRPr="0025712A">
        <w:rPr>
          <w:color w:val="010202"/>
          <w:spacing w:val="-24"/>
          <w:lang w:val="ru-RU"/>
        </w:rPr>
        <w:t xml:space="preserve"> </w:t>
      </w:r>
      <w:r w:rsidRPr="0025712A">
        <w:rPr>
          <w:color w:val="010202"/>
          <w:lang w:val="ru-RU"/>
        </w:rPr>
        <w:t>областей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України</w:t>
      </w:r>
      <w:r w:rsidRPr="0025712A">
        <w:rPr>
          <w:color w:val="010202"/>
          <w:spacing w:val="-23"/>
          <w:lang w:val="ru-RU"/>
        </w:rPr>
        <w:t xml:space="preserve"> </w:t>
      </w:r>
      <w:r w:rsidRPr="0025712A">
        <w:rPr>
          <w:color w:val="010202"/>
          <w:lang w:val="ru-RU"/>
        </w:rPr>
        <w:t>рекомендується</w:t>
      </w:r>
      <w:r w:rsidRPr="0025712A">
        <w:rPr>
          <w:color w:val="010202"/>
          <w:spacing w:val="-23"/>
          <w:lang w:val="ru-RU"/>
        </w:rPr>
        <w:t xml:space="preserve"> </w:t>
      </w:r>
      <w:r w:rsidRPr="0025712A">
        <w:rPr>
          <w:color w:val="010202"/>
          <w:lang w:val="ru-RU"/>
        </w:rPr>
        <w:t>застосовувати фрезу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ФПШ</w:t>
      </w:r>
      <w:r w:rsidRPr="0025712A">
        <w:rPr>
          <w:rFonts w:ascii="Times New Roman" w:hAnsi="Times New Roman"/>
          <w:color w:val="010202"/>
          <w:lang w:val="ru-RU"/>
        </w:rPr>
        <w:t>-1,3,</w:t>
      </w:r>
      <w:r w:rsidRPr="0025712A">
        <w:rPr>
          <w:rFonts w:ascii="Times New Roman" w:hAnsi="Times New Roman"/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яка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призначена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для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обробітку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ґрунту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перед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сівбою</w:t>
      </w:r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rFonts w:ascii="Times New Roman" w:hAnsi="Times New Roman"/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Крім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цього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її можна</w:t>
      </w:r>
      <w:r w:rsidRPr="0025712A">
        <w:rPr>
          <w:color w:val="010202"/>
          <w:spacing w:val="-17"/>
          <w:lang w:val="ru-RU"/>
        </w:rPr>
        <w:t xml:space="preserve"> </w:t>
      </w:r>
      <w:r w:rsidRPr="0025712A">
        <w:rPr>
          <w:color w:val="010202"/>
          <w:lang w:val="ru-RU"/>
        </w:rPr>
        <w:t>використовувати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як</w:t>
      </w:r>
      <w:r w:rsidRPr="0025712A">
        <w:rPr>
          <w:color w:val="010202"/>
          <w:spacing w:val="-17"/>
          <w:lang w:val="ru-RU"/>
        </w:rPr>
        <w:t xml:space="preserve"> </w:t>
      </w:r>
      <w:r w:rsidRPr="0025712A">
        <w:rPr>
          <w:color w:val="010202"/>
          <w:lang w:val="ru-RU"/>
        </w:rPr>
        <w:t>культиватор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при</w:t>
      </w:r>
      <w:r w:rsidRPr="0025712A">
        <w:rPr>
          <w:color w:val="010202"/>
          <w:spacing w:val="-17"/>
          <w:lang w:val="ru-RU"/>
        </w:rPr>
        <w:t xml:space="preserve"> </w:t>
      </w:r>
      <w:r w:rsidRPr="0025712A">
        <w:rPr>
          <w:color w:val="010202"/>
          <w:lang w:val="ru-RU"/>
        </w:rPr>
        <w:t>міжрядному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обробітку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посівів</w:t>
      </w:r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rFonts w:ascii="Times New Roman" w:hAnsi="Times New Roman"/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 xml:space="preserve">Сівба </w:t>
      </w:r>
      <w:r w:rsidRPr="0025712A">
        <w:rPr>
          <w:color w:val="010202"/>
          <w:w w:val="95"/>
          <w:lang w:val="ru-RU"/>
        </w:rPr>
        <w:t>лісового насіння у розсадниках здійснюється спеціальними сівалками</w:t>
      </w:r>
      <w:r w:rsidRPr="0025712A">
        <w:rPr>
          <w:rFonts w:ascii="Times New Roman" w:hAnsi="Times New Roman"/>
          <w:color w:val="010202"/>
          <w:w w:val="95"/>
          <w:lang w:val="ru-RU"/>
        </w:rPr>
        <w:t xml:space="preserve">. </w:t>
      </w:r>
      <w:r w:rsidRPr="0025712A">
        <w:rPr>
          <w:color w:val="010202"/>
          <w:w w:val="95"/>
          <w:lang w:val="ru-RU"/>
        </w:rPr>
        <w:t>Представ</w:t>
      </w:r>
      <w:r w:rsidRPr="0025712A">
        <w:rPr>
          <w:rFonts w:ascii="Times New Roman" w:hAnsi="Times New Roman"/>
          <w:color w:val="010202"/>
          <w:w w:val="95"/>
          <w:lang w:val="ru-RU"/>
        </w:rPr>
        <w:t xml:space="preserve">- </w:t>
      </w:r>
      <w:r w:rsidRPr="0025712A">
        <w:rPr>
          <w:color w:val="010202"/>
          <w:lang w:val="ru-RU"/>
        </w:rPr>
        <w:t>ляє увагу і перспективу застосування сівалки лісогосподарської універсальної СЛУ</w:t>
      </w:r>
      <w:r w:rsidRPr="0025712A">
        <w:rPr>
          <w:rFonts w:ascii="Times New Roman" w:hAnsi="Times New Roman"/>
          <w:color w:val="010202"/>
          <w:lang w:val="ru-RU"/>
        </w:rPr>
        <w:t xml:space="preserve">-5-20 </w:t>
      </w:r>
      <w:r w:rsidRPr="0025712A">
        <w:rPr>
          <w:color w:val="010202"/>
          <w:lang w:val="ru-RU"/>
        </w:rPr>
        <w:t>і сівалки розсадникової широкострічкової Пошарникова СПП</w:t>
      </w:r>
      <w:r w:rsidRPr="0025712A">
        <w:rPr>
          <w:rFonts w:ascii="Times New Roman" w:hAnsi="Times New Roman"/>
          <w:color w:val="010202"/>
          <w:lang w:val="ru-RU"/>
        </w:rPr>
        <w:t>-3</w:t>
      </w:r>
      <w:r w:rsidRPr="0025712A">
        <w:rPr>
          <w:color w:val="010202"/>
          <w:lang w:val="ru-RU"/>
        </w:rPr>
        <w:t>Ш</w:t>
      </w:r>
      <w:r w:rsidRPr="0025712A">
        <w:rPr>
          <w:rFonts w:ascii="Times New Roman" w:hAnsi="Times New Roman"/>
          <w:color w:val="010202"/>
          <w:lang w:val="ru-RU"/>
        </w:rPr>
        <w:t xml:space="preserve">, </w:t>
      </w:r>
      <w:r w:rsidRPr="0025712A">
        <w:rPr>
          <w:color w:val="010202"/>
          <w:lang w:val="ru-RU"/>
        </w:rPr>
        <w:t>яка може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висівати</w:t>
      </w:r>
      <w:r w:rsidRPr="0025712A">
        <w:rPr>
          <w:color w:val="010202"/>
          <w:spacing w:val="-20"/>
          <w:lang w:val="ru-RU"/>
        </w:rPr>
        <w:t xml:space="preserve"> </w:t>
      </w:r>
      <w:r w:rsidRPr="0025712A">
        <w:rPr>
          <w:color w:val="010202"/>
          <w:lang w:val="ru-RU"/>
        </w:rPr>
        <w:t>будь</w:t>
      </w:r>
      <w:r w:rsidRPr="0025712A">
        <w:rPr>
          <w:rFonts w:ascii="Times New Roman" w:hAnsi="Times New Roman"/>
          <w:color w:val="010202"/>
          <w:lang w:val="ru-RU"/>
        </w:rPr>
        <w:t>-</w:t>
      </w:r>
      <w:r w:rsidRPr="0025712A">
        <w:rPr>
          <w:color w:val="010202"/>
          <w:lang w:val="ru-RU"/>
        </w:rPr>
        <w:t>яке</w:t>
      </w:r>
      <w:r w:rsidRPr="0025712A">
        <w:rPr>
          <w:color w:val="010202"/>
          <w:spacing w:val="-18"/>
          <w:lang w:val="ru-RU"/>
        </w:rPr>
        <w:t xml:space="preserve"> </w:t>
      </w:r>
      <w:r w:rsidRPr="0025712A">
        <w:rPr>
          <w:color w:val="010202"/>
          <w:lang w:val="ru-RU"/>
        </w:rPr>
        <w:t>за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розмірами</w:t>
      </w:r>
      <w:r w:rsidRPr="0025712A">
        <w:rPr>
          <w:color w:val="010202"/>
          <w:spacing w:val="-20"/>
          <w:lang w:val="ru-RU"/>
        </w:rPr>
        <w:t xml:space="preserve"> </w:t>
      </w:r>
      <w:r w:rsidRPr="0025712A">
        <w:rPr>
          <w:color w:val="010202"/>
          <w:lang w:val="ru-RU"/>
        </w:rPr>
        <w:t>насіння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у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т</w:t>
      </w:r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color w:val="010202"/>
          <w:lang w:val="ru-RU"/>
        </w:rPr>
        <w:t>ч</w:t>
      </w:r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rFonts w:ascii="Times New Roman" w:hAnsi="Times New Roman"/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і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крупне</w:t>
      </w:r>
      <w:r w:rsidRPr="0025712A">
        <w:rPr>
          <w:color w:val="010202"/>
          <w:spacing w:val="-18"/>
          <w:lang w:val="ru-RU"/>
        </w:rPr>
        <w:t xml:space="preserve"> </w:t>
      </w:r>
      <w:r w:rsidRPr="0025712A">
        <w:rPr>
          <w:color w:val="010202"/>
          <w:lang w:val="ru-RU"/>
        </w:rPr>
        <w:t>насіння</w:t>
      </w:r>
      <w:r w:rsidRPr="0025712A">
        <w:rPr>
          <w:rFonts w:ascii="Times New Roman" w:hAnsi="Times New Roman"/>
          <w:color w:val="010202"/>
          <w:lang w:val="ru-RU"/>
        </w:rPr>
        <w:t>:</w:t>
      </w:r>
      <w:r w:rsidRPr="0025712A">
        <w:rPr>
          <w:rFonts w:ascii="Times New Roman" w:hAnsi="Times New Roman"/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жолуді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каш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w w:val="105"/>
          <w:lang w:val="ru-RU"/>
        </w:rPr>
        <w:t>тани</w:t>
      </w:r>
      <w:r w:rsidRPr="0025712A">
        <w:rPr>
          <w:color w:val="010202"/>
          <w:spacing w:val="-32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і</w:t>
      </w:r>
      <w:r w:rsidRPr="0025712A">
        <w:rPr>
          <w:color w:val="010202"/>
          <w:spacing w:val="-3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т</w:t>
      </w:r>
      <w:r w:rsidRPr="0025712A">
        <w:rPr>
          <w:rFonts w:ascii="Times New Roman" w:hAnsi="Times New Roman"/>
          <w:color w:val="010202"/>
          <w:w w:val="105"/>
          <w:lang w:val="ru-RU"/>
        </w:rPr>
        <w:t>.</w:t>
      </w:r>
      <w:r w:rsidRPr="0025712A">
        <w:rPr>
          <w:color w:val="010202"/>
          <w:w w:val="105"/>
          <w:lang w:val="ru-RU"/>
        </w:rPr>
        <w:t>п</w:t>
      </w:r>
      <w:r w:rsidRPr="0025712A">
        <w:rPr>
          <w:rFonts w:ascii="Times New Roman" w:hAnsi="Times New Roman"/>
          <w:color w:val="010202"/>
          <w:w w:val="105"/>
          <w:lang w:val="ru-RU"/>
        </w:rPr>
        <w:t>.</w:t>
      </w:r>
      <w:r w:rsidRPr="0025712A">
        <w:rPr>
          <w:rFonts w:ascii="Times New Roman" w:hAnsi="Times New Roman"/>
          <w:color w:val="010202"/>
          <w:spacing w:val="-25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В</w:t>
      </w:r>
      <w:r w:rsidRPr="0025712A">
        <w:rPr>
          <w:color w:val="010202"/>
          <w:spacing w:val="-3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даний</w:t>
      </w:r>
      <w:r w:rsidRPr="0025712A">
        <w:rPr>
          <w:color w:val="010202"/>
          <w:spacing w:val="-31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час</w:t>
      </w:r>
      <w:r w:rsidRPr="0025712A">
        <w:rPr>
          <w:color w:val="010202"/>
          <w:spacing w:val="-3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сівалка</w:t>
      </w:r>
      <w:r w:rsidRPr="0025712A">
        <w:rPr>
          <w:color w:val="010202"/>
          <w:spacing w:val="-31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СПП</w:t>
      </w:r>
      <w:r w:rsidRPr="0025712A">
        <w:rPr>
          <w:rFonts w:ascii="Times New Roman" w:hAnsi="Times New Roman"/>
          <w:color w:val="010202"/>
          <w:w w:val="105"/>
          <w:lang w:val="ru-RU"/>
        </w:rPr>
        <w:t>-3</w:t>
      </w:r>
      <w:r w:rsidRPr="0025712A">
        <w:rPr>
          <w:color w:val="010202"/>
          <w:w w:val="105"/>
          <w:lang w:val="ru-RU"/>
        </w:rPr>
        <w:t>Ш</w:t>
      </w:r>
      <w:r w:rsidRPr="0025712A">
        <w:rPr>
          <w:color w:val="010202"/>
          <w:spacing w:val="-3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випускається</w:t>
      </w:r>
      <w:r w:rsidRPr="0025712A">
        <w:rPr>
          <w:color w:val="010202"/>
          <w:spacing w:val="-3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на</w:t>
      </w:r>
      <w:r w:rsidRPr="0025712A">
        <w:rPr>
          <w:color w:val="010202"/>
          <w:spacing w:val="-31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Україні</w:t>
      </w:r>
      <w:r w:rsidRPr="0025712A">
        <w:rPr>
          <w:color w:val="010202"/>
          <w:spacing w:val="-3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Лубенським</w:t>
      </w:r>
      <w:r w:rsidRPr="0025712A">
        <w:rPr>
          <w:color w:val="010202"/>
          <w:spacing w:val="-32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за</w:t>
      </w:r>
      <w:r w:rsidRPr="0025712A">
        <w:rPr>
          <w:rFonts w:ascii="Times New Roman" w:hAnsi="Times New Roman"/>
          <w:color w:val="010202"/>
          <w:w w:val="105"/>
          <w:lang w:val="ru-RU"/>
        </w:rPr>
        <w:t xml:space="preserve">- </w:t>
      </w:r>
      <w:r w:rsidRPr="0025712A">
        <w:rPr>
          <w:color w:val="010202"/>
          <w:lang w:val="ru-RU"/>
        </w:rPr>
        <w:t>водом</w:t>
      </w:r>
      <w:r w:rsidRPr="0025712A">
        <w:rPr>
          <w:color w:val="010202"/>
          <w:spacing w:val="-29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lang w:val="ru-RU"/>
        </w:rPr>
        <w:t>"</w:t>
      </w:r>
      <w:r w:rsidRPr="0025712A">
        <w:rPr>
          <w:color w:val="010202"/>
          <w:lang w:val="ru-RU"/>
        </w:rPr>
        <w:t>Спецлісмаш</w:t>
      </w:r>
      <w:r w:rsidRPr="0025712A">
        <w:rPr>
          <w:rFonts w:ascii="Times New Roman" w:hAnsi="Times New Roman"/>
          <w:color w:val="010202"/>
          <w:lang w:val="ru-RU"/>
        </w:rPr>
        <w:t>".</w:t>
      </w:r>
      <w:r w:rsidRPr="0025712A">
        <w:rPr>
          <w:rFonts w:ascii="Times New Roman" w:hAnsi="Times New Roman"/>
          <w:color w:val="010202"/>
          <w:spacing w:val="-24"/>
          <w:lang w:val="ru-RU"/>
        </w:rPr>
        <w:t xml:space="preserve"> </w:t>
      </w:r>
      <w:r w:rsidRPr="0025712A">
        <w:rPr>
          <w:color w:val="010202"/>
          <w:lang w:val="ru-RU"/>
        </w:rPr>
        <w:t>Для</w:t>
      </w:r>
      <w:r w:rsidRPr="0025712A">
        <w:rPr>
          <w:color w:val="010202"/>
          <w:spacing w:val="-29"/>
          <w:lang w:val="ru-RU"/>
        </w:rPr>
        <w:t xml:space="preserve"> </w:t>
      </w:r>
      <w:r w:rsidRPr="0025712A">
        <w:rPr>
          <w:color w:val="010202"/>
          <w:lang w:val="ru-RU"/>
        </w:rPr>
        <w:t>загортання</w:t>
      </w:r>
      <w:r w:rsidRPr="0025712A">
        <w:rPr>
          <w:color w:val="010202"/>
          <w:spacing w:val="-29"/>
          <w:lang w:val="ru-RU"/>
        </w:rPr>
        <w:t xml:space="preserve"> </w:t>
      </w:r>
      <w:r w:rsidRPr="0025712A">
        <w:rPr>
          <w:color w:val="010202"/>
          <w:lang w:val="ru-RU"/>
        </w:rPr>
        <w:t>насіння</w:t>
      </w:r>
      <w:r w:rsidRPr="0025712A">
        <w:rPr>
          <w:color w:val="010202"/>
          <w:spacing w:val="-29"/>
          <w:lang w:val="ru-RU"/>
        </w:rPr>
        <w:t xml:space="preserve"> </w:t>
      </w:r>
      <w:r w:rsidRPr="0025712A">
        <w:rPr>
          <w:color w:val="010202"/>
          <w:lang w:val="ru-RU"/>
        </w:rPr>
        <w:t>спеціальним</w:t>
      </w:r>
      <w:r w:rsidRPr="0025712A">
        <w:rPr>
          <w:color w:val="010202"/>
          <w:spacing w:val="-29"/>
          <w:lang w:val="ru-RU"/>
        </w:rPr>
        <w:t xml:space="preserve"> </w:t>
      </w:r>
      <w:r w:rsidRPr="0025712A">
        <w:rPr>
          <w:color w:val="010202"/>
          <w:lang w:val="ru-RU"/>
        </w:rPr>
        <w:t>субстратом</w:t>
      </w:r>
      <w:r w:rsidRPr="0025712A">
        <w:rPr>
          <w:color w:val="010202"/>
          <w:spacing w:val="-29"/>
          <w:lang w:val="ru-RU"/>
        </w:rPr>
        <w:t xml:space="preserve"> </w:t>
      </w:r>
      <w:r w:rsidRPr="0025712A">
        <w:rPr>
          <w:color w:val="010202"/>
          <w:lang w:val="ru-RU"/>
        </w:rPr>
        <w:t>можна</w:t>
      </w:r>
      <w:r w:rsidRPr="0025712A">
        <w:rPr>
          <w:color w:val="010202"/>
          <w:spacing w:val="-29"/>
          <w:lang w:val="ru-RU"/>
        </w:rPr>
        <w:t xml:space="preserve"> </w:t>
      </w:r>
      <w:r w:rsidRPr="0025712A">
        <w:rPr>
          <w:color w:val="010202"/>
          <w:lang w:val="ru-RU"/>
        </w:rPr>
        <w:t>ви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користовувати</w:t>
      </w:r>
      <w:r w:rsidRPr="0025712A">
        <w:rPr>
          <w:color w:val="010202"/>
          <w:spacing w:val="-18"/>
          <w:lang w:val="ru-RU"/>
        </w:rPr>
        <w:t xml:space="preserve"> </w:t>
      </w:r>
      <w:r w:rsidRPr="0025712A">
        <w:rPr>
          <w:color w:val="010202"/>
          <w:lang w:val="ru-RU"/>
        </w:rPr>
        <w:t>мольчувач</w:t>
      </w:r>
      <w:r w:rsidRPr="0025712A">
        <w:rPr>
          <w:color w:val="010202"/>
          <w:spacing w:val="15"/>
          <w:lang w:val="ru-RU"/>
        </w:rPr>
        <w:t xml:space="preserve"> </w:t>
      </w:r>
      <w:r w:rsidRPr="0025712A">
        <w:rPr>
          <w:color w:val="010202"/>
          <w:lang w:val="ru-RU"/>
        </w:rPr>
        <w:t>сітчастий</w:t>
      </w:r>
      <w:r w:rsidRPr="0025712A">
        <w:rPr>
          <w:color w:val="010202"/>
          <w:spacing w:val="-18"/>
          <w:lang w:val="ru-RU"/>
        </w:rPr>
        <w:t xml:space="preserve"> </w:t>
      </w:r>
      <w:r w:rsidRPr="0025712A">
        <w:rPr>
          <w:color w:val="010202"/>
          <w:lang w:val="ru-RU"/>
        </w:rPr>
        <w:t>навісний</w:t>
      </w:r>
      <w:r w:rsidRPr="0025712A">
        <w:rPr>
          <w:color w:val="010202"/>
          <w:spacing w:val="-18"/>
          <w:lang w:val="ru-RU"/>
        </w:rPr>
        <w:t xml:space="preserve"> </w:t>
      </w:r>
      <w:r w:rsidRPr="0025712A">
        <w:rPr>
          <w:color w:val="010202"/>
          <w:lang w:val="ru-RU"/>
        </w:rPr>
        <w:t>МСН</w:t>
      </w:r>
      <w:r w:rsidRPr="0025712A">
        <w:rPr>
          <w:rFonts w:ascii="Times New Roman" w:hAnsi="Times New Roman"/>
          <w:color w:val="010202"/>
          <w:lang w:val="ru-RU"/>
        </w:rPr>
        <w:t>-1,</w:t>
      </w:r>
      <w:r w:rsidRPr="0025712A">
        <w:rPr>
          <w:rFonts w:ascii="Times New Roman" w:hAnsi="Times New Roman"/>
          <w:color w:val="010202"/>
          <w:spacing w:val="-13"/>
          <w:lang w:val="ru-RU"/>
        </w:rPr>
        <w:t xml:space="preserve"> </w:t>
      </w:r>
      <w:r w:rsidRPr="0025712A">
        <w:rPr>
          <w:color w:val="010202"/>
          <w:lang w:val="ru-RU"/>
        </w:rPr>
        <w:t>який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має</w:t>
      </w:r>
      <w:r w:rsidRPr="0025712A">
        <w:rPr>
          <w:color w:val="010202"/>
          <w:spacing w:val="-18"/>
          <w:lang w:val="ru-RU"/>
        </w:rPr>
        <w:t xml:space="preserve"> </w:t>
      </w:r>
      <w:r w:rsidRPr="0025712A">
        <w:rPr>
          <w:color w:val="010202"/>
          <w:lang w:val="ru-RU"/>
        </w:rPr>
        <w:t>ширину</w:t>
      </w:r>
      <w:r w:rsidRPr="0025712A">
        <w:rPr>
          <w:color w:val="010202"/>
          <w:spacing w:val="-18"/>
          <w:lang w:val="ru-RU"/>
        </w:rPr>
        <w:t xml:space="preserve"> </w:t>
      </w:r>
      <w:r w:rsidRPr="0025712A">
        <w:rPr>
          <w:color w:val="010202"/>
          <w:lang w:val="ru-RU"/>
        </w:rPr>
        <w:t>захвату</w:t>
      </w:r>
      <w:r w:rsidRPr="0025712A">
        <w:rPr>
          <w:color w:val="010202"/>
          <w:spacing w:val="-18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lang w:val="ru-RU"/>
        </w:rPr>
        <w:t xml:space="preserve">1 </w:t>
      </w:r>
      <w:r w:rsidRPr="0025712A">
        <w:rPr>
          <w:color w:val="010202"/>
          <w:w w:val="105"/>
          <w:lang w:val="ru-RU"/>
        </w:rPr>
        <w:t>м</w:t>
      </w:r>
      <w:r w:rsidRPr="0025712A">
        <w:rPr>
          <w:rFonts w:ascii="Times New Roman" w:hAnsi="Times New Roman"/>
          <w:color w:val="010202"/>
          <w:w w:val="105"/>
          <w:lang w:val="ru-RU"/>
        </w:rPr>
        <w:t xml:space="preserve">, </w:t>
      </w:r>
      <w:r w:rsidRPr="0025712A">
        <w:rPr>
          <w:color w:val="010202"/>
          <w:w w:val="105"/>
          <w:lang w:val="ru-RU"/>
        </w:rPr>
        <w:t xml:space="preserve">а місткість барабана </w:t>
      </w:r>
      <w:r w:rsidRPr="0025712A">
        <w:rPr>
          <w:rFonts w:ascii="Times New Roman" w:hAnsi="Times New Roman"/>
          <w:color w:val="010202"/>
          <w:w w:val="105"/>
          <w:lang w:val="ru-RU"/>
        </w:rPr>
        <w:t>–</w:t>
      </w:r>
      <w:r w:rsidRPr="0025712A">
        <w:rPr>
          <w:rFonts w:ascii="Times New Roman" w:hAnsi="Times New Roman"/>
          <w:color w:val="010202"/>
          <w:spacing w:val="10"/>
          <w:w w:val="105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w w:val="105"/>
          <w:lang w:val="ru-RU"/>
        </w:rPr>
        <w:t>1</w:t>
      </w:r>
      <w:r w:rsidRPr="0025712A">
        <w:rPr>
          <w:color w:val="010202"/>
          <w:w w:val="105"/>
          <w:lang w:val="ru-RU"/>
        </w:rPr>
        <w:t>м</w:t>
      </w:r>
      <w:r w:rsidRPr="0025712A">
        <w:rPr>
          <w:rFonts w:ascii="Times New Roman" w:hAnsi="Times New Roman"/>
          <w:color w:val="010202"/>
          <w:w w:val="105"/>
          <w:vertAlign w:val="superscript"/>
          <w:lang w:val="ru-RU"/>
        </w:rPr>
        <w:t>3</w:t>
      </w:r>
      <w:r w:rsidRPr="0025712A">
        <w:rPr>
          <w:rFonts w:ascii="Times New Roman" w:hAnsi="Times New Roman"/>
          <w:color w:val="010202"/>
          <w:w w:val="105"/>
          <w:lang w:val="ru-RU"/>
        </w:rPr>
        <w:t>.</w:t>
      </w:r>
    </w:p>
    <w:p w:rsidR="0052441B" w:rsidRPr="0025712A" w:rsidRDefault="0052441B" w:rsidP="0025712A">
      <w:pPr>
        <w:pStyle w:val="BodyText"/>
        <w:spacing w:before="5" w:line="223" w:lineRule="auto"/>
        <w:ind w:right="38" w:firstLine="568"/>
        <w:jc w:val="both"/>
        <w:rPr>
          <w:rFonts w:ascii="Times New Roman" w:hAnsi="Times New Roman"/>
          <w:lang w:val="ru-RU"/>
        </w:rPr>
      </w:pPr>
      <w:r w:rsidRPr="0025712A">
        <w:rPr>
          <w:color w:val="010202"/>
          <w:lang w:val="ru-RU"/>
        </w:rPr>
        <w:t>Основний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обсяг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лісогосподарських</w:t>
      </w:r>
      <w:r w:rsidRPr="0025712A">
        <w:rPr>
          <w:color w:val="010202"/>
          <w:spacing w:val="19"/>
          <w:lang w:val="ru-RU"/>
        </w:rPr>
        <w:t xml:space="preserve"> </w:t>
      </w:r>
      <w:r w:rsidRPr="0025712A">
        <w:rPr>
          <w:color w:val="010202"/>
          <w:lang w:val="ru-RU"/>
        </w:rPr>
        <w:t>робіт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проводиться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в</w:t>
      </w:r>
      <w:r w:rsidRPr="0025712A">
        <w:rPr>
          <w:color w:val="010202"/>
          <w:spacing w:val="-17"/>
          <w:lang w:val="ru-RU"/>
        </w:rPr>
        <w:t xml:space="preserve"> </w:t>
      </w:r>
      <w:r w:rsidRPr="0025712A">
        <w:rPr>
          <w:color w:val="010202"/>
          <w:lang w:val="ru-RU"/>
        </w:rPr>
        <w:t>рівнинних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і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гірсь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ких</w:t>
      </w:r>
      <w:r w:rsidRPr="0025712A">
        <w:rPr>
          <w:color w:val="010202"/>
          <w:spacing w:val="-17"/>
          <w:lang w:val="ru-RU"/>
        </w:rPr>
        <w:t xml:space="preserve"> </w:t>
      </w:r>
      <w:r w:rsidRPr="0025712A">
        <w:rPr>
          <w:color w:val="010202"/>
          <w:lang w:val="ru-RU"/>
        </w:rPr>
        <w:t>умовах</w:t>
      </w:r>
      <w:r w:rsidRPr="0025712A">
        <w:rPr>
          <w:color w:val="010202"/>
          <w:spacing w:val="-18"/>
          <w:lang w:val="ru-RU"/>
        </w:rPr>
        <w:t xml:space="preserve"> </w:t>
      </w:r>
      <w:r w:rsidRPr="0025712A">
        <w:rPr>
          <w:color w:val="010202"/>
          <w:lang w:val="ru-RU"/>
        </w:rPr>
        <w:t>у</w:t>
      </w:r>
      <w:r w:rsidRPr="0025712A">
        <w:rPr>
          <w:color w:val="010202"/>
          <w:spacing w:val="-17"/>
          <w:lang w:val="ru-RU"/>
        </w:rPr>
        <w:t xml:space="preserve"> </w:t>
      </w:r>
      <w:r w:rsidRPr="0025712A">
        <w:rPr>
          <w:color w:val="010202"/>
          <w:lang w:val="ru-RU"/>
        </w:rPr>
        <w:t>лісах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лісової</w:t>
      </w:r>
      <w:r w:rsidRPr="0025712A">
        <w:rPr>
          <w:color w:val="010202"/>
          <w:spacing w:val="-17"/>
          <w:lang w:val="ru-RU"/>
        </w:rPr>
        <w:t xml:space="preserve"> </w:t>
      </w:r>
      <w:r w:rsidRPr="0025712A">
        <w:rPr>
          <w:color w:val="010202"/>
          <w:lang w:val="ru-RU"/>
        </w:rPr>
        <w:t>і</w:t>
      </w:r>
      <w:r w:rsidRPr="0025712A">
        <w:rPr>
          <w:color w:val="010202"/>
          <w:spacing w:val="-18"/>
          <w:lang w:val="ru-RU"/>
        </w:rPr>
        <w:t xml:space="preserve"> </w:t>
      </w:r>
      <w:r w:rsidRPr="0025712A">
        <w:rPr>
          <w:color w:val="010202"/>
          <w:lang w:val="ru-RU"/>
        </w:rPr>
        <w:t>лісостепової</w:t>
      </w:r>
      <w:r w:rsidRPr="0025712A">
        <w:rPr>
          <w:color w:val="010202"/>
          <w:spacing w:val="-17"/>
          <w:lang w:val="ru-RU"/>
        </w:rPr>
        <w:t xml:space="preserve"> </w:t>
      </w:r>
      <w:r w:rsidRPr="0025712A">
        <w:rPr>
          <w:color w:val="010202"/>
          <w:lang w:val="ru-RU"/>
        </w:rPr>
        <w:t>зонах</w:t>
      </w:r>
      <w:r w:rsidRPr="0025712A">
        <w:rPr>
          <w:color w:val="010202"/>
          <w:spacing w:val="-18"/>
          <w:lang w:val="ru-RU"/>
        </w:rPr>
        <w:t xml:space="preserve"> </w:t>
      </w:r>
      <w:r w:rsidRPr="0025712A">
        <w:rPr>
          <w:color w:val="010202"/>
          <w:lang w:val="ru-RU"/>
        </w:rPr>
        <w:t>на</w:t>
      </w:r>
      <w:r w:rsidRPr="0025712A">
        <w:rPr>
          <w:color w:val="010202"/>
          <w:spacing w:val="-17"/>
          <w:lang w:val="ru-RU"/>
        </w:rPr>
        <w:t xml:space="preserve"> </w:t>
      </w:r>
      <w:r w:rsidRPr="0025712A">
        <w:rPr>
          <w:color w:val="010202"/>
          <w:lang w:val="ru-RU"/>
        </w:rPr>
        <w:t>свіжих</w:t>
      </w:r>
      <w:r w:rsidRPr="0025712A">
        <w:rPr>
          <w:color w:val="010202"/>
          <w:spacing w:val="-18"/>
          <w:lang w:val="ru-RU"/>
        </w:rPr>
        <w:t xml:space="preserve"> </w:t>
      </w:r>
      <w:r w:rsidRPr="0025712A">
        <w:rPr>
          <w:color w:val="010202"/>
          <w:lang w:val="ru-RU"/>
        </w:rPr>
        <w:t>не</w:t>
      </w:r>
      <w:r w:rsidRPr="0025712A">
        <w:rPr>
          <w:color w:val="010202"/>
          <w:spacing w:val="-17"/>
          <w:lang w:val="ru-RU"/>
        </w:rPr>
        <w:t xml:space="preserve"> </w:t>
      </w:r>
      <w:r w:rsidRPr="0025712A">
        <w:rPr>
          <w:color w:val="010202"/>
          <w:lang w:val="ru-RU"/>
        </w:rPr>
        <w:t>поновлених</w:t>
      </w:r>
      <w:r w:rsidRPr="0025712A">
        <w:rPr>
          <w:color w:val="010202"/>
          <w:spacing w:val="-17"/>
          <w:lang w:val="ru-RU"/>
        </w:rPr>
        <w:t xml:space="preserve"> </w:t>
      </w:r>
      <w:r w:rsidRPr="0025712A">
        <w:rPr>
          <w:color w:val="010202"/>
          <w:lang w:val="ru-RU"/>
        </w:rPr>
        <w:t>вирубках з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великою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кількістю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пнів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або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на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старих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вирубках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які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зарослі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м</w:t>
      </w:r>
      <w:r w:rsidRPr="0025712A">
        <w:rPr>
          <w:rFonts w:ascii="Times New Roman" w:hAnsi="Times New Roman"/>
          <w:color w:val="010202"/>
          <w:lang w:val="ru-RU"/>
        </w:rPr>
        <w:t>'</w:t>
      </w:r>
      <w:r w:rsidRPr="0025712A">
        <w:rPr>
          <w:color w:val="010202"/>
          <w:lang w:val="ru-RU"/>
        </w:rPr>
        <w:t>яколистяними</w:t>
      </w:r>
      <w:r w:rsidRPr="0025712A">
        <w:rPr>
          <w:color w:val="010202"/>
          <w:spacing w:val="-12"/>
          <w:lang w:val="ru-RU"/>
        </w:rPr>
        <w:t xml:space="preserve"> </w:t>
      </w:r>
      <w:r w:rsidRPr="0025712A">
        <w:rPr>
          <w:color w:val="010202"/>
          <w:lang w:val="ru-RU"/>
        </w:rPr>
        <w:t>по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родами</w:t>
      </w:r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rFonts w:ascii="Times New Roman" w:hAnsi="Times New Roman"/>
          <w:color w:val="010202"/>
          <w:spacing w:val="-12"/>
          <w:lang w:val="ru-RU"/>
        </w:rPr>
        <w:t xml:space="preserve"> </w:t>
      </w:r>
      <w:r w:rsidRPr="0025712A">
        <w:rPr>
          <w:color w:val="010202"/>
          <w:lang w:val="ru-RU"/>
        </w:rPr>
        <w:t>Досить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трудомісткою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операцією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в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даних</w:t>
      </w:r>
      <w:r w:rsidRPr="0025712A">
        <w:rPr>
          <w:color w:val="010202"/>
          <w:spacing w:val="-17"/>
          <w:lang w:val="ru-RU"/>
        </w:rPr>
        <w:t xml:space="preserve"> </w:t>
      </w:r>
      <w:r w:rsidRPr="0025712A">
        <w:rPr>
          <w:color w:val="010202"/>
          <w:lang w:val="ru-RU"/>
        </w:rPr>
        <w:t>умовах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є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підготовка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ґрунту</w:t>
      </w:r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rFonts w:ascii="Times New Roman" w:hAnsi="Times New Roman"/>
          <w:color w:val="010202"/>
          <w:spacing w:val="-9"/>
          <w:lang w:val="ru-RU"/>
        </w:rPr>
        <w:t xml:space="preserve"> </w:t>
      </w:r>
      <w:r w:rsidRPr="0025712A">
        <w:rPr>
          <w:color w:val="010202"/>
          <w:lang w:val="ru-RU"/>
        </w:rPr>
        <w:t>То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w w:val="105"/>
          <w:lang w:val="ru-RU"/>
        </w:rPr>
        <w:t>му</w:t>
      </w:r>
      <w:r w:rsidRPr="0025712A">
        <w:rPr>
          <w:color w:val="010202"/>
          <w:spacing w:val="-26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тут</w:t>
      </w:r>
      <w:r w:rsidRPr="0025712A">
        <w:rPr>
          <w:color w:val="010202"/>
          <w:spacing w:val="-26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доцільно</w:t>
      </w:r>
      <w:r w:rsidRPr="0025712A">
        <w:rPr>
          <w:color w:val="010202"/>
          <w:spacing w:val="-26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використовувати</w:t>
      </w:r>
      <w:r w:rsidRPr="0025712A">
        <w:rPr>
          <w:color w:val="010202"/>
          <w:spacing w:val="-26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як</w:t>
      </w:r>
      <w:r w:rsidRPr="0025712A">
        <w:rPr>
          <w:color w:val="010202"/>
          <w:spacing w:val="-26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лісові</w:t>
      </w:r>
      <w:r w:rsidRPr="0025712A">
        <w:rPr>
          <w:color w:val="010202"/>
          <w:spacing w:val="2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 xml:space="preserve">плуги </w:t>
      </w:r>
      <w:r w:rsidRPr="0025712A">
        <w:rPr>
          <w:rFonts w:ascii="Times New Roman" w:hAnsi="Times New Roman"/>
          <w:color w:val="010202"/>
          <w:w w:val="105"/>
          <w:lang w:val="ru-RU"/>
        </w:rPr>
        <w:t>(</w:t>
      </w:r>
      <w:r w:rsidRPr="0025712A">
        <w:rPr>
          <w:color w:val="010202"/>
          <w:w w:val="105"/>
          <w:lang w:val="ru-RU"/>
        </w:rPr>
        <w:t>ПКЛ</w:t>
      </w:r>
      <w:r w:rsidRPr="0025712A">
        <w:rPr>
          <w:rFonts w:ascii="Times New Roman" w:hAnsi="Times New Roman"/>
          <w:color w:val="010202"/>
          <w:w w:val="105"/>
          <w:lang w:val="ru-RU"/>
        </w:rPr>
        <w:t>-70,</w:t>
      </w:r>
      <w:r w:rsidRPr="0025712A">
        <w:rPr>
          <w:rFonts w:ascii="Times New Roman" w:hAnsi="Times New Roman"/>
          <w:color w:val="010202"/>
          <w:spacing w:val="-22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ПКЛ</w:t>
      </w:r>
      <w:r w:rsidRPr="0025712A">
        <w:rPr>
          <w:rFonts w:ascii="Times New Roman" w:hAnsi="Times New Roman"/>
          <w:color w:val="010202"/>
          <w:w w:val="105"/>
          <w:lang w:val="ru-RU"/>
        </w:rPr>
        <w:t>-70</w:t>
      </w:r>
      <w:r w:rsidRPr="0025712A">
        <w:rPr>
          <w:color w:val="010202"/>
          <w:w w:val="105"/>
          <w:lang w:val="ru-RU"/>
        </w:rPr>
        <w:t>А</w:t>
      </w:r>
      <w:r w:rsidRPr="0025712A">
        <w:rPr>
          <w:rFonts w:ascii="Times New Roman" w:hAnsi="Times New Roman"/>
          <w:color w:val="010202"/>
          <w:w w:val="105"/>
          <w:lang w:val="ru-RU"/>
        </w:rPr>
        <w:t>,</w:t>
      </w:r>
      <w:r w:rsidRPr="0025712A">
        <w:rPr>
          <w:rFonts w:ascii="Times New Roman" w:hAnsi="Times New Roman"/>
          <w:color w:val="010202"/>
          <w:spacing w:val="-2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ПЛ</w:t>
      </w:r>
      <w:r w:rsidRPr="0025712A">
        <w:rPr>
          <w:rFonts w:ascii="Times New Roman" w:hAnsi="Times New Roman"/>
          <w:color w:val="010202"/>
          <w:w w:val="105"/>
          <w:lang w:val="ru-RU"/>
        </w:rPr>
        <w:t>-1,</w:t>
      </w:r>
      <w:r w:rsidRPr="0025712A">
        <w:rPr>
          <w:rFonts w:ascii="Times New Roman" w:hAnsi="Times New Roman"/>
          <w:color w:val="010202"/>
          <w:spacing w:val="-21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ПШ</w:t>
      </w:r>
      <w:r w:rsidRPr="0025712A">
        <w:rPr>
          <w:rFonts w:ascii="Times New Roman" w:hAnsi="Times New Roman"/>
          <w:color w:val="010202"/>
          <w:w w:val="105"/>
          <w:lang w:val="ru-RU"/>
        </w:rPr>
        <w:t xml:space="preserve">- </w:t>
      </w:r>
      <w:r w:rsidRPr="0025712A">
        <w:rPr>
          <w:rFonts w:ascii="Times New Roman" w:hAnsi="Times New Roman"/>
          <w:color w:val="010202"/>
          <w:lang w:val="ru-RU"/>
        </w:rPr>
        <w:t>1),</w:t>
      </w:r>
      <w:r w:rsidRPr="0025712A">
        <w:rPr>
          <w:rFonts w:ascii="Times New Roman" w:hAnsi="Times New Roman"/>
          <w:color w:val="010202"/>
          <w:spacing w:val="-26"/>
          <w:lang w:val="ru-RU"/>
        </w:rPr>
        <w:t xml:space="preserve"> </w:t>
      </w:r>
      <w:r w:rsidRPr="0025712A">
        <w:rPr>
          <w:color w:val="010202"/>
          <w:lang w:val="ru-RU"/>
        </w:rPr>
        <w:t>так</w:t>
      </w:r>
      <w:r w:rsidRPr="0025712A">
        <w:rPr>
          <w:color w:val="010202"/>
          <w:spacing w:val="-31"/>
          <w:lang w:val="ru-RU"/>
        </w:rPr>
        <w:t xml:space="preserve"> </w:t>
      </w:r>
      <w:r w:rsidRPr="0025712A">
        <w:rPr>
          <w:color w:val="010202"/>
          <w:lang w:val="ru-RU"/>
        </w:rPr>
        <w:t>і</w:t>
      </w:r>
      <w:r w:rsidRPr="0025712A">
        <w:rPr>
          <w:color w:val="010202"/>
          <w:spacing w:val="-30"/>
          <w:lang w:val="ru-RU"/>
        </w:rPr>
        <w:t xml:space="preserve"> </w:t>
      </w:r>
      <w:r w:rsidRPr="0025712A">
        <w:rPr>
          <w:color w:val="010202"/>
          <w:lang w:val="ru-RU"/>
        </w:rPr>
        <w:t>спеціальні</w:t>
      </w:r>
      <w:r w:rsidRPr="0025712A">
        <w:rPr>
          <w:color w:val="010202"/>
          <w:spacing w:val="-31"/>
          <w:lang w:val="ru-RU"/>
        </w:rPr>
        <w:t xml:space="preserve"> </w:t>
      </w:r>
      <w:r w:rsidRPr="0025712A">
        <w:rPr>
          <w:color w:val="010202"/>
          <w:lang w:val="ru-RU"/>
        </w:rPr>
        <w:t>знаряддя</w:t>
      </w:r>
      <w:r w:rsidRPr="0025712A">
        <w:rPr>
          <w:color w:val="010202"/>
          <w:spacing w:val="-31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lang w:val="ru-RU"/>
        </w:rPr>
        <w:t>(</w:t>
      </w:r>
      <w:r w:rsidRPr="0025712A">
        <w:rPr>
          <w:color w:val="010202"/>
          <w:lang w:val="ru-RU"/>
        </w:rPr>
        <w:t>ОРМ</w:t>
      </w:r>
      <w:r w:rsidRPr="0025712A">
        <w:rPr>
          <w:rFonts w:ascii="Times New Roman" w:hAnsi="Times New Roman"/>
          <w:color w:val="010202"/>
          <w:lang w:val="ru-RU"/>
        </w:rPr>
        <w:t>-1,5).</w:t>
      </w:r>
      <w:r w:rsidRPr="0025712A">
        <w:rPr>
          <w:rFonts w:ascii="Times New Roman" w:hAnsi="Times New Roman"/>
          <w:color w:val="010202"/>
          <w:spacing w:val="-26"/>
          <w:lang w:val="ru-RU"/>
        </w:rPr>
        <w:t xml:space="preserve"> </w:t>
      </w:r>
      <w:r w:rsidRPr="0025712A">
        <w:rPr>
          <w:color w:val="010202"/>
          <w:lang w:val="ru-RU"/>
        </w:rPr>
        <w:t>Знаряддя</w:t>
      </w:r>
      <w:r w:rsidRPr="0025712A">
        <w:rPr>
          <w:color w:val="010202"/>
          <w:spacing w:val="-31"/>
          <w:lang w:val="ru-RU"/>
        </w:rPr>
        <w:t xml:space="preserve"> </w:t>
      </w:r>
      <w:r w:rsidRPr="0025712A">
        <w:rPr>
          <w:color w:val="010202"/>
          <w:lang w:val="ru-RU"/>
        </w:rPr>
        <w:t>ОРМ</w:t>
      </w:r>
      <w:r w:rsidRPr="0025712A">
        <w:rPr>
          <w:rFonts w:ascii="Times New Roman" w:hAnsi="Times New Roman"/>
          <w:color w:val="010202"/>
          <w:lang w:val="ru-RU"/>
        </w:rPr>
        <w:t>-1,5</w:t>
      </w:r>
      <w:r w:rsidRPr="0025712A">
        <w:rPr>
          <w:rFonts w:ascii="Times New Roman" w:hAnsi="Times New Roman"/>
          <w:color w:val="010202"/>
          <w:spacing w:val="-25"/>
          <w:lang w:val="ru-RU"/>
        </w:rPr>
        <w:t xml:space="preserve"> </w:t>
      </w:r>
      <w:r w:rsidRPr="0025712A">
        <w:rPr>
          <w:color w:val="010202"/>
          <w:lang w:val="ru-RU"/>
        </w:rPr>
        <w:t>застосовується</w:t>
      </w:r>
      <w:r w:rsidRPr="0025712A">
        <w:rPr>
          <w:color w:val="010202"/>
          <w:spacing w:val="-30"/>
          <w:lang w:val="ru-RU"/>
        </w:rPr>
        <w:t xml:space="preserve"> </w:t>
      </w:r>
      <w:r w:rsidRPr="0025712A">
        <w:rPr>
          <w:color w:val="010202"/>
          <w:lang w:val="ru-RU"/>
        </w:rPr>
        <w:t>для</w:t>
      </w:r>
      <w:r w:rsidRPr="0025712A">
        <w:rPr>
          <w:color w:val="010202"/>
          <w:spacing w:val="-31"/>
          <w:lang w:val="ru-RU"/>
        </w:rPr>
        <w:t xml:space="preserve"> </w:t>
      </w:r>
      <w:r w:rsidRPr="0025712A">
        <w:rPr>
          <w:color w:val="010202"/>
          <w:lang w:val="ru-RU"/>
        </w:rPr>
        <w:t>під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 xml:space="preserve">готовки дискретних мікропідвищень </w:t>
      </w:r>
      <w:r w:rsidRPr="0025712A">
        <w:rPr>
          <w:rFonts w:ascii="Times New Roman" w:hAnsi="Times New Roman"/>
          <w:color w:val="010202"/>
          <w:lang w:val="ru-RU"/>
        </w:rPr>
        <w:t>(</w:t>
      </w:r>
      <w:r w:rsidRPr="0025712A">
        <w:rPr>
          <w:color w:val="010202"/>
          <w:lang w:val="ru-RU"/>
        </w:rPr>
        <w:t>у вигляді клумб</w:t>
      </w:r>
      <w:r w:rsidRPr="0025712A">
        <w:rPr>
          <w:rFonts w:ascii="Times New Roman" w:hAnsi="Times New Roman"/>
          <w:color w:val="010202"/>
          <w:lang w:val="ru-RU"/>
        </w:rPr>
        <w:t xml:space="preserve">) </w:t>
      </w:r>
      <w:r w:rsidRPr="0025712A">
        <w:rPr>
          <w:color w:val="010202"/>
          <w:lang w:val="ru-RU"/>
        </w:rPr>
        <w:t>шляхом обертання</w:t>
      </w:r>
      <w:r w:rsidRPr="0025712A">
        <w:rPr>
          <w:color w:val="010202"/>
          <w:spacing w:val="-23"/>
          <w:lang w:val="ru-RU"/>
        </w:rPr>
        <w:t xml:space="preserve"> </w:t>
      </w:r>
      <w:r w:rsidRPr="0025712A">
        <w:rPr>
          <w:color w:val="010202"/>
          <w:lang w:val="ru-RU"/>
        </w:rPr>
        <w:t>скиби на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перезволожених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ґрунтах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з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невеликою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кількістю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пнів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lang w:val="ru-RU"/>
        </w:rPr>
        <w:t>(</w:t>
      </w:r>
      <w:r w:rsidRPr="0025712A">
        <w:rPr>
          <w:color w:val="010202"/>
          <w:lang w:val="ru-RU"/>
        </w:rPr>
        <w:t>до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lang w:val="ru-RU"/>
        </w:rPr>
        <w:t>1</w:t>
      </w:r>
      <w:r w:rsidRPr="0025712A">
        <w:rPr>
          <w:rFonts w:ascii="Times New Roman" w:hAnsi="Times New Roman"/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тис</w:t>
      </w:r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rFonts w:ascii="Times New Roman" w:hAnsi="Times New Roman"/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на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lang w:val="ru-RU"/>
        </w:rPr>
        <w:t>1</w:t>
      </w:r>
      <w:r w:rsidRPr="0025712A">
        <w:rPr>
          <w:rFonts w:ascii="Times New Roman" w:hAnsi="Times New Roman"/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га</w:t>
      </w:r>
      <w:r w:rsidRPr="0025712A">
        <w:rPr>
          <w:rFonts w:ascii="Times New Roman" w:hAnsi="Times New Roman"/>
          <w:color w:val="010202"/>
          <w:lang w:val="ru-RU"/>
        </w:rPr>
        <w:t>).</w:t>
      </w:r>
      <w:r w:rsidRPr="0025712A">
        <w:rPr>
          <w:rFonts w:ascii="Times New Roman" w:hAnsi="Times New Roman"/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Агрега</w:t>
      </w:r>
      <w:r w:rsidRPr="0025712A">
        <w:rPr>
          <w:rFonts w:ascii="Times New Roman" w:hAnsi="Times New Roman"/>
          <w:color w:val="010202"/>
          <w:lang w:val="ru-RU"/>
        </w:rPr>
        <w:t>-</w:t>
      </w:r>
    </w:p>
    <w:p w:rsidR="0052441B" w:rsidRPr="0025712A" w:rsidRDefault="0052441B" w:rsidP="0025712A">
      <w:pPr>
        <w:pStyle w:val="BodyText"/>
        <w:spacing w:before="10" w:line="223" w:lineRule="auto"/>
        <w:ind w:right="100"/>
        <w:jc w:val="both"/>
        <w:rPr>
          <w:rFonts w:ascii="Times New Roman" w:hAnsi="Times New Roman"/>
          <w:lang w:val="ru-RU"/>
        </w:rPr>
      </w:pPr>
      <w:r w:rsidRPr="0025712A">
        <w:rPr>
          <w:lang w:val="ru-RU"/>
        </w:rPr>
        <w:br w:type="column"/>
      </w:r>
      <w:r w:rsidRPr="0025712A">
        <w:rPr>
          <w:color w:val="010202"/>
          <w:lang w:val="ru-RU"/>
        </w:rPr>
        <w:t>тується з тракторами ЛХТ</w:t>
      </w:r>
      <w:r w:rsidRPr="0025712A">
        <w:rPr>
          <w:rFonts w:ascii="Times New Roman" w:hAnsi="Times New Roman"/>
          <w:color w:val="010202"/>
          <w:lang w:val="ru-RU"/>
        </w:rPr>
        <w:t xml:space="preserve">-55, </w:t>
      </w:r>
      <w:r w:rsidRPr="0025712A">
        <w:rPr>
          <w:color w:val="010202"/>
          <w:lang w:val="ru-RU"/>
        </w:rPr>
        <w:t>ЛХТ</w:t>
      </w:r>
      <w:r w:rsidRPr="0025712A">
        <w:rPr>
          <w:rFonts w:ascii="Times New Roman" w:hAnsi="Times New Roman"/>
          <w:color w:val="010202"/>
          <w:lang w:val="ru-RU"/>
        </w:rPr>
        <w:t xml:space="preserve">-100, </w:t>
      </w:r>
      <w:r w:rsidRPr="0025712A">
        <w:rPr>
          <w:color w:val="010202"/>
          <w:lang w:val="ru-RU"/>
        </w:rPr>
        <w:t>ЛХТ</w:t>
      </w:r>
      <w:r w:rsidRPr="0025712A">
        <w:rPr>
          <w:rFonts w:ascii="Times New Roman" w:hAnsi="Times New Roman"/>
          <w:color w:val="010202"/>
          <w:lang w:val="ru-RU"/>
        </w:rPr>
        <w:t>-100</w:t>
      </w:r>
      <w:r w:rsidRPr="0025712A">
        <w:rPr>
          <w:color w:val="010202"/>
          <w:lang w:val="ru-RU"/>
        </w:rPr>
        <w:t>Б</w:t>
      </w:r>
      <w:r w:rsidRPr="0025712A">
        <w:rPr>
          <w:rFonts w:ascii="Times New Roman" w:hAnsi="Times New Roman"/>
          <w:color w:val="010202"/>
          <w:lang w:val="ru-RU"/>
        </w:rPr>
        <w:t xml:space="preserve">. </w:t>
      </w:r>
      <w:r w:rsidRPr="0025712A">
        <w:rPr>
          <w:color w:val="010202"/>
          <w:lang w:val="ru-RU"/>
        </w:rPr>
        <w:t xml:space="preserve">Довжина мікропідвищень </w:t>
      </w:r>
      <w:r w:rsidRPr="0025712A">
        <w:rPr>
          <w:rFonts w:ascii="Times New Roman" w:hAnsi="Times New Roman"/>
          <w:color w:val="010202"/>
          <w:lang w:val="ru-RU"/>
        </w:rPr>
        <w:t>(</w:t>
      </w:r>
      <w:r w:rsidRPr="0025712A">
        <w:rPr>
          <w:color w:val="010202"/>
          <w:lang w:val="ru-RU"/>
        </w:rPr>
        <w:t xml:space="preserve">в основі </w:t>
      </w:r>
      <w:r w:rsidRPr="0025712A">
        <w:rPr>
          <w:rFonts w:ascii="Times New Roman" w:hAnsi="Times New Roman"/>
          <w:color w:val="010202"/>
          <w:lang w:val="ru-RU"/>
        </w:rPr>
        <w:t xml:space="preserve">0,4-0,6 </w:t>
      </w:r>
      <w:r w:rsidRPr="0025712A">
        <w:rPr>
          <w:color w:val="010202"/>
          <w:lang w:val="ru-RU"/>
        </w:rPr>
        <w:t>м</w:t>
      </w:r>
      <w:r w:rsidRPr="0025712A">
        <w:rPr>
          <w:rFonts w:ascii="Times New Roman" w:hAnsi="Times New Roman"/>
          <w:color w:val="010202"/>
          <w:lang w:val="ru-RU"/>
        </w:rPr>
        <w:t xml:space="preserve">), </w:t>
      </w:r>
      <w:r w:rsidRPr="0025712A">
        <w:rPr>
          <w:color w:val="010202"/>
          <w:lang w:val="ru-RU"/>
        </w:rPr>
        <w:t xml:space="preserve">ширина </w:t>
      </w:r>
      <w:r w:rsidRPr="0025712A">
        <w:rPr>
          <w:rFonts w:ascii="Times New Roman" w:hAnsi="Times New Roman"/>
          <w:color w:val="010202"/>
          <w:lang w:val="ru-RU"/>
        </w:rPr>
        <w:t xml:space="preserve">– 0,5 </w:t>
      </w:r>
      <w:r w:rsidRPr="0025712A">
        <w:rPr>
          <w:color w:val="010202"/>
          <w:lang w:val="ru-RU"/>
        </w:rPr>
        <w:t>м</w:t>
      </w:r>
      <w:r w:rsidRPr="0025712A">
        <w:rPr>
          <w:rFonts w:ascii="Times New Roman" w:hAnsi="Times New Roman"/>
          <w:color w:val="010202"/>
          <w:lang w:val="ru-RU"/>
        </w:rPr>
        <w:t xml:space="preserve">, </w:t>
      </w:r>
      <w:r w:rsidRPr="0025712A">
        <w:rPr>
          <w:color w:val="010202"/>
          <w:lang w:val="ru-RU"/>
        </w:rPr>
        <w:t xml:space="preserve">висота </w:t>
      </w:r>
      <w:r w:rsidRPr="0025712A">
        <w:rPr>
          <w:rFonts w:ascii="Times New Roman" w:hAnsi="Times New Roman"/>
          <w:color w:val="010202"/>
          <w:lang w:val="ru-RU"/>
        </w:rPr>
        <w:t xml:space="preserve">– 0,25 </w:t>
      </w:r>
      <w:r w:rsidRPr="0025712A">
        <w:rPr>
          <w:color w:val="010202"/>
          <w:lang w:val="ru-RU"/>
        </w:rPr>
        <w:t>м</w:t>
      </w:r>
      <w:r w:rsidRPr="0025712A">
        <w:rPr>
          <w:rFonts w:ascii="Times New Roman" w:hAnsi="Times New Roman"/>
          <w:color w:val="010202"/>
          <w:lang w:val="ru-RU"/>
        </w:rPr>
        <w:t xml:space="preserve">, </w:t>
      </w:r>
      <w:r w:rsidRPr="0025712A">
        <w:rPr>
          <w:color w:val="010202"/>
          <w:lang w:val="ru-RU"/>
        </w:rPr>
        <w:t xml:space="preserve">відстань між ними в ряді </w:t>
      </w:r>
      <w:r w:rsidRPr="0025712A">
        <w:rPr>
          <w:rFonts w:ascii="Times New Roman" w:hAnsi="Times New Roman"/>
          <w:color w:val="010202"/>
          <w:lang w:val="ru-RU"/>
        </w:rPr>
        <w:t xml:space="preserve">1,45- 1,80 </w:t>
      </w:r>
      <w:r w:rsidRPr="0025712A">
        <w:rPr>
          <w:color w:val="010202"/>
          <w:lang w:val="ru-RU"/>
        </w:rPr>
        <w:t>м</w:t>
      </w:r>
      <w:r w:rsidRPr="0025712A">
        <w:rPr>
          <w:rFonts w:ascii="Times New Roman" w:hAnsi="Times New Roman"/>
          <w:color w:val="010202"/>
          <w:lang w:val="ru-RU"/>
        </w:rPr>
        <w:t xml:space="preserve">, </w:t>
      </w:r>
      <w:r w:rsidRPr="0025712A">
        <w:rPr>
          <w:color w:val="010202"/>
          <w:lang w:val="ru-RU"/>
        </w:rPr>
        <w:t xml:space="preserve">продуктивність за </w:t>
      </w:r>
      <w:r w:rsidRPr="0025712A">
        <w:rPr>
          <w:rFonts w:ascii="Times New Roman" w:hAnsi="Times New Roman"/>
          <w:color w:val="010202"/>
          <w:lang w:val="ru-RU"/>
        </w:rPr>
        <w:t xml:space="preserve">1 </w:t>
      </w:r>
      <w:r w:rsidRPr="0025712A">
        <w:rPr>
          <w:color w:val="010202"/>
          <w:lang w:val="ru-RU"/>
        </w:rPr>
        <w:t xml:space="preserve">год змінного часу </w:t>
      </w:r>
      <w:r w:rsidRPr="0025712A">
        <w:rPr>
          <w:rFonts w:ascii="Times New Roman" w:hAnsi="Times New Roman"/>
          <w:color w:val="010202"/>
          <w:lang w:val="ru-RU"/>
        </w:rPr>
        <w:t xml:space="preserve">1,35-1,70 </w:t>
      </w:r>
      <w:r w:rsidRPr="0025712A">
        <w:rPr>
          <w:color w:val="010202"/>
          <w:lang w:val="ru-RU"/>
        </w:rPr>
        <w:t>км</w:t>
      </w:r>
      <w:r w:rsidRPr="0025712A">
        <w:rPr>
          <w:rFonts w:ascii="Times New Roman" w:hAnsi="Times New Roman"/>
          <w:color w:val="010202"/>
          <w:lang w:val="ru-RU"/>
        </w:rPr>
        <w:t>.</w:t>
      </w:r>
    </w:p>
    <w:p w:rsidR="0052441B" w:rsidRPr="0025712A" w:rsidRDefault="0052441B" w:rsidP="0025712A">
      <w:pPr>
        <w:pStyle w:val="BodyText"/>
        <w:spacing w:line="223" w:lineRule="auto"/>
        <w:ind w:right="100" w:firstLine="568"/>
        <w:jc w:val="both"/>
        <w:rPr>
          <w:rFonts w:ascii="Times New Roman" w:hAnsi="Times New Roman"/>
          <w:lang w:val="ru-RU"/>
        </w:rPr>
      </w:pPr>
      <w:r w:rsidRPr="0025712A">
        <w:rPr>
          <w:color w:val="010202"/>
          <w:lang w:val="ru-RU"/>
        </w:rPr>
        <w:t>Найбільш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трудомісткою</w:t>
      </w:r>
      <w:r w:rsidRPr="0025712A">
        <w:rPr>
          <w:color w:val="010202"/>
          <w:spacing w:val="-28"/>
          <w:lang w:val="ru-RU"/>
        </w:rPr>
        <w:t xml:space="preserve"> </w:t>
      </w:r>
      <w:r w:rsidRPr="0025712A">
        <w:rPr>
          <w:color w:val="010202"/>
          <w:lang w:val="ru-RU"/>
        </w:rPr>
        <w:t>і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відповідальною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операцією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у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загальному</w:t>
      </w:r>
      <w:r w:rsidRPr="0025712A">
        <w:rPr>
          <w:color w:val="010202"/>
          <w:spacing w:val="-26"/>
          <w:lang w:val="ru-RU"/>
        </w:rPr>
        <w:t xml:space="preserve"> </w:t>
      </w:r>
      <w:r w:rsidRPr="0025712A">
        <w:rPr>
          <w:color w:val="010202"/>
          <w:lang w:val="ru-RU"/>
        </w:rPr>
        <w:t>компле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ксі лісокультурного виробництва необхідно вважати лісосадильні роботи</w:t>
      </w:r>
      <w:r w:rsidRPr="0025712A">
        <w:rPr>
          <w:rFonts w:ascii="Times New Roman" w:hAnsi="Times New Roman"/>
          <w:color w:val="010202"/>
          <w:lang w:val="ru-RU"/>
        </w:rPr>
        <w:t xml:space="preserve">, </w:t>
      </w:r>
      <w:r w:rsidRPr="0025712A">
        <w:rPr>
          <w:color w:val="010202"/>
          <w:lang w:val="ru-RU"/>
        </w:rPr>
        <w:t>які проводяться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в</w:t>
      </w:r>
      <w:r w:rsidRPr="0025712A">
        <w:rPr>
          <w:color w:val="010202"/>
          <w:spacing w:val="-20"/>
          <w:lang w:val="ru-RU"/>
        </w:rPr>
        <w:t xml:space="preserve"> </w:t>
      </w:r>
      <w:r w:rsidRPr="0025712A">
        <w:rPr>
          <w:color w:val="010202"/>
          <w:lang w:val="ru-RU"/>
        </w:rPr>
        <w:t>різноманітних</w:t>
      </w:r>
      <w:r w:rsidRPr="0025712A">
        <w:rPr>
          <w:color w:val="010202"/>
          <w:spacing w:val="-21"/>
          <w:lang w:val="ru-RU"/>
        </w:rPr>
        <w:t xml:space="preserve"> </w:t>
      </w:r>
      <w:r w:rsidRPr="0025712A">
        <w:rPr>
          <w:color w:val="010202"/>
          <w:lang w:val="ru-RU"/>
        </w:rPr>
        <w:t>умовах</w:t>
      </w:r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rFonts w:ascii="Times New Roman" w:hAnsi="Times New Roman"/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Для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садіння</w:t>
      </w:r>
      <w:r w:rsidRPr="0025712A">
        <w:rPr>
          <w:color w:val="010202"/>
          <w:spacing w:val="-20"/>
          <w:lang w:val="ru-RU"/>
        </w:rPr>
        <w:t xml:space="preserve"> </w:t>
      </w:r>
      <w:r w:rsidRPr="0025712A">
        <w:rPr>
          <w:color w:val="010202"/>
          <w:lang w:val="ru-RU"/>
        </w:rPr>
        <w:t>саджанців</w:t>
      </w:r>
      <w:r w:rsidRPr="0025712A">
        <w:rPr>
          <w:color w:val="010202"/>
          <w:spacing w:val="-20"/>
          <w:lang w:val="ru-RU"/>
        </w:rPr>
        <w:t xml:space="preserve"> </w:t>
      </w:r>
      <w:r w:rsidRPr="0025712A">
        <w:rPr>
          <w:color w:val="010202"/>
          <w:lang w:val="ru-RU"/>
        </w:rPr>
        <w:t>хвойних</w:t>
      </w:r>
      <w:r w:rsidRPr="0025712A">
        <w:rPr>
          <w:color w:val="010202"/>
          <w:spacing w:val="-20"/>
          <w:lang w:val="ru-RU"/>
        </w:rPr>
        <w:t xml:space="preserve"> </w:t>
      </w:r>
      <w:r w:rsidRPr="0025712A">
        <w:rPr>
          <w:color w:val="010202"/>
          <w:lang w:val="ru-RU"/>
        </w:rPr>
        <w:t>порід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перс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пективною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лісосадильною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машиною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є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ЛМД</w:t>
      </w:r>
      <w:r w:rsidRPr="0025712A">
        <w:rPr>
          <w:rFonts w:ascii="Times New Roman" w:hAnsi="Times New Roman"/>
          <w:color w:val="010202"/>
          <w:lang w:val="ru-RU"/>
        </w:rPr>
        <w:t>-81.</w:t>
      </w:r>
      <w:r w:rsidRPr="0025712A">
        <w:rPr>
          <w:rFonts w:ascii="Times New Roman" w:hAnsi="Times New Roman"/>
          <w:color w:val="010202"/>
          <w:spacing w:val="-5"/>
          <w:lang w:val="ru-RU"/>
        </w:rPr>
        <w:t xml:space="preserve"> </w:t>
      </w:r>
      <w:r w:rsidRPr="0025712A">
        <w:rPr>
          <w:color w:val="010202"/>
          <w:lang w:val="ru-RU"/>
        </w:rPr>
        <w:t>Вона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працює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на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розчищених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ви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w w:val="105"/>
          <w:lang w:val="ru-RU"/>
        </w:rPr>
        <w:t>рубках</w:t>
      </w:r>
      <w:r w:rsidRPr="0025712A">
        <w:rPr>
          <w:color w:val="010202"/>
          <w:spacing w:val="-21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із</w:t>
      </w:r>
      <w:r w:rsidRPr="0025712A">
        <w:rPr>
          <w:color w:val="010202"/>
          <w:spacing w:val="-2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кількістю</w:t>
      </w:r>
      <w:r w:rsidRPr="0025712A">
        <w:rPr>
          <w:color w:val="010202"/>
          <w:spacing w:val="-2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пнів</w:t>
      </w:r>
      <w:r w:rsidRPr="0025712A">
        <w:rPr>
          <w:color w:val="010202"/>
          <w:spacing w:val="-2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більше</w:t>
      </w:r>
      <w:r w:rsidRPr="0025712A">
        <w:rPr>
          <w:color w:val="010202"/>
          <w:spacing w:val="-21"/>
          <w:w w:val="105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w w:val="105"/>
          <w:lang w:val="ru-RU"/>
        </w:rPr>
        <w:t>600</w:t>
      </w:r>
      <w:r w:rsidRPr="0025712A">
        <w:rPr>
          <w:rFonts w:ascii="Times New Roman" w:hAnsi="Times New Roman"/>
          <w:color w:val="010202"/>
          <w:spacing w:val="-13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шт</w:t>
      </w:r>
      <w:r w:rsidRPr="0025712A">
        <w:rPr>
          <w:rFonts w:ascii="Times New Roman" w:hAnsi="Times New Roman"/>
          <w:color w:val="010202"/>
          <w:w w:val="105"/>
          <w:lang w:val="ru-RU"/>
        </w:rPr>
        <w:t>.</w:t>
      </w:r>
      <w:r w:rsidRPr="0025712A">
        <w:rPr>
          <w:rFonts w:ascii="Times New Roman" w:hAnsi="Times New Roman"/>
          <w:color w:val="010202"/>
          <w:spacing w:val="-15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га</w:t>
      </w:r>
      <w:r w:rsidRPr="0025712A">
        <w:rPr>
          <w:color w:val="010202"/>
          <w:spacing w:val="-20"/>
          <w:w w:val="105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w w:val="105"/>
          <w:lang w:val="ru-RU"/>
        </w:rPr>
        <w:t>1</w:t>
      </w:r>
      <w:r w:rsidRPr="0025712A">
        <w:rPr>
          <w:rFonts w:ascii="Times New Roman" w:hAnsi="Times New Roman"/>
          <w:color w:val="010202"/>
          <w:spacing w:val="-14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га</w:t>
      </w:r>
      <w:r w:rsidRPr="0025712A">
        <w:rPr>
          <w:rFonts w:ascii="Times New Roman" w:hAnsi="Times New Roman"/>
          <w:color w:val="010202"/>
          <w:w w:val="105"/>
          <w:lang w:val="ru-RU"/>
        </w:rPr>
        <w:t>,</w:t>
      </w:r>
      <w:r w:rsidRPr="0025712A">
        <w:rPr>
          <w:rFonts w:ascii="Times New Roman" w:hAnsi="Times New Roman"/>
          <w:color w:val="010202"/>
          <w:spacing w:val="-15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а</w:t>
      </w:r>
      <w:r w:rsidRPr="0025712A">
        <w:rPr>
          <w:color w:val="010202"/>
          <w:spacing w:val="-19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також</w:t>
      </w:r>
      <w:r w:rsidRPr="0025712A">
        <w:rPr>
          <w:color w:val="010202"/>
          <w:spacing w:val="-21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для</w:t>
      </w:r>
      <w:r w:rsidRPr="0025712A">
        <w:rPr>
          <w:color w:val="010202"/>
          <w:spacing w:val="-2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реконструкції</w:t>
      </w:r>
      <w:r w:rsidRPr="0025712A">
        <w:rPr>
          <w:color w:val="010202"/>
          <w:spacing w:val="-2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площ</w:t>
      </w:r>
      <w:r w:rsidRPr="0025712A">
        <w:rPr>
          <w:rFonts w:ascii="Times New Roman" w:hAnsi="Times New Roman"/>
          <w:color w:val="010202"/>
          <w:w w:val="105"/>
          <w:lang w:val="ru-RU"/>
        </w:rPr>
        <w:t xml:space="preserve">, </w:t>
      </w:r>
      <w:r w:rsidRPr="0025712A">
        <w:rPr>
          <w:color w:val="010202"/>
          <w:lang w:val="ru-RU"/>
        </w:rPr>
        <w:t>які</w:t>
      </w:r>
      <w:r w:rsidRPr="0025712A">
        <w:rPr>
          <w:color w:val="010202"/>
          <w:spacing w:val="-17"/>
          <w:lang w:val="ru-RU"/>
        </w:rPr>
        <w:t xml:space="preserve"> </w:t>
      </w:r>
      <w:r w:rsidRPr="0025712A">
        <w:rPr>
          <w:color w:val="010202"/>
          <w:lang w:val="ru-RU"/>
        </w:rPr>
        <w:t>поновилися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другорядними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листяними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породами</w:t>
      </w:r>
      <w:r w:rsidRPr="0025712A">
        <w:rPr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висотою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до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lang w:val="ru-RU"/>
        </w:rPr>
        <w:t>5</w:t>
      </w:r>
      <w:r w:rsidRPr="0025712A">
        <w:rPr>
          <w:rFonts w:ascii="Times New Roman" w:hAnsi="Times New Roman"/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м</w:t>
      </w:r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rFonts w:ascii="Times New Roman" w:hAnsi="Times New Roman"/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Подача</w:t>
      </w:r>
      <w:r w:rsidRPr="0025712A">
        <w:rPr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рос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лин</w:t>
      </w:r>
      <w:r w:rsidRPr="0025712A">
        <w:rPr>
          <w:color w:val="010202"/>
          <w:spacing w:val="-8"/>
          <w:lang w:val="ru-RU"/>
        </w:rPr>
        <w:t xml:space="preserve"> </w:t>
      </w:r>
      <w:r w:rsidRPr="0025712A">
        <w:rPr>
          <w:color w:val="010202"/>
          <w:lang w:val="ru-RU"/>
        </w:rPr>
        <w:t>в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садильну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щілину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здійснюється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вручну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2"/>
          <w:lang w:val="ru-RU"/>
        </w:rPr>
        <w:t xml:space="preserve"> </w:t>
      </w:r>
      <w:r w:rsidRPr="0025712A">
        <w:rPr>
          <w:color w:val="010202"/>
          <w:lang w:val="ru-RU"/>
        </w:rPr>
        <w:t>тому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крок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садіння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довільний</w:t>
      </w:r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rFonts w:ascii="Times New Roman" w:hAnsi="Times New Roman"/>
          <w:color w:val="010202"/>
          <w:spacing w:val="-2"/>
          <w:lang w:val="ru-RU"/>
        </w:rPr>
        <w:t xml:space="preserve"> </w:t>
      </w:r>
      <w:r w:rsidRPr="0025712A">
        <w:rPr>
          <w:color w:val="010202"/>
          <w:lang w:val="ru-RU"/>
        </w:rPr>
        <w:t>Лісо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садильна</w:t>
      </w:r>
      <w:r w:rsidRPr="0025712A">
        <w:rPr>
          <w:color w:val="010202"/>
          <w:spacing w:val="-5"/>
          <w:lang w:val="ru-RU"/>
        </w:rPr>
        <w:t xml:space="preserve"> </w:t>
      </w:r>
      <w:r w:rsidRPr="0025712A">
        <w:rPr>
          <w:color w:val="010202"/>
          <w:lang w:val="ru-RU"/>
        </w:rPr>
        <w:t>машина</w:t>
      </w:r>
      <w:r w:rsidRPr="0025712A">
        <w:rPr>
          <w:color w:val="010202"/>
          <w:spacing w:val="-6"/>
          <w:lang w:val="ru-RU"/>
        </w:rPr>
        <w:t xml:space="preserve"> </w:t>
      </w:r>
      <w:r w:rsidRPr="0025712A">
        <w:rPr>
          <w:color w:val="010202"/>
          <w:lang w:val="ru-RU"/>
        </w:rPr>
        <w:t>МЛА</w:t>
      </w:r>
      <w:r w:rsidRPr="0025712A">
        <w:rPr>
          <w:rFonts w:ascii="Times New Roman" w:hAnsi="Times New Roman"/>
          <w:color w:val="010202"/>
          <w:lang w:val="ru-RU"/>
        </w:rPr>
        <w:t>-1</w:t>
      </w:r>
      <w:r w:rsidRPr="0025712A">
        <w:rPr>
          <w:rFonts w:ascii="Times New Roman" w:hAnsi="Times New Roman"/>
          <w:color w:val="010202"/>
          <w:spacing w:val="1"/>
          <w:lang w:val="ru-RU"/>
        </w:rPr>
        <w:t xml:space="preserve"> </w:t>
      </w:r>
      <w:r w:rsidRPr="0025712A">
        <w:rPr>
          <w:color w:val="010202"/>
          <w:lang w:val="ru-RU"/>
        </w:rPr>
        <w:t>призначена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для</w:t>
      </w:r>
      <w:r w:rsidRPr="0025712A">
        <w:rPr>
          <w:color w:val="010202"/>
          <w:spacing w:val="-5"/>
          <w:lang w:val="ru-RU"/>
        </w:rPr>
        <w:t xml:space="preserve"> </w:t>
      </w:r>
      <w:r w:rsidRPr="0025712A">
        <w:rPr>
          <w:color w:val="010202"/>
          <w:lang w:val="ru-RU"/>
        </w:rPr>
        <w:t>садіння</w:t>
      </w:r>
      <w:r w:rsidRPr="0025712A">
        <w:rPr>
          <w:color w:val="010202"/>
          <w:spacing w:val="-4"/>
          <w:lang w:val="ru-RU"/>
        </w:rPr>
        <w:t xml:space="preserve"> </w:t>
      </w:r>
      <w:r w:rsidRPr="0025712A">
        <w:rPr>
          <w:color w:val="010202"/>
          <w:lang w:val="ru-RU"/>
        </w:rPr>
        <w:t>сіянців</w:t>
      </w:r>
      <w:r w:rsidRPr="0025712A">
        <w:rPr>
          <w:color w:val="010202"/>
          <w:spacing w:val="-6"/>
          <w:lang w:val="ru-RU"/>
        </w:rPr>
        <w:t xml:space="preserve"> </w:t>
      </w:r>
      <w:r w:rsidRPr="0025712A">
        <w:rPr>
          <w:color w:val="010202"/>
          <w:lang w:val="ru-RU"/>
        </w:rPr>
        <w:t>хвойних</w:t>
      </w:r>
      <w:r w:rsidRPr="0025712A">
        <w:rPr>
          <w:color w:val="010202"/>
          <w:spacing w:val="-5"/>
          <w:lang w:val="ru-RU"/>
        </w:rPr>
        <w:t xml:space="preserve"> </w:t>
      </w:r>
      <w:r w:rsidRPr="0025712A">
        <w:rPr>
          <w:color w:val="010202"/>
          <w:lang w:val="ru-RU"/>
        </w:rPr>
        <w:t>порід</w:t>
      </w:r>
      <w:r w:rsidRPr="0025712A">
        <w:rPr>
          <w:color w:val="010202"/>
          <w:spacing w:val="-4"/>
          <w:lang w:val="ru-RU"/>
        </w:rPr>
        <w:t xml:space="preserve"> </w:t>
      </w:r>
      <w:r w:rsidRPr="0025712A">
        <w:rPr>
          <w:color w:val="010202"/>
          <w:lang w:val="ru-RU"/>
        </w:rPr>
        <w:t>на</w:t>
      </w:r>
      <w:r w:rsidRPr="0025712A">
        <w:rPr>
          <w:color w:val="010202"/>
          <w:spacing w:val="-6"/>
          <w:lang w:val="ru-RU"/>
        </w:rPr>
        <w:t xml:space="preserve"> </w:t>
      </w:r>
      <w:r w:rsidRPr="0025712A">
        <w:rPr>
          <w:color w:val="010202"/>
          <w:lang w:val="ru-RU"/>
        </w:rPr>
        <w:t>очи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w w:val="105"/>
          <w:lang w:val="ru-RU"/>
        </w:rPr>
        <w:t>щених</w:t>
      </w:r>
      <w:r w:rsidRPr="0025712A">
        <w:rPr>
          <w:color w:val="010202"/>
          <w:spacing w:val="-21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від</w:t>
      </w:r>
      <w:r w:rsidRPr="0025712A">
        <w:rPr>
          <w:color w:val="010202"/>
          <w:spacing w:val="-2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рослинних</w:t>
      </w:r>
      <w:r w:rsidRPr="0025712A">
        <w:rPr>
          <w:color w:val="010202"/>
          <w:spacing w:val="-21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залишків</w:t>
      </w:r>
      <w:r w:rsidRPr="0025712A">
        <w:rPr>
          <w:color w:val="010202"/>
          <w:spacing w:val="-2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вирубках</w:t>
      </w:r>
      <w:r w:rsidRPr="0025712A">
        <w:rPr>
          <w:color w:val="010202"/>
          <w:spacing w:val="-2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із</w:t>
      </w:r>
      <w:r w:rsidRPr="0025712A">
        <w:rPr>
          <w:color w:val="010202"/>
          <w:spacing w:val="-21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кількістю</w:t>
      </w:r>
      <w:r w:rsidRPr="0025712A">
        <w:rPr>
          <w:color w:val="010202"/>
          <w:spacing w:val="-20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пнів</w:t>
      </w:r>
      <w:r w:rsidRPr="0025712A">
        <w:rPr>
          <w:color w:val="010202"/>
          <w:spacing w:val="-21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на</w:t>
      </w:r>
      <w:r w:rsidRPr="0025712A">
        <w:rPr>
          <w:color w:val="010202"/>
          <w:spacing w:val="-20"/>
          <w:w w:val="105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w w:val="105"/>
          <w:lang w:val="ru-RU"/>
        </w:rPr>
        <w:t>1</w:t>
      </w:r>
      <w:r w:rsidRPr="0025712A">
        <w:rPr>
          <w:rFonts w:ascii="Times New Roman" w:hAnsi="Times New Roman"/>
          <w:color w:val="010202"/>
          <w:spacing w:val="-14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га</w:t>
      </w:r>
      <w:r w:rsidRPr="0025712A">
        <w:rPr>
          <w:color w:val="010202"/>
          <w:spacing w:val="-21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до</w:t>
      </w:r>
      <w:r w:rsidRPr="0025712A">
        <w:rPr>
          <w:color w:val="010202"/>
          <w:spacing w:val="-20"/>
          <w:w w:val="105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w w:val="105"/>
          <w:lang w:val="ru-RU"/>
        </w:rPr>
        <w:t>600</w:t>
      </w:r>
      <w:r w:rsidRPr="0025712A">
        <w:rPr>
          <w:rFonts w:ascii="Times New Roman" w:hAnsi="Times New Roman"/>
          <w:color w:val="010202"/>
          <w:spacing w:val="-15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шт</w:t>
      </w:r>
      <w:r w:rsidRPr="0025712A">
        <w:rPr>
          <w:rFonts w:ascii="Times New Roman" w:hAnsi="Times New Roman"/>
          <w:color w:val="010202"/>
          <w:w w:val="105"/>
          <w:lang w:val="ru-RU"/>
        </w:rPr>
        <w:t>.</w:t>
      </w:r>
      <w:r w:rsidRPr="0025712A">
        <w:rPr>
          <w:rFonts w:ascii="Times New Roman" w:hAnsi="Times New Roman"/>
          <w:color w:val="010202"/>
          <w:spacing w:val="-15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Са</w:t>
      </w:r>
      <w:r w:rsidRPr="0025712A">
        <w:rPr>
          <w:rFonts w:ascii="Times New Roman" w:hAnsi="Times New Roman"/>
          <w:color w:val="010202"/>
          <w:w w:val="105"/>
          <w:lang w:val="ru-RU"/>
        </w:rPr>
        <w:t xml:space="preserve">- </w:t>
      </w:r>
      <w:r w:rsidRPr="0025712A">
        <w:rPr>
          <w:color w:val="010202"/>
          <w:lang w:val="ru-RU"/>
        </w:rPr>
        <w:t>діння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здійснюється</w:t>
      </w:r>
      <w:r w:rsidRPr="0025712A">
        <w:rPr>
          <w:color w:val="010202"/>
          <w:spacing w:val="-20"/>
          <w:lang w:val="ru-RU"/>
        </w:rPr>
        <w:t xml:space="preserve"> </w:t>
      </w:r>
      <w:r w:rsidRPr="0025712A">
        <w:rPr>
          <w:color w:val="010202"/>
          <w:lang w:val="ru-RU"/>
        </w:rPr>
        <w:t>у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підготовані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двополицевими</w:t>
      </w:r>
      <w:r w:rsidRPr="0025712A">
        <w:rPr>
          <w:color w:val="010202"/>
          <w:spacing w:val="-20"/>
          <w:lang w:val="ru-RU"/>
        </w:rPr>
        <w:t xml:space="preserve"> </w:t>
      </w:r>
      <w:r w:rsidRPr="0025712A">
        <w:rPr>
          <w:color w:val="010202"/>
          <w:lang w:val="ru-RU"/>
        </w:rPr>
        <w:t>плугами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борозни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13"/>
          <w:lang w:val="ru-RU"/>
        </w:rPr>
        <w:t xml:space="preserve"> </w:t>
      </w:r>
      <w:r w:rsidRPr="0025712A">
        <w:rPr>
          <w:color w:val="010202"/>
          <w:lang w:val="ru-RU"/>
        </w:rPr>
        <w:t>у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розпушува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льні</w:t>
      </w:r>
      <w:r w:rsidRPr="0025712A">
        <w:rPr>
          <w:color w:val="010202"/>
          <w:spacing w:val="-28"/>
          <w:lang w:val="ru-RU"/>
        </w:rPr>
        <w:t xml:space="preserve"> </w:t>
      </w:r>
      <w:r w:rsidRPr="0025712A">
        <w:rPr>
          <w:color w:val="010202"/>
          <w:lang w:val="ru-RU"/>
        </w:rPr>
        <w:t>фрезами</w:t>
      </w:r>
      <w:r w:rsidRPr="0025712A">
        <w:rPr>
          <w:color w:val="010202"/>
          <w:spacing w:val="-28"/>
          <w:lang w:val="ru-RU"/>
        </w:rPr>
        <w:t xml:space="preserve"> </w:t>
      </w:r>
      <w:r w:rsidRPr="0025712A">
        <w:rPr>
          <w:color w:val="010202"/>
          <w:lang w:val="ru-RU"/>
        </w:rPr>
        <w:t>або</w:t>
      </w:r>
      <w:r w:rsidRPr="0025712A">
        <w:rPr>
          <w:color w:val="010202"/>
          <w:spacing w:val="-28"/>
          <w:lang w:val="ru-RU"/>
        </w:rPr>
        <w:t xml:space="preserve"> </w:t>
      </w:r>
      <w:r w:rsidRPr="0025712A">
        <w:rPr>
          <w:color w:val="010202"/>
          <w:lang w:val="ru-RU"/>
        </w:rPr>
        <w:t>дисковими</w:t>
      </w:r>
      <w:r w:rsidRPr="0025712A">
        <w:rPr>
          <w:color w:val="010202"/>
          <w:spacing w:val="-28"/>
          <w:lang w:val="ru-RU"/>
        </w:rPr>
        <w:t xml:space="preserve"> </w:t>
      </w:r>
      <w:r w:rsidRPr="0025712A">
        <w:rPr>
          <w:color w:val="010202"/>
          <w:lang w:val="ru-RU"/>
        </w:rPr>
        <w:t>знаряддями</w:t>
      </w:r>
      <w:r w:rsidRPr="0025712A">
        <w:rPr>
          <w:color w:val="010202"/>
          <w:spacing w:val="-26"/>
          <w:lang w:val="ru-RU"/>
        </w:rPr>
        <w:t xml:space="preserve"> </w:t>
      </w:r>
      <w:r w:rsidRPr="0025712A">
        <w:rPr>
          <w:color w:val="010202"/>
          <w:lang w:val="ru-RU"/>
        </w:rPr>
        <w:t>смуги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23"/>
          <w:lang w:val="ru-RU"/>
        </w:rPr>
        <w:t xml:space="preserve"> </w:t>
      </w:r>
      <w:r w:rsidRPr="0025712A">
        <w:rPr>
          <w:color w:val="010202"/>
          <w:lang w:val="ru-RU"/>
        </w:rPr>
        <w:t>а</w:t>
      </w:r>
      <w:r w:rsidRPr="0025712A">
        <w:rPr>
          <w:color w:val="010202"/>
          <w:spacing w:val="-28"/>
          <w:lang w:val="ru-RU"/>
        </w:rPr>
        <w:t xml:space="preserve"> </w:t>
      </w:r>
      <w:r w:rsidRPr="0025712A">
        <w:rPr>
          <w:color w:val="010202"/>
          <w:lang w:val="ru-RU"/>
        </w:rPr>
        <w:t>також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в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ґрунти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на</w:t>
      </w:r>
      <w:r w:rsidRPr="0025712A">
        <w:rPr>
          <w:color w:val="010202"/>
          <w:spacing w:val="-28"/>
          <w:lang w:val="ru-RU"/>
        </w:rPr>
        <w:t xml:space="preserve"> </w:t>
      </w:r>
      <w:r w:rsidRPr="0025712A">
        <w:rPr>
          <w:color w:val="010202"/>
          <w:lang w:val="ru-RU"/>
        </w:rPr>
        <w:t xml:space="preserve">незадернілих </w:t>
      </w:r>
      <w:r w:rsidRPr="0025712A">
        <w:rPr>
          <w:color w:val="010202"/>
          <w:w w:val="105"/>
          <w:lang w:val="ru-RU"/>
        </w:rPr>
        <w:t>вирубках без попереднього</w:t>
      </w:r>
      <w:r w:rsidRPr="0025712A">
        <w:rPr>
          <w:color w:val="010202"/>
          <w:spacing w:val="-34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обробітку</w:t>
      </w:r>
      <w:r w:rsidRPr="0025712A">
        <w:rPr>
          <w:rFonts w:ascii="Times New Roman" w:hAnsi="Times New Roman"/>
          <w:color w:val="010202"/>
          <w:w w:val="105"/>
          <w:lang w:val="ru-RU"/>
        </w:rPr>
        <w:t>.</w:t>
      </w:r>
    </w:p>
    <w:p w:rsidR="0052441B" w:rsidRPr="0025712A" w:rsidRDefault="0052441B" w:rsidP="0025712A">
      <w:pPr>
        <w:pStyle w:val="BodyText"/>
        <w:spacing w:before="2" w:line="223" w:lineRule="auto"/>
        <w:ind w:right="100" w:firstLine="568"/>
        <w:jc w:val="both"/>
        <w:rPr>
          <w:rFonts w:ascii="Times New Roman" w:hAnsi="Times New Roman"/>
          <w:lang w:val="ru-RU"/>
        </w:rPr>
      </w:pPr>
      <w:r w:rsidRPr="0025712A">
        <w:rPr>
          <w:color w:val="010202"/>
          <w:lang w:val="ru-RU"/>
        </w:rPr>
        <w:t>Вельми</w:t>
      </w:r>
      <w:r w:rsidRPr="0025712A">
        <w:rPr>
          <w:color w:val="010202"/>
          <w:spacing w:val="-28"/>
          <w:lang w:val="ru-RU"/>
        </w:rPr>
        <w:t xml:space="preserve"> </w:t>
      </w:r>
      <w:r w:rsidRPr="0025712A">
        <w:rPr>
          <w:color w:val="010202"/>
          <w:lang w:val="ru-RU"/>
        </w:rPr>
        <w:t>перспективною</w:t>
      </w:r>
      <w:r w:rsidRPr="0025712A">
        <w:rPr>
          <w:color w:val="010202"/>
          <w:spacing w:val="-28"/>
          <w:lang w:val="ru-RU"/>
        </w:rPr>
        <w:t xml:space="preserve"> </w:t>
      </w:r>
      <w:r w:rsidRPr="0025712A">
        <w:rPr>
          <w:color w:val="010202"/>
          <w:lang w:val="ru-RU"/>
        </w:rPr>
        <w:t>є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сівалка</w:t>
      </w:r>
      <w:r w:rsidRPr="0025712A">
        <w:rPr>
          <w:color w:val="010202"/>
          <w:spacing w:val="-28"/>
          <w:lang w:val="ru-RU"/>
        </w:rPr>
        <w:t xml:space="preserve"> </w:t>
      </w:r>
      <w:r w:rsidRPr="0025712A">
        <w:rPr>
          <w:color w:val="010202"/>
          <w:lang w:val="ru-RU"/>
        </w:rPr>
        <w:t>фрезерна</w:t>
      </w:r>
      <w:r w:rsidRPr="0025712A">
        <w:rPr>
          <w:color w:val="010202"/>
          <w:spacing w:val="-28"/>
          <w:lang w:val="ru-RU"/>
        </w:rPr>
        <w:t xml:space="preserve"> </w:t>
      </w:r>
      <w:r w:rsidRPr="0025712A">
        <w:rPr>
          <w:color w:val="010202"/>
          <w:lang w:val="ru-RU"/>
        </w:rPr>
        <w:t>лісова</w:t>
      </w:r>
      <w:r w:rsidRPr="0025712A">
        <w:rPr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комбінована</w:t>
      </w:r>
      <w:r w:rsidRPr="0025712A">
        <w:rPr>
          <w:color w:val="010202"/>
          <w:spacing w:val="-28"/>
          <w:lang w:val="ru-RU"/>
        </w:rPr>
        <w:t xml:space="preserve"> </w:t>
      </w:r>
      <w:r w:rsidRPr="0025712A">
        <w:rPr>
          <w:color w:val="010202"/>
          <w:lang w:val="ru-RU"/>
        </w:rPr>
        <w:t>СФК</w:t>
      </w:r>
      <w:r w:rsidRPr="0025712A">
        <w:rPr>
          <w:rFonts w:ascii="Times New Roman" w:hAnsi="Times New Roman"/>
          <w:color w:val="010202"/>
          <w:lang w:val="ru-RU"/>
        </w:rPr>
        <w:t>-1,</w:t>
      </w:r>
      <w:r w:rsidRPr="0025712A">
        <w:rPr>
          <w:rFonts w:ascii="Times New Roman" w:hAnsi="Times New Roman"/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яка створена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для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сівби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жолудів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з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одночасною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підготовкою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ґрунту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шляхом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фрезеру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вання</w:t>
      </w:r>
      <w:r w:rsidRPr="0025712A">
        <w:rPr>
          <w:color w:val="010202"/>
          <w:spacing w:val="-32"/>
          <w:lang w:val="ru-RU"/>
        </w:rPr>
        <w:t xml:space="preserve"> </w:t>
      </w:r>
      <w:r w:rsidRPr="0025712A">
        <w:rPr>
          <w:color w:val="010202"/>
          <w:lang w:val="ru-RU"/>
        </w:rPr>
        <w:t>і</w:t>
      </w:r>
      <w:r w:rsidRPr="0025712A">
        <w:rPr>
          <w:color w:val="010202"/>
          <w:spacing w:val="-32"/>
          <w:lang w:val="ru-RU"/>
        </w:rPr>
        <w:t xml:space="preserve"> </w:t>
      </w:r>
      <w:r w:rsidRPr="0025712A">
        <w:rPr>
          <w:color w:val="010202"/>
          <w:lang w:val="ru-RU"/>
        </w:rPr>
        <w:t>локальним</w:t>
      </w:r>
      <w:r w:rsidRPr="0025712A">
        <w:rPr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внутрішньоґрунтовим</w:t>
      </w:r>
      <w:r w:rsidRPr="0025712A">
        <w:rPr>
          <w:color w:val="010202"/>
          <w:spacing w:val="-32"/>
          <w:lang w:val="ru-RU"/>
        </w:rPr>
        <w:t xml:space="preserve"> </w:t>
      </w:r>
      <w:r w:rsidRPr="0025712A">
        <w:rPr>
          <w:color w:val="010202"/>
          <w:lang w:val="ru-RU"/>
        </w:rPr>
        <w:t>внесенням</w:t>
      </w:r>
      <w:r w:rsidRPr="0025712A">
        <w:rPr>
          <w:color w:val="010202"/>
          <w:spacing w:val="-32"/>
          <w:lang w:val="ru-RU"/>
        </w:rPr>
        <w:t xml:space="preserve"> </w:t>
      </w:r>
      <w:r w:rsidRPr="0025712A">
        <w:rPr>
          <w:color w:val="010202"/>
          <w:lang w:val="ru-RU"/>
        </w:rPr>
        <w:t>мінеральних</w:t>
      </w:r>
      <w:r w:rsidRPr="0025712A">
        <w:rPr>
          <w:color w:val="010202"/>
          <w:spacing w:val="-32"/>
          <w:lang w:val="ru-RU"/>
        </w:rPr>
        <w:t xml:space="preserve"> </w:t>
      </w:r>
      <w:r w:rsidRPr="0025712A">
        <w:rPr>
          <w:color w:val="010202"/>
          <w:lang w:val="ru-RU"/>
        </w:rPr>
        <w:t>добрив</w:t>
      </w:r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rFonts w:ascii="Times New Roman" w:hAnsi="Times New Roman"/>
          <w:color w:val="010202"/>
          <w:spacing w:val="-27"/>
          <w:lang w:val="ru-RU"/>
        </w:rPr>
        <w:t xml:space="preserve"> </w:t>
      </w:r>
      <w:r w:rsidRPr="0025712A">
        <w:rPr>
          <w:color w:val="010202"/>
          <w:lang w:val="ru-RU"/>
        </w:rPr>
        <w:t>Агрега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тується з тракторами МТЗ</w:t>
      </w:r>
      <w:r w:rsidRPr="0025712A">
        <w:rPr>
          <w:rFonts w:ascii="Times New Roman" w:hAnsi="Times New Roman"/>
          <w:color w:val="010202"/>
          <w:lang w:val="ru-RU"/>
        </w:rPr>
        <w:t xml:space="preserve">-82 </w:t>
      </w:r>
      <w:r w:rsidRPr="0025712A">
        <w:rPr>
          <w:color w:val="010202"/>
          <w:lang w:val="ru-RU"/>
        </w:rPr>
        <w:t>і ЛХТ</w:t>
      </w:r>
      <w:r w:rsidRPr="0025712A">
        <w:rPr>
          <w:rFonts w:ascii="Times New Roman" w:hAnsi="Times New Roman"/>
          <w:color w:val="010202"/>
          <w:lang w:val="ru-RU"/>
        </w:rPr>
        <w:t xml:space="preserve">-55. </w:t>
      </w:r>
      <w:r w:rsidRPr="0025712A">
        <w:rPr>
          <w:color w:val="010202"/>
          <w:lang w:val="ru-RU"/>
        </w:rPr>
        <w:t xml:space="preserve">Глибина обробітку ґрунту </w:t>
      </w:r>
      <w:r w:rsidRPr="0025712A">
        <w:rPr>
          <w:rFonts w:ascii="Times New Roman" w:hAnsi="Times New Roman"/>
          <w:color w:val="010202"/>
          <w:lang w:val="ru-RU"/>
        </w:rPr>
        <w:t xml:space="preserve">– 15 </w:t>
      </w:r>
      <w:r w:rsidRPr="0025712A">
        <w:rPr>
          <w:color w:val="010202"/>
          <w:lang w:val="ru-RU"/>
        </w:rPr>
        <w:t>см</w:t>
      </w:r>
      <w:r w:rsidRPr="0025712A">
        <w:rPr>
          <w:rFonts w:ascii="Times New Roman" w:hAnsi="Times New Roman"/>
          <w:color w:val="010202"/>
          <w:lang w:val="ru-RU"/>
        </w:rPr>
        <w:t xml:space="preserve">, </w:t>
      </w:r>
      <w:r w:rsidRPr="0025712A">
        <w:rPr>
          <w:color w:val="010202"/>
          <w:lang w:val="ru-RU"/>
        </w:rPr>
        <w:t>шири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на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захвату</w:t>
      </w:r>
      <w:r w:rsidRPr="0025712A">
        <w:rPr>
          <w:color w:val="010202"/>
          <w:spacing w:val="-18"/>
          <w:lang w:val="ru-RU"/>
        </w:rPr>
        <w:t xml:space="preserve"> </w:t>
      </w:r>
      <w:r w:rsidRPr="0025712A">
        <w:rPr>
          <w:color w:val="010202"/>
          <w:lang w:val="ru-RU"/>
        </w:rPr>
        <w:t>фрезерного</w:t>
      </w:r>
      <w:r w:rsidRPr="0025712A">
        <w:rPr>
          <w:color w:val="010202"/>
          <w:spacing w:val="-20"/>
          <w:lang w:val="ru-RU"/>
        </w:rPr>
        <w:t xml:space="preserve"> </w:t>
      </w:r>
      <w:r w:rsidRPr="0025712A">
        <w:rPr>
          <w:color w:val="010202"/>
          <w:lang w:val="ru-RU"/>
        </w:rPr>
        <w:t>барабану</w:t>
      </w:r>
      <w:r w:rsidRPr="0025712A">
        <w:rPr>
          <w:color w:val="010202"/>
          <w:spacing w:val="-18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lang w:val="ru-RU"/>
        </w:rPr>
        <w:t>–</w:t>
      </w:r>
      <w:r w:rsidRPr="0025712A">
        <w:rPr>
          <w:rFonts w:ascii="Times New Roman" w:hAnsi="Times New Roman"/>
          <w:color w:val="010202"/>
          <w:spacing w:val="-14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lang w:val="ru-RU"/>
        </w:rPr>
        <w:t>0,8</w:t>
      </w:r>
      <w:r w:rsidRPr="0025712A">
        <w:rPr>
          <w:rFonts w:ascii="Times New Roman" w:hAnsi="Times New Roman"/>
          <w:color w:val="010202"/>
          <w:spacing w:val="-13"/>
          <w:lang w:val="ru-RU"/>
        </w:rPr>
        <w:t xml:space="preserve"> </w:t>
      </w:r>
      <w:r w:rsidRPr="0025712A">
        <w:rPr>
          <w:color w:val="010202"/>
          <w:lang w:val="ru-RU"/>
        </w:rPr>
        <w:t>см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число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жолудів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що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висіваються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на</w:t>
      </w:r>
      <w:r w:rsidRPr="0025712A">
        <w:rPr>
          <w:color w:val="010202"/>
          <w:spacing w:val="-20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lang w:val="ru-RU"/>
        </w:rPr>
        <w:t>1</w:t>
      </w:r>
      <w:r w:rsidRPr="0025712A">
        <w:rPr>
          <w:rFonts w:ascii="Times New Roman" w:hAnsi="Times New Roman"/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м</w:t>
      </w:r>
      <w:r w:rsidRPr="0025712A">
        <w:rPr>
          <w:color w:val="010202"/>
          <w:spacing w:val="-20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lang w:val="ru-RU"/>
        </w:rPr>
        <w:t xml:space="preserve">– 5-10 </w:t>
      </w:r>
      <w:r w:rsidRPr="0025712A">
        <w:rPr>
          <w:color w:val="010202"/>
          <w:lang w:val="ru-RU"/>
        </w:rPr>
        <w:t>шт</w:t>
      </w:r>
      <w:r w:rsidRPr="0025712A">
        <w:rPr>
          <w:rFonts w:ascii="Times New Roman" w:hAnsi="Times New Roman"/>
          <w:color w:val="010202"/>
          <w:lang w:val="ru-RU"/>
        </w:rPr>
        <w:t xml:space="preserve">. </w:t>
      </w:r>
      <w:r w:rsidRPr="0025712A">
        <w:rPr>
          <w:color w:val="010202"/>
          <w:lang w:val="ru-RU"/>
        </w:rPr>
        <w:t xml:space="preserve">Продуктивність за </w:t>
      </w:r>
      <w:r w:rsidRPr="0025712A">
        <w:rPr>
          <w:rFonts w:ascii="Times New Roman" w:hAnsi="Times New Roman"/>
          <w:color w:val="010202"/>
          <w:lang w:val="ru-RU"/>
        </w:rPr>
        <w:t xml:space="preserve">1 </w:t>
      </w:r>
      <w:r w:rsidRPr="0025712A">
        <w:rPr>
          <w:color w:val="010202"/>
          <w:lang w:val="ru-RU"/>
        </w:rPr>
        <w:t xml:space="preserve">год змінного часу </w:t>
      </w:r>
      <w:r w:rsidRPr="0025712A">
        <w:rPr>
          <w:rFonts w:ascii="Times New Roman" w:hAnsi="Times New Roman"/>
          <w:color w:val="010202"/>
          <w:lang w:val="ru-RU"/>
        </w:rPr>
        <w:t>– 2,5</w:t>
      </w:r>
      <w:r w:rsidRPr="0025712A">
        <w:rPr>
          <w:rFonts w:ascii="Times New Roman" w:hAnsi="Times New Roman"/>
          <w:color w:val="010202"/>
          <w:spacing w:val="-23"/>
          <w:lang w:val="ru-RU"/>
        </w:rPr>
        <w:t xml:space="preserve"> </w:t>
      </w:r>
      <w:r w:rsidRPr="0025712A">
        <w:rPr>
          <w:color w:val="010202"/>
          <w:lang w:val="ru-RU"/>
        </w:rPr>
        <w:t>км</w:t>
      </w:r>
      <w:r w:rsidRPr="0025712A">
        <w:rPr>
          <w:rFonts w:ascii="Times New Roman" w:hAnsi="Times New Roman"/>
          <w:color w:val="010202"/>
          <w:lang w:val="ru-RU"/>
        </w:rPr>
        <w:t>.</w:t>
      </w:r>
    </w:p>
    <w:p w:rsidR="0052441B" w:rsidRPr="0025712A" w:rsidRDefault="0052441B" w:rsidP="0025712A">
      <w:pPr>
        <w:pStyle w:val="BodyText"/>
        <w:spacing w:before="2" w:line="223" w:lineRule="auto"/>
        <w:ind w:right="100" w:firstLine="568"/>
        <w:jc w:val="both"/>
        <w:rPr>
          <w:rFonts w:ascii="Times New Roman" w:hAnsi="Times New Roman"/>
          <w:lang w:val="ru-RU"/>
        </w:rPr>
      </w:pPr>
      <w:r w:rsidRPr="0025712A">
        <w:rPr>
          <w:color w:val="010202"/>
          <w:w w:val="105"/>
          <w:lang w:val="ru-RU"/>
        </w:rPr>
        <w:t>Для</w:t>
      </w:r>
      <w:r w:rsidRPr="0025712A">
        <w:rPr>
          <w:color w:val="010202"/>
          <w:spacing w:val="-24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хімічного</w:t>
      </w:r>
      <w:r w:rsidRPr="0025712A">
        <w:rPr>
          <w:color w:val="010202"/>
          <w:spacing w:val="-23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захисту</w:t>
      </w:r>
      <w:r w:rsidRPr="0025712A">
        <w:rPr>
          <w:color w:val="010202"/>
          <w:spacing w:val="-22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лісу</w:t>
      </w:r>
      <w:r w:rsidRPr="0025712A">
        <w:rPr>
          <w:color w:val="010202"/>
          <w:spacing w:val="-23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від</w:t>
      </w:r>
      <w:r w:rsidRPr="0025712A">
        <w:rPr>
          <w:color w:val="010202"/>
          <w:spacing w:val="-23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шкідливих</w:t>
      </w:r>
      <w:r w:rsidRPr="0025712A">
        <w:rPr>
          <w:color w:val="010202"/>
          <w:spacing w:val="-23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комах</w:t>
      </w:r>
      <w:r w:rsidRPr="0025712A">
        <w:rPr>
          <w:color w:val="010202"/>
          <w:spacing w:val="-24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і</w:t>
      </w:r>
      <w:r w:rsidRPr="0025712A">
        <w:rPr>
          <w:color w:val="010202"/>
          <w:spacing w:val="-22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збудників</w:t>
      </w:r>
      <w:r w:rsidRPr="0025712A">
        <w:rPr>
          <w:color w:val="010202"/>
          <w:spacing w:val="-23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хвороб</w:t>
      </w:r>
      <w:r w:rsidRPr="0025712A">
        <w:rPr>
          <w:rFonts w:ascii="Times New Roman" w:hAnsi="Times New Roman"/>
          <w:color w:val="010202"/>
          <w:w w:val="105"/>
          <w:lang w:val="ru-RU"/>
        </w:rPr>
        <w:t>,</w:t>
      </w:r>
      <w:r w:rsidRPr="0025712A">
        <w:rPr>
          <w:rFonts w:ascii="Times New Roman" w:hAnsi="Times New Roman"/>
          <w:color w:val="010202"/>
          <w:spacing w:val="-19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а</w:t>
      </w:r>
      <w:r w:rsidRPr="0025712A">
        <w:rPr>
          <w:color w:val="010202"/>
          <w:spacing w:val="-22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та</w:t>
      </w:r>
      <w:r w:rsidRPr="0025712A">
        <w:rPr>
          <w:rFonts w:ascii="Times New Roman" w:hAnsi="Times New Roman"/>
          <w:color w:val="010202"/>
          <w:w w:val="105"/>
          <w:lang w:val="ru-RU"/>
        </w:rPr>
        <w:t xml:space="preserve">- </w:t>
      </w:r>
      <w:r w:rsidRPr="0025712A">
        <w:rPr>
          <w:color w:val="010202"/>
          <w:w w:val="95"/>
          <w:lang w:val="ru-RU"/>
        </w:rPr>
        <w:t xml:space="preserve">кож знищення небажаної деревної і чагарникової рослинності при лісовідновленні </w:t>
      </w:r>
      <w:r w:rsidRPr="0025712A">
        <w:rPr>
          <w:color w:val="010202"/>
          <w:lang w:val="ru-RU"/>
        </w:rPr>
        <w:t>і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роботах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по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догляду</w:t>
      </w:r>
      <w:r w:rsidRPr="0025712A">
        <w:rPr>
          <w:color w:val="010202"/>
          <w:spacing w:val="-9"/>
          <w:lang w:val="ru-RU"/>
        </w:rPr>
        <w:t xml:space="preserve"> </w:t>
      </w:r>
      <w:r w:rsidRPr="0025712A">
        <w:rPr>
          <w:color w:val="010202"/>
          <w:lang w:val="ru-RU"/>
        </w:rPr>
        <w:t>за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лісовими</w:t>
      </w:r>
      <w:r w:rsidRPr="0025712A">
        <w:rPr>
          <w:color w:val="010202"/>
          <w:spacing w:val="-9"/>
          <w:lang w:val="ru-RU"/>
        </w:rPr>
        <w:t xml:space="preserve"> </w:t>
      </w:r>
      <w:r w:rsidRPr="0025712A">
        <w:rPr>
          <w:color w:val="010202"/>
          <w:lang w:val="ru-RU"/>
        </w:rPr>
        <w:t>культурами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призначений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обприскувач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лісовий тракторний ОЛТ</w:t>
      </w:r>
      <w:r w:rsidRPr="0025712A">
        <w:rPr>
          <w:rFonts w:ascii="Times New Roman" w:hAnsi="Times New Roman"/>
          <w:color w:val="010202"/>
          <w:lang w:val="ru-RU"/>
        </w:rPr>
        <w:t>-1</w:t>
      </w:r>
      <w:r w:rsidRPr="0025712A">
        <w:rPr>
          <w:color w:val="010202"/>
          <w:lang w:val="ru-RU"/>
        </w:rPr>
        <w:t>А</w:t>
      </w:r>
      <w:r w:rsidRPr="0025712A">
        <w:rPr>
          <w:rFonts w:ascii="Times New Roman" w:hAnsi="Times New Roman"/>
          <w:color w:val="010202"/>
          <w:lang w:val="ru-RU"/>
        </w:rPr>
        <w:t xml:space="preserve">. </w:t>
      </w:r>
      <w:r w:rsidRPr="0025712A">
        <w:rPr>
          <w:color w:val="010202"/>
          <w:lang w:val="ru-RU"/>
        </w:rPr>
        <w:t>Обприскувач агрегатується з трактором ЛХТ</w:t>
      </w:r>
      <w:r w:rsidRPr="0025712A">
        <w:rPr>
          <w:rFonts w:ascii="Times New Roman" w:hAnsi="Times New Roman"/>
          <w:color w:val="010202"/>
          <w:lang w:val="ru-RU"/>
        </w:rPr>
        <w:t xml:space="preserve">-55. </w:t>
      </w:r>
      <w:r w:rsidRPr="0025712A">
        <w:rPr>
          <w:color w:val="010202"/>
          <w:lang w:val="ru-RU"/>
        </w:rPr>
        <w:t xml:space="preserve">Ширина </w:t>
      </w:r>
      <w:r w:rsidRPr="0025712A">
        <w:rPr>
          <w:color w:val="010202"/>
          <w:w w:val="105"/>
          <w:lang w:val="ru-RU"/>
        </w:rPr>
        <w:t>при</w:t>
      </w:r>
      <w:r w:rsidRPr="0025712A">
        <w:rPr>
          <w:color w:val="010202"/>
          <w:spacing w:val="-28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обприскуванні</w:t>
      </w:r>
      <w:r w:rsidRPr="0025712A">
        <w:rPr>
          <w:color w:val="010202"/>
          <w:spacing w:val="-28"/>
          <w:w w:val="105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w w:val="105"/>
          <w:lang w:val="ru-RU"/>
        </w:rPr>
        <w:t>–</w:t>
      </w:r>
      <w:r w:rsidRPr="0025712A">
        <w:rPr>
          <w:rFonts w:ascii="Times New Roman" w:hAnsi="Times New Roman"/>
          <w:color w:val="010202"/>
          <w:spacing w:val="-21"/>
          <w:w w:val="105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w w:val="105"/>
          <w:lang w:val="ru-RU"/>
        </w:rPr>
        <w:t>300</w:t>
      </w:r>
      <w:r w:rsidRPr="0025712A">
        <w:rPr>
          <w:rFonts w:ascii="Times New Roman" w:hAnsi="Times New Roman"/>
          <w:color w:val="010202"/>
          <w:spacing w:val="-24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м</w:t>
      </w:r>
      <w:r w:rsidRPr="0025712A">
        <w:rPr>
          <w:rFonts w:ascii="Times New Roman" w:hAnsi="Times New Roman"/>
          <w:color w:val="010202"/>
          <w:w w:val="105"/>
          <w:lang w:val="ru-RU"/>
        </w:rPr>
        <w:t>,</w:t>
      </w:r>
      <w:r w:rsidRPr="0025712A">
        <w:rPr>
          <w:rFonts w:ascii="Times New Roman" w:hAnsi="Times New Roman"/>
          <w:color w:val="010202"/>
          <w:spacing w:val="-23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а</w:t>
      </w:r>
      <w:r w:rsidRPr="0025712A">
        <w:rPr>
          <w:color w:val="010202"/>
          <w:spacing w:val="-27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при</w:t>
      </w:r>
      <w:r w:rsidRPr="0025712A">
        <w:rPr>
          <w:color w:val="010202"/>
          <w:spacing w:val="-26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ґрунтовій</w:t>
      </w:r>
      <w:r w:rsidRPr="0025712A">
        <w:rPr>
          <w:color w:val="010202"/>
          <w:spacing w:val="-27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ін</w:t>
      </w:r>
      <w:r w:rsidRPr="0025712A">
        <w:rPr>
          <w:rFonts w:ascii="Times New Roman" w:hAnsi="Times New Roman"/>
          <w:color w:val="010202"/>
          <w:w w:val="105"/>
          <w:lang w:val="ru-RU"/>
        </w:rPr>
        <w:t>'</w:t>
      </w:r>
      <w:r w:rsidRPr="0025712A">
        <w:rPr>
          <w:color w:val="010202"/>
          <w:w w:val="105"/>
          <w:lang w:val="ru-RU"/>
        </w:rPr>
        <w:t>єкції</w:t>
      </w:r>
      <w:r w:rsidRPr="0025712A">
        <w:rPr>
          <w:color w:val="010202"/>
          <w:spacing w:val="-28"/>
          <w:w w:val="105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w w:val="105"/>
          <w:lang w:val="ru-RU"/>
        </w:rPr>
        <w:t>0,5-2,0</w:t>
      </w:r>
      <w:r w:rsidRPr="0025712A">
        <w:rPr>
          <w:rFonts w:ascii="Times New Roman" w:hAnsi="Times New Roman"/>
          <w:color w:val="010202"/>
          <w:spacing w:val="-22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м</w:t>
      </w:r>
      <w:r w:rsidRPr="0025712A">
        <w:rPr>
          <w:rFonts w:ascii="Times New Roman" w:hAnsi="Times New Roman"/>
          <w:color w:val="010202"/>
          <w:w w:val="105"/>
          <w:lang w:val="ru-RU"/>
        </w:rPr>
        <w:t>.</w:t>
      </w:r>
      <w:r w:rsidRPr="0025712A">
        <w:rPr>
          <w:rFonts w:ascii="Times New Roman" w:hAnsi="Times New Roman"/>
          <w:color w:val="010202"/>
          <w:spacing w:val="-21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Продуктивність</w:t>
      </w:r>
      <w:r w:rsidRPr="0025712A">
        <w:rPr>
          <w:color w:val="010202"/>
          <w:spacing w:val="-26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за</w:t>
      </w:r>
      <w:r w:rsidRPr="0025712A">
        <w:rPr>
          <w:color w:val="010202"/>
          <w:spacing w:val="-28"/>
          <w:w w:val="105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w w:val="105"/>
          <w:lang w:val="ru-RU"/>
        </w:rPr>
        <w:t xml:space="preserve">1 </w:t>
      </w:r>
      <w:r w:rsidRPr="0025712A">
        <w:rPr>
          <w:color w:val="010202"/>
          <w:w w:val="105"/>
          <w:lang w:val="ru-RU"/>
        </w:rPr>
        <w:t>год</w:t>
      </w:r>
      <w:r w:rsidRPr="0025712A">
        <w:rPr>
          <w:color w:val="010202"/>
          <w:spacing w:val="-12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змінного</w:t>
      </w:r>
      <w:r w:rsidRPr="0025712A">
        <w:rPr>
          <w:color w:val="010202"/>
          <w:spacing w:val="-12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часу</w:t>
      </w:r>
      <w:r w:rsidRPr="0025712A">
        <w:rPr>
          <w:color w:val="010202"/>
          <w:spacing w:val="-12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при</w:t>
      </w:r>
      <w:r w:rsidRPr="0025712A">
        <w:rPr>
          <w:color w:val="010202"/>
          <w:spacing w:val="-13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обприскуванні</w:t>
      </w:r>
      <w:r w:rsidRPr="0025712A">
        <w:rPr>
          <w:color w:val="010202"/>
          <w:spacing w:val="-12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становить</w:t>
      </w:r>
      <w:r w:rsidRPr="0025712A">
        <w:rPr>
          <w:color w:val="010202"/>
          <w:spacing w:val="-12"/>
          <w:w w:val="105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w w:val="105"/>
          <w:lang w:val="ru-RU"/>
        </w:rPr>
        <w:t>5</w:t>
      </w:r>
      <w:r w:rsidRPr="0025712A">
        <w:rPr>
          <w:rFonts w:ascii="Times New Roman" w:hAnsi="Times New Roman"/>
          <w:color w:val="010202"/>
          <w:spacing w:val="-6"/>
          <w:w w:val="105"/>
          <w:lang w:val="ru-RU"/>
        </w:rPr>
        <w:t xml:space="preserve"> </w:t>
      </w:r>
      <w:r w:rsidRPr="0025712A">
        <w:rPr>
          <w:color w:val="010202"/>
          <w:w w:val="105"/>
          <w:lang w:val="ru-RU"/>
        </w:rPr>
        <w:t>га</w:t>
      </w:r>
      <w:r w:rsidRPr="0025712A">
        <w:rPr>
          <w:rFonts w:ascii="Times New Roman" w:hAnsi="Times New Roman"/>
          <w:color w:val="010202"/>
          <w:w w:val="105"/>
          <w:lang w:val="ru-RU"/>
        </w:rPr>
        <w:t>.</w:t>
      </w:r>
    </w:p>
    <w:p w:rsidR="0052441B" w:rsidRPr="0025712A" w:rsidRDefault="0052441B" w:rsidP="0025712A">
      <w:pPr>
        <w:pStyle w:val="BodyText"/>
        <w:spacing w:before="2" w:line="223" w:lineRule="auto"/>
        <w:ind w:right="100" w:firstLine="568"/>
        <w:jc w:val="both"/>
        <w:rPr>
          <w:rFonts w:ascii="Times New Roman" w:hAnsi="Times New Roman"/>
          <w:lang w:val="ru-RU"/>
        </w:rPr>
      </w:pPr>
      <w:r w:rsidRPr="0025712A">
        <w:rPr>
          <w:color w:val="010202"/>
          <w:lang w:val="ru-RU"/>
        </w:rPr>
        <w:t>Механізація робіт догляду за лісом</w:t>
      </w:r>
      <w:r w:rsidRPr="0025712A">
        <w:rPr>
          <w:rFonts w:ascii="Times New Roman" w:hAnsi="Times New Roman"/>
          <w:color w:val="010202"/>
          <w:lang w:val="ru-RU"/>
        </w:rPr>
        <w:t xml:space="preserve">, </w:t>
      </w:r>
      <w:r w:rsidRPr="0025712A">
        <w:rPr>
          <w:color w:val="010202"/>
          <w:lang w:val="ru-RU"/>
        </w:rPr>
        <w:t>і в першу чергу це стосується освіт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лення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6"/>
          <w:lang w:val="ru-RU"/>
        </w:rPr>
        <w:t xml:space="preserve"> </w:t>
      </w:r>
      <w:r w:rsidRPr="0025712A">
        <w:rPr>
          <w:color w:val="010202"/>
          <w:lang w:val="ru-RU"/>
        </w:rPr>
        <w:t>повинна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здійснюватися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продуктивними</w:t>
      </w:r>
      <w:r w:rsidRPr="0025712A">
        <w:rPr>
          <w:color w:val="010202"/>
          <w:spacing w:val="-10"/>
          <w:lang w:val="ru-RU"/>
        </w:rPr>
        <w:t xml:space="preserve"> </w:t>
      </w:r>
      <w:r w:rsidRPr="0025712A">
        <w:rPr>
          <w:color w:val="010202"/>
          <w:lang w:val="ru-RU"/>
        </w:rPr>
        <w:t>кущорізами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5"/>
          <w:lang w:val="ru-RU"/>
        </w:rPr>
        <w:t xml:space="preserve"> </w:t>
      </w:r>
      <w:r w:rsidRPr="0025712A">
        <w:rPr>
          <w:color w:val="010202"/>
          <w:lang w:val="ru-RU"/>
        </w:rPr>
        <w:t>які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начіплюються</w:t>
      </w:r>
      <w:r w:rsidRPr="0025712A">
        <w:rPr>
          <w:color w:val="010202"/>
          <w:spacing w:val="-11"/>
          <w:lang w:val="ru-RU"/>
        </w:rPr>
        <w:t xml:space="preserve"> </w:t>
      </w:r>
      <w:r w:rsidRPr="0025712A">
        <w:rPr>
          <w:color w:val="010202"/>
          <w:lang w:val="ru-RU"/>
        </w:rPr>
        <w:t>на трактори</w:t>
      </w:r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rFonts w:ascii="Times New Roman" w:hAnsi="Times New Roman"/>
          <w:color w:val="010202"/>
          <w:spacing w:val="-2"/>
          <w:lang w:val="ru-RU"/>
        </w:rPr>
        <w:t xml:space="preserve"> </w:t>
      </w:r>
      <w:r w:rsidRPr="0025712A">
        <w:rPr>
          <w:color w:val="010202"/>
          <w:lang w:val="ru-RU"/>
        </w:rPr>
        <w:t>Такими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2"/>
          <w:lang w:val="ru-RU"/>
        </w:rPr>
        <w:t xml:space="preserve"> </w:t>
      </w:r>
      <w:r w:rsidRPr="0025712A">
        <w:rPr>
          <w:color w:val="010202"/>
          <w:lang w:val="ru-RU"/>
        </w:rPr>
        <w:t>на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наш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погляд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2"/>
          <w:lang w:val="ru-RU"/>
        </w:rPr>
        <w:t xml:space="preserve"> </w:t>
      </w:r>
      <w:r w:rsidRPr="0025712A">
        <w:rPr>
          <w:color w:val="010202"/>
          <w:lang w:val="ru-RU"/>
        </w:rPr>
        <w:t>є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кущорізи</w:t>
      </w:r>
      <w:r w:rsidRPr="0025712A">
        <w:rPr>
          <w:rFonts w:ascii="Times New Roman" w:hAnsi="Times New Roman"/>
          <w:color w:val="010202"/>
          <w:lang w:val="ru-RU"/>
        </w:rPr>
        <w:t>-</w:t>
      </w:r>
      <w:r w:rsidRPr="0025712A">
        <w:rPr>
          <w:color w:val="010202"/>
          <w:lang w:val="ru-RU"/>
        </w:rPr>
        <w:t>освітлювачі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КОМ</w:t>
      </w:r>
      <w:r w:rsidRPr="0025712A">
        <w:rPr>
          <w:rFonts w:ascii="Times New Roman" w:hAnsi="Times New Roman"/>
          <w:color w:val="010202"/>
          <w:lang w:val="ru-RU"/>
        </w:rPr>
        <w:t>-2,3</w:t>
      </w:r>
      <w:r w:rsidRPr="0025712A">
        <w:rPr>
          <w:rFonts w:ascii="Times New Roman" w:hAnsi="Times New Roman"/>
          <w:color w:val="010202"/>
          <w:spacing w:val="-1"/>
          <w:lang w:val="ru-RU"/>
        </w:rPr>
        <w:t xml:space="preserve"> </w:t>
      </w:r>
      <w:r w:rsidRPr="0025712A">
        <w:rPr>
          <w:color w:val="010202"/>
          <w:lang w:val="ru-RU"/>
        </w:rPr>
        <w:t>і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КОГ</w:t>
      </w:r>
      <w:r w:rsidRPr="0025712A">
        <w:rPr>
          <w:rFonts w:ascii="Times New Roman" w:hAnsi="Times New Roman"/>
          <w:color w:val="010202"/>
          <w:lang w:val="ru-RU"/>
        </w:rPr>
        <w:t>-2,3.</w:t>
      </w:r>
      <w:r w:rsidRPr="0025712A">
        <w:rPr>
          <w:rFonts w:ascii="Times New Roman" w:hAnsi="Times New Roman"/>
          <w:color w:val="010202"/>
          <w:spacing w:val="-2"/>
          <w:lang w:val="ru-RU"/>
        </w:rPr>
        <w:t xml:space="preserve"> </w:t>
      </w:r>
      <w:r w:rsidRPr="0025712A">
        <w:rPr>
          <w:color w:val="010202"/>
          <w:lang w:val="ru-RU"/>
        </w:rPr>
        <w:t>Пе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>рший</w:t>
      </w:r>
      <w:r w:rsidRPr="0025712A">
        <w:rPr>
          <w:color w:val="010202"/>
          <w:spacing w:val="-8"/>
          <w:lang w:val="ru-RU"/>
        </w:rPr>
        <w:t xml:space="preserve"> </w:t>
      </w:r>
      <w:r w:rsidRPr="0025712A">
        <w:rPr>
          <w:color w:val="010202"/>
          <w:lang w:val="ru-RU"/>
        </w:rPr>
        <w:t>начіплюється</w:t>
      </w:r>
      <w:r w:rsidRPr="0025712A">
        <w:rPr>
          <w:color w:val="010202"/>
          <w:spacing w:val="-9"/>
          <w:lang w:val="ru-RU"/>
        </w:rPr>
        <w:t xml:space="preserve"> </w:t>
      </w:r>
      <w:r w:rsidRPr="0025712A">
        <w:rPr>
          <w:color w:val="010202"/>
          <w:lang w:val="ru-RU"/>
        </w:rPr>
        <w:t>на</w:t>
      </w:r>
      <w:r w:rsidRPr="0025712A">
        <w:rPr>
          <w:color w:val="010202"/>
          <w:spacing w:val="-6"/>
          <w:lang w:val="ru-RU"/>
        </w:rPr>
        <w:t xml:space="preserve"> </w:t>
      </w:r>
      <w:r w:rsidRPr="0025712A">
        <w:rPr>
          <w:color w:val="010202"/>
          <w:lang w:val="ru-RU"/>
        </w:rPr>
        <w:t>трактор</w:t>
      </w:r>
      <w:r w:rsidRPr="0025712A">
        <w:rPr>
          <w:color w:val="010202"/>
          <w:spacing w:val="-6"/>
          <w:lang w:val="ru-RU"/>
        </w:rPr>
        <w:t xml:space="preserve"> </w:t>
      </w:r>
      <w:r w:rsidRPr="0025712A">
        <w:rPr>
          <w:color w:val="010202"/>
          <w:lang w:val="ru-RU"/>
        </w:rPr>
        <w:t>МТЗ</w:t>
      </w:r>
      <w:r w:rsidRPr="0025712A">
        <w:rPr>
          <w:rFonts w:ascii="Times New Roman" w:hAnsi="Times New Roman"/>
          <w:color w:val="010202"/>
          <w:lang w:val="ru-RU"/>
        </w:rPr>
        <w:t>-82,</w:t>
      </w:r>
      <w:r w:rsidRPr="0025712A">
        <w:rPr>
          <w:rFonts w:ascii="Times New Roman" w:hAnsi="Times New Roman"/>
          <w:color w:val="010202"/>
          <w:spacing w:val="-3"/>
          <w:lang w:val="ru-RU"/>
        </w:rPr>
        <w:t xml:space="preserve"> </w:t>
      </w:r>
      <w:r w:rsidRPr="0025712A">
        <w:rPr>
          <w:color w:val="010202"/>
          <w:lang w:val="ru-RU"/>
        </w:rPr>
        <w:t>а</w:t>
      </w:r>
      <w:r w:rsidRPr="0025712A">
        <w:rPr>
          <w:color w:val="010202"/>
          <w:spacing w:val="-6"/>
          <w:lang w:val="ru-RU"/>
        </w:rPr>
        <w:t xml:space="preserve"> </w:t>
      </w:r>
      <w:r w:rsidRPr="0025712A">
        <w:rPr>
          <w:color w:val="010202"/>
          <w:lang w:val="ru-RU"/>
        </w:rPr>
        <w:t>другий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rFonts w:ascii="Times New Roman" w:hAnsi="Times New Roman"/>
          <w:color w:val="010202"/>
          <w:lang w:val="ru-RU"/>
        </w:rPr>
        <w:t>–</w:t>
      </w:r>
      <w:r w:rsidRPr="0025712A">
        <w:rPr>
          <w:rFonts w:ascii="Times New Roman" w:hAnsi="Times New Roman"/>
          <w:color w:val="010202"/>
          <w:spacing w:val="-2"/>
          <w:lang w:val="ru-RU"/>
        </w:rPr>
        <w:t xml:space="preserve"> </w:t>
      </w:r>
      <w:r w:rsidRPr="0025712A">
        <w:rPr>
          <w:color w:val="010202"/>
          <w:lang w:val="ru-RU"/>
        </w:rPr>
        <w:t>на</w:t>
      </w:r>
      <w:r w:rsidRPr="0025712A">
        <w:rPr>
          <w:color w:val="010202"/>
          <w:spacing w:val="-6"/>
          <w:lang w:val="ru-RU"/>
        </w:rPr>
        <w:t xml:space="preserve"> </w:t>
      </w:r>
      <w:r w:rsidRPr="0025712A">
        <w:rPr>
          <w:color w:val="010202"/>
          <w:lang w:val="ru-RU"/>
        </w:rPr>
        <w:t>трактор</w:t>
      </w:r>
      <w:r w:rsidRPr="0025712A">
        <w:rPr>
          <w:color w:val="010202"/>
          <w:spacing w:val="-7"/>
          <w:lang w:val="ru-RU"/>
        </w:rPr>
        <w:t xml:space="preserve"> </w:t>
      </w:r>
      <w:r w:rsidRPr="0025712A">
        <w:rPr>
          <w:color w:val="010202"/>
          <w:lang w:val="ru-RU"/>
        </w:rPr>
        <w:t>ТДТ</w:t>
      </w:r>
      <w:r w:rsidRPr="0025712A">
        <w:rPr>
          <w:rFonts w:ascii="Times New Roman" w:hAnsi="Times New Roman"/>
          <w:color w:val="010202"/>
          <w:lang w:val="ru-RU"/>
        </w:rPr>
        <w:t>-55</w:t>
      </w:r>
      <w:r w:rsidRPr="0025712A">
        <w:rPr>
          <w:color w:val="010202"/>
          <w:lang w:val="ru-RU"/>
        </w:rPr>
        <w:t>А</w:t>
      </w:r>
      <w:r w:rsidRPr="0025712A">
        <w:rPr>
          <w:color w:val="010202"/>
          <w:spacing w:val="-6"/>
          <w:lang w:val="ru-RU"/>
        </w:rPr>
        <w:t xml:space="preserve"> </w:t>
      </w:r>
      <w:r w:rsidRPr="0025712A">
        <w:rPr>
          <w:color w:val="010202"/>
          <w:lang w:val="ru-RU"/>
        </w:rPr>
        <w:t>або</w:t>
      </w:r>
      <w:r w:rsidRPr="0025712A">
        <w:rPr>
          <w:color w:val="010202"/>
          <w:spacing w:val="-6"/>
          <w:lang w:val="ru-RU"/>
        </w:rPr>
        <w:t xml:space="preserve"> </w:t>
      </w:r>
      <w:r w:rsidRPr="0025712A">
        <w:rPr>
          <w:color w:val="010202"/>
          <w:lang w:val="ru-RU"/>
        </w:rPr>
        <w:t>ЛХТ</w:t>
      </w:r>
      <w:r w:rsidRPr="0025712A">
        <w:rPr>
          <w:rFonts w:ascii="Times New Roman" w:hAnsi="Times New Roman"/>
          <w:color w:val="010202"/>
          <w:lang w:val="ru-RU"/>
        </w:rPr>
        <w:t>-</w:t>
      </w:r>
    </w:p>
    <w:p w:rsidR="0052441B" w:rsidRPr="0025712A" w:rsidRDefault="0052441B" w:rsidP="0025712A">
      <w:pPr>
        <w:pStyle w:val="BodyText"/>
        <w:spacing w:line="223" w:lineRule="auto"/>
        <w:ind w:right="100"/>
        <w:jc w:val="both"/>
        <w:rPr>
          <w:rFonts w:ascii="Times New Roman" w:hAnsi="Times New Roman"/>
          <w:lang w:val="ru-RU"/>
        </w:rPr>
      </w:pPr>
      <w:r w:rsidRPr="0025712A">
        <w:rPr>
          <w:rFonts w:ascii="Times New Roman" w:hAnsi="Times New Roman"/>
          <w:color w:val="010202"/>
          <w:lang w:val="ru-RU"/>
        </w:rPr>
        <w:t>55.</w:t>
      </w:r>
      <w:r w:rsidRPr="0025712A">
        <w:rPr>
          <w:rFonts w:ascii="Times New Roman" w:hAnsi="Times New Roman"/>
          <w:color w:val="010202"/>
          <w:spacing w:val="-15"/>
          <w:lang w:val="ru-RU"/>
        </w:rPr>
        <w:t xml:space="preserve"> </w:t>
      </w:r>
      <w:r w:rsidRPr="0025712A">
        <w:rPr>
          <w:color w:val="010202"/>
          <w:lang w:val="ru-RU"/>
        </w:rPr>
        <w:t>Вони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призначені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для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лісогосподарського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догляду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за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лісовими</w:t>
      </w:r>
      <w:r w:rsidRPr="0025712A">
        <w:rPr>
          <w:color w:val="010202"/>
          <w:spacing w:val="-19"/>
          <w:lang w:val="ru-RU"/>
        </w:rPr>
        <w:t xml:space="preserve"> </w:t>
      </w:r>
      <w:r w:rsidRPr="0025712A">
        <w:rPr>
          <w:color w:val="010202"/>
          <w:lang w:val="ru-RU"/>
        </w:rPr>
        <w:t>культурами</w:t>
      </w:r>
      <w:r w:rsidRPr="0025712A">
        <w:rPr>
          <w:rFonts w:ascii="Times New Roman" w:hAnsi="Times New Roman"/>
          <w:color w:val="010202"/>
          <w:lang w:val="ru-RU"/>
        </w:rPr>
        <w:t>,</w:t>
      </w:r>
      <w:r w:rsidRPr="0025712A">
        <w:rPr>
          <w:rFonts w:ascii="Times New Roman" w:hAnsi="Times New Roman"/>
          <w:color w:val="010202"/>
          <w:spacing w:val="-14"/>
          <w:lang w:val="ru-RU"/>
        </w:rPr>
        <w:t xml:space="preserve"> </w:t>
      </w:r>
      <w:r w:rsidRPr="0025712A">
        <w:rPr>
          <w:color w:val="010202"/>
          <w:lang w:val="ru-RU"/>
        </w:rPr>
        <w:t>які створені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рядками</w:t>
      </w:r>
      <w:r w:rsidRPr="0025712A">
        <w:rPr>
          <w:color w:val="010202"/>
          <w:spacing w:val="-21"/>
          <w:lang w:val="ru-RU"/>
        </w:rPr>
        <w:t xml:space="preserve"> </w:t>
      </w:r>
      <w:r w:rsidRPr="0025712A">
        <w:rPr>
          <w:color w:val="010202"/>
          <w:lang w:val="ru-RU"/>
        </w:rPr>
        <w:t>на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вирубках</w:t>
      </w:r>
      <w:r w:rsidRPr="0025712A">
        <w:rPr>
          <w:rFonts w:ascii="Times New Roman" w:hAnsi="Times New Roman"/>
          <w:color w:val="010202"/>
          <w:lang w:val="ru-RU"/>
        </w:rPr>
        <w:t>.</w:t>
      </w:r>
      <w:r w:rsidRPr="0025712A">
        <w:rPr>
          <w:rFonts w:ascii="Times New Roman" w:hAnsi="Times New Roman"/>
          <w:color w:val="010202"/>
          <w:spacing w:val="-16"/>
          <w:lang w:val="ru-RU"/>
        </w:rPr>
        <w:t xml:space="preserve"> </w:t>
      </w:r>
      <w:r w:rsidRPr="0025712A">
        <w:rPr>
          <w:color w:val="010202"/>
          <w:lang w:val="ru-RU"/>
        </w:rPr>
        <w:t>Продуктивність</w:t>
      </w:r>
      <w:r w:rsidRPr="0025712A">
        <w:rPr>
          <w:color w:val="010202"/>
          <w:spacing w:val="-21"/>
          <w:lang w:val="ru-RU"/>
        </w:rPr>
        <w:t xml:space="preserve"> </w:t>
      </w:r>
      <w:r w:rsidRPr="0025712A">
        <w:rPr>
          <w:color w:val="010202"/>
          <w:lang w:val="ru-RU"/>
        </w:rPr>
        <w:t>таких</w:t>
      </w:r>
      <w:r w:rsidRPr="0025712A">
        <w:rPr>
          <w:color w:val="010202"/>
          <w:spacing w:val="-22"/>
          <w:lang w:val="ru-RU"/>
        </w:rPr>
        <w:t xml:space="preserve"> </w:t>
      </w:r>
      <w:r w:rsidRPr="0025712A">
        <w:rPr>
          <w:color w:val="010202"/>
          <w:lang w:val="ru-RU"/>
        </w:rPr>
        <w:t>кущорізів</w:t>
      </w:r>
      <w:r w:rsidRPr="0025712A">
        <w:rPr>
          <w:color w:val="010202"/>
          <w:spacing w:val="-21"/>
          <w:lang w:val="ru-RU"/>
        </w:rPr>
        <w:t xml:space="preserve"> </w:t>
      </w:r>
      <w:r w:rsidRPr="0025712A">
        <w:rPr>
          <w:color w:val="010202"/>
          <w:lang w:val="ru-RU"/>
        </w:rPr>
        <w:t>коливається</w:t>
      </w:r>
      <w:r w:rsidRPr="0025712A">
        <w:rPr>
          <w:color w:val="010202"/>
          <w:spacing w:val="-21"/>
          <w:lang w:val="ru-RU"/>
        </w:rPr>
        <w:t xml:space="preserve"> </w:t>
      </w:r>
      <w:r w:rsidRPr="0025712A">
        <w:rPr>
          <w:color w:val="010202"/>
          <w:lang w:val="ru-RU"/>
        </w:rPr>
        <w:t>в</w:t>
      </w:r>
      <w:r w:rsidRPr="0025712A">
        <w:rPr>
          <w:color w:val="010202"/>
          <w:spacing w:val="-23"/>
          <w:lang w:val="ru-RU"/>
        </w:rPr>
        <w:t xml:space="preserve"> </w:t>
      </w:r>
      <w:r w:rsidRPr="0025712A">
        <w:rPr>
          <w:color w:val="010202"/>
          <w:lang w:val="ru-RU"/>
        </w:rPr>
        <w:t>ме</w:t>
      </w:r>
      <w:r w:rsidRPr="0025712A">
        <w:rPr>
          <w:rFonts w:ascii="Times New Roman" w:hAnsi="Times New Roman"/>
          <w:color w:val="010202"/>
          <w:lang w:val="ru-RU"/>
        </w:rPr>
        <w:t xml:space="preserve">- </w:t>
      </w:r>
      <w:r w:rsidRPr="0025712A">
        <w:rPr>
          <w:color w:val="010202"/>
          <w:lang w:val="ru-RU"/>
        </w:rPr>
        <w:t xml:space="preserve">жах від </w:t>
      </w:r>
      <w:r w:rsidRPr="0025712A">
        <w:rPr>
          <w:rFonts w:ascii="Times New Roman" w:hAnsi="Times New Roman"/>
          <w:color w:val="010202"/>
          <w:lang w:val="ru-RU"/>
        </w:rPr>
        <w:t xml:space="preserve">1,5 </w:t>
      </w:r>
      <w:r w:rsidRPr="0025712A">
        <w:rPr>
          <w:color w:val="010202"/>
          <w:lang w:val="ru-RU"/>
        </w:rPr>
        <w:t xml:space="preserve">до </w:t>
      </w:r>
      <w:r w:rsidRPr="0025712A">
        <w:rPr>
          <w:rFonts w:ascii="Times New Roman" w:hAnsi="Times New Roman"/>
          <w:color w:val="010202"/>
          <w:lang w:val="ru-RU"/>
        </w:rPr>
        <w:t xml:space="preserve">1,8 </w:t>
      </w:r>
      <w:r w:rsidRPr="0025712A">
        <w:rPr>
          <w:color w:val="010202"/>
          <w:lang w:val="ru-RU"/>
        </w:rPr>
        <w:t>км за змінний</w:t>
      </w:r>
      <w:r w:rsidRPr="0025712A">
        <w:rPr>
          <w:color w:val="010202"/>
          <w:spacing w:val="-32"/>
          <w:lang w:val="ru-RU"/>
        </w:rPr>
        <w:t xml:space="preserve"> </w:t>
      </w:r>
      <w:r w:rsidRPr="0025712A">
        <w:rPr>
          <w:color w:val="010202"/>
          <w:lang w:val="ru-RU"/>
        </w:rPr>
        <w:t>час</w:t>
      </w:r>
      <w:r w:rsidRPr="0025712A">
        <w:rPr>
          <w:rFonts w:ascii="Times New Roman" w:hAnsi="Times New Roman"/>
          <w:color w:val="010202"/>
          <w:lang w:val="ru-RU"/>
        </w:rPr>
        <w:t>.</w:t>
      </w:r>
    </w:p>
    <w:p w:rsidR="0052441B" w:rsidRPr="00F048BC" w:rsidRDefault="0052441B" w:rsidP="00F048BC">
      <w:pPr>
        <w:tabs>
          <w:tab w:val="left" w:pos="4077"/>
          <w:tab w:val="left" w:pos="8556"/>
        </w:tabs>
        <w:spacing w:before="168"/>
        <w:ind w:left="208" w:right="355"/>
        <w:rPr>
          <w:rFonts w:ascii="Times New Roman" w:hAnsi="Times New Roman"/>
          <w:sz w:val="17"/>
          <w:lang w:val="ru-RU"/>
        </w:rPr>
      </w:pPr>
    </w:p>
    <w:sectPr w:rsidR="0052441B" w:rsidRPr="00F048BC" w:rsidSect="00F048BC">
      <w:headerReference w:type="default" r:id="rId14"/>
      <w:pgSz w:w="16840" w:h="11900" w:orient="landscape" w:code="9"/>
      <w:pgMar w:top="958" w:right="782" w:bottom="278" w:left="743" w:header="782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41B" w:rsidRDefault="0052441B" w:rsidP="00BC41AD">
      <w:r>
        <w:separator/>
      </w:r>
    </w:p>
  </w:endnote>
  <w:endnote w:type="continuationSeparator" w:id="0">
    <w:p w:rsidR="0052441B" w:rsidRDefault="0052441B" w:rsidP="00BC41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41B" w:rsidRDefault="0052441B" w:rsidP="00BC41AD">
      <w:r>
        <w:separator/>
      </w:r>
    </w:p>
  </w:footnote>
  <w:footnote w:type="continuationSeparator" w:id="0">
    <w:p w:rsidR="0052441B" w:rsidRDefault="0052441B" w:rsidP="00BC41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41B" w:rsidRDefault="0052441B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42ACA"/>
    <w:multiLevelType w:val="hybridMultilevel"/>
    <w:tmpl w:val="B1C2E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92B6B42"/>
    <w:multiLevelType w:val="hybridMultilevel"/>
    <w:tmpl w:val="FFFFFFFF"/>
    <w:lvl w:ilvl="0" w:tplc="42F4139E">
      <w:numFmt w:val="bullet"/>
      <w:lvlText w:val=""/>
      <w:lvlJc w:val="left"/>
      <w:pPr>
        <w:ind w:left="263" w:hanging="186"/>
      </w:pPr>
      <w:rPr>
        <w:rFonts w:ascii="Symbol" w:eastAsia="Times New Roman" w:hAnsi="Symbol" w:hint="default"/>
        <w:color w:val="010202"/>
        <w:w w:val="103"/>
        <w:position w:val="2"/>
        <w:sz w:val="18"/>
      </w:rPr>
    </w:lvl>
    <w:lvl w:ilvl="1" w:tplc="DCBA7BFE">
      <w:start w:val="1"/>
      <w:numFmt w:val="decimal"/>
      <w:lvlText w:val="%2."/>
      <w:lvlJc w:val="left"/>
      <w:pPr>
        <w:ind w:left="106" w:hanging="158"/>
      </w:pPr>
      <w:rPr>
        <w:rFonts w:ascii="Times New Roman" w:eastAsia="Times New Roman" w:hAnsi="Times New Roman" w:cs="Times New Roman" w:hint="default"/>
        <w:b/>
        <w:bCs/>
        <w:color w:val="010202"/>
        <w:spacing w:val="-4"/>
        <w:w w:val="100"/>
        <w:sz w:val="16"/>
        <w:szCs w:val="16"/>
      </w:rPr>
    </w:lvl>
    <w:lvl w:ilvl="2" w:tplc="1AE63B4C">
      <w:numFmt w:val="bullet"/>
      <w:lvlText w:val="•"/>
      <w:lvlJc w:val="left"/>
      <w:pPr>
        <w:ind w:left="54" w:hanging="158"/>
      </w:pPr>
      <w:rPr>
        <w:rFonts w:hint="default"/>
      </w:rPr>
    </w:lvl>
    <w:lvl w:ilvl="3" w:tplc="5826235E">
      <w:numFmt w:val="bullet"/>
      <w:lvlText w:val="•"/>
      <w:lvlJc w:val="left"/>
      <w:pPr>
        <w:ind w:left="-151" w:hanging="158"/>
      </w:pPr>
      <w:rPr>
        <w:rFonts w:hint="default"/>
      </w:rPr>
    </w:lvl>
    <w:lvl w:ilvl="4" w:tplc="4A340360">
      <w:numFmt w:val="bullet"/>
      <w:lvlText w:val="•"/>
      <w:lvlJc w:val="left"/>
      <w:pPr>
        <w:ind w:left="-356" w:hanging="158"/>
      </w:pPr>
      <w:rPr>
        <w:rFonts w:hint="default"/>
      </w:rPr>
    </w:lvl>
    <w:lvl w:ilvl="5" w:tplc="F49E1C90">
      <w:numFmt w:val="bullet"/>
      <w:lvlText w:val="•"/>
      <w:lvlJc w:val="left"/>
      <w:pPr>
        <w:ind w:left="-561" w:hanging="158"/>
      </w:pPr>
      <w:rPr>
        <w:rFonts w:hint="default"/>
      </w:rPr>
    </w:lvl>
    <w:lvl w:ilvl="6" w:tplc="3C96C9FA">
      <w:numFmt w:val="bullet"/>
      <w:lvlText w:val="•"/>
      <w:lvlJc w:val="left"/>
      <w:pPr>
        <w:ind w:left="-766" w:hanging="158"/>
      </w:pPr>
      <w:rPr>
        <w:rFonts w:hint="default"/>
      </w:rPr>
    </w:lvl>
    <w:lvl w:ilvl="7" w:tplc="23A0F64A">
      <w:numFmt w:val="bullet"/>
      <w:lvlText w:val="•"/>
      <w:lvlJc w:val="left"/>
      <w:pPr>
        <w:ind w:left="-971" w:hanging="158"/>
      </w:pPr>
      <w:rPr>
        <w:rFonts w:hint="default"/>
      </w:rPr>
    </w:lvl>
    <w:lvl w:ilvl="8" w:tplc="157A3C0E">
      <w:numFmt w:val="bullet"/>
      <w:lvlText w:val="•"/>
      <w:lvlJc w:val="left"/>
      <w:pPr>
        <w:ind w:left="-1176" w:hanging="158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1AD"/>
    <w:rsid w:val="0025712A"/>
    <w:rsid w:val="0052441B"/>
    <w:rsid w:val="00664760"/>
    <w:rsid w:val="00BC41AD"/>
    <w:rsid w:val="00C44FB8"/>
    <w:rsid w:val="00F04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metricconverter"/>
  <w:shapeDefaults>
    <o:shapedefaults v:ext="edit" spidmax="10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1AD"/>
    <w:pPr>
      <w:widowControl w:val="0"/>
      <w:autoSpaceDE w:val="0"/>
      <w:autoSpaceDN w:val="0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BC41AD"/>
    <w:pPr>
      <w:ind w:left="191"/>
      <w:outlineLvl w:val="0"/>
    </w:pPr>
    <w:rPr>
      <w:sz w:val="20"/>
      <w:szCs w:val="20"/>
    </w:rPr>
  </w:style>
  <w:style w:type="paragraph" w:styleId="Heading2">
    <w:name w:val="heading 2"/>
    <w:basedOn w:val="Normal"/>
    <w:link w:val="Heading2Char"/>
    <w:uiPriority w:val="99"/>
    <w:qFormat/>
    <w:rsid w:val="00BC41AD"/>
    <w:pPr>
      <w:ind w:left="1185" w:right="9400" w:hanging="90"/>
      <w:outlineLvl w:val="1"/>
    </w:pPr>
    <w:rPr>
      <w:sz w:val="19"/>
      <w:szCs w:val="19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9E2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09E2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BC41AD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809E2"/>
    <w:rPr>
      <w:rFonts w:ascii="Arial" w:hAnsi="Arial" w:cs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BC41AD"/>
  </w:style>
  <w:style w:type="paragraph" w:customStyle="1" w:styleId="TableParagraph">
    <w:name w:val="Table Paragraph"/>
    <w:basedOn w:val="Normal"/>
    <w:uiPriority w:val="99"/>
    <w:rsid w:val="00BC41AD"/>
    <w:pPr>
      <w:ind w:left="71"/>
    </w:pPr>
  </w:style>
  <w:style w:type="paragraph" w:styleId="Header">
    <w:name w:val="header"/>
    <w:basedOn w:val="Normal"/>
    <w:link w:val="HeaderChar"/>
    <w:uiPriority w:val="99"/>
    <w:rsid w:val="00F048B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09E2"/>
    <w:rPr>
      <w:rFonts w:ascii="Arial" w:hAnsi="Arial" w:cs="Arial"/>
      <w:lang w:val="en-US" w:eastAsia="en-US"/>
    </w:rPr>
  </w:style>
  <w:style w:type="paragraph" w:styleId="Footer">
    <w:name w:val="footer"/>
    <w:basedOn w:val="Normal"/>
    <w:link w:val="FooterChar"/>
    <w:uiPriority w:val="99"/>
    <w:rsid w:val="00F048B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09E2"/>
    <w:rPr>
      <w:rFonts w:ascii="Arial" w:hAnsi="Arial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nv@forest.lvi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5</Pages>
  <Words>1741</Words>
  <Characters>9924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nv_11_2.pdf</dc:title>
  <dc:subject/>
  <dc:creator>GMC1</dc:creator>
  <cp:keywords/>
  <dc:description/>
  <cp:lastModifiedBy>Admin</cp:lastModifiedBy>
  <cp:revision>2</cp:revision>
  <dcterms:created xsi:type="dcterms:W3CDTF">2019-03-12T11:17:00Z</dcterms:created>
  <dcterms:modified xsi:type="dcterms:W3CDTF">2019-03-12T11:17:00Z</dcterms:modified>
</cp:coreProperties>
</file>