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0A" w:rsidRPr="00612B4A" w:rsidRDefault="00CC120A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CC120A" w:rsidRPr="00D06D14" w:rsidRDefault="00CC120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C120A" w:rsidRPr="00D06D14" w:rsidRDefault="00CC120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CC120A" w:rsidRPr="00CC2FDB" w:rsidRDefault="00CC120A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C120A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120A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  </w:t>
      </w:r>
      <w:r w:rsidRPr="00B2631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Нові і</w:t>
      </w:r>
      <w:r w:rsidRPr="00811E8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нформаційні технології</w:t>
      </w:r>
    </w:p>
    <w:p w:rsidR="00CC120A" w:rsidRPr="00811E86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Дошкільна освіта</w:t>
      </w:r>
    </w:p>
    <w:p w:rsidR="00CC120A" w:rsidRPr="00811E86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Pr="00811E86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акалавр</w:t>
      </w:r>
    </w:p>
    <w:p w:rsidR="00CC120A" w:rsidRPr="006F072A" w:rsidRDefault="00CC120A" w:rsidP="00D63A7E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CC120A" w:rsidRPr="006F072A" w:rsidRDefault="00CC120A" w:rsidP="00D63A7E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CC120A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CC120A" w:rsidRPr="00E57D19" w:rsidRDefault="00CC1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CC120A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CC120A" w:rsidRPr="005D25DA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120A" w:rsidRPr="000E7762" w:rsidRDefault="00CC120A" w:rsidP="00E57D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E7762">
        <w:rPr>
          <w:rFonts w:ascii="Times New Roman" w:hAnsi="Times New Roman" w:cs="Times New Roman"/>
          <w:sz w:val="28"/>
          <w:szCs w:val="28"/>
          <w:lang w:val="uk-UA"/>
        </w:rPr>
        <w:t>1.  Типи баз даних</w:t>
      </w:r>
    </w:p>
    <w:p w:rsidR="00CC120A" w:rsidRPr="000E7762" w:rsidRDefault="00CC120A" w:rsidP="00E57D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E7762">
        <w:rPr>
          <w:rFonts w:ascii="Times New Roman" w:hAnsi="Times New Roman" w:cs="Times New Roman"/>
          <w:sz w:val="28"/>
          <w:szCs w:val="28"/>
          <w:lang w:val="uk-UA"/>
        </w:rPr>
        <w:t>2.  Системи управління базами даних</w:t>
      </w:r>
    </w:p>
    <w:p w:rsidR="00CC120A" w:rsidRDefault="00CC120A" w:rsidP="00E57D1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E7762">
        <w:rPr>
          <w:rFonts w:ascii="Times New Roman" w:hAnsi="Times New Roman" w:cs="Times New Roman"/>
          <w:sz w:val="28"/>
          <w:szCs w:val="28"/>
          <w:lang w:val="uk-UA"/>
        </w:rPr>
        <w:t>3.  Мова структурованих запитів до баз даних (SQL)</w:t>
      </w:r>
      <w:r w:rsidRPr="004176D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CC120A" w:rsidRPr="00E57D19" w:rsidRDefault="00CC120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C120A" w:rsidRPr="00177E81" w:rsidRDefault="00CC120A">
      <w:pPr>
        <w:rPr>
          <w:rFonts w:ascii="Times New Roman" w:hAnsi="Times New Roman" w:cs="Times New Roman"/>
          <w:sz w:val="20"/>
          <w:szCs w:val="20"/>
        </w:rPr>
      </w:pPr>
    </w:p>
    <w:p w:rsidR="00CC120A" w:rsidRPr="00B6780C" w:rsidRDefault="00CC120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CC120A" w:rsidRPr="00B6780C" w:rsidRDefault="00CC120A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CC120A" w:rsidRDefault="00CC120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CC120A" w:rsidSect="0086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0E7762"/>
    <w:rsid w:val="001101E0"/>
    <w:rsid w:val="00111406"/>
    <w:rsid w:val="00114E9C"/>
    <w:rsid w:val="00157B9D"/>
    <w:rsid w:val="00161C6C"/>
    <w:rsid w:val="001631CD"/>
    <w:rsid w:val="0017565B"/>
    <w:rsid w:val="00177E81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3C74A5"/>
    <w:rsid w:val="004176D9"/>
    <w:rsid w:val="004202FA"/>
    <w:rsid w:val="00434EED"/>
    <w:rsid w:val="004630F7"/>
    <w:rsid w:val="00490145"/>
    <w:rsid w:val="00523F49"/>
    <w:rsid w:val="00553583"/>
    <w:rsid w:val="005C1BF7"/>
    <w:rsid w:val="005D25DA"/>
    <w:rsid w:val="00612B4A"/>
    <w:rsid w:val="006C08AA"/>
    <w:rsid w:val="006C519F"/>
    <w:rsid w:val="006F072A"/>
    <w:rsid w:val="00710C5F"/>
    <w:rsid w:val="00730F12"/>
    <w:rsid w:val="00734729"/>
    <w:rsid w:val="0075036D"/>
    <w:rsid w:val="007621B8"/>
    <w:rsid w:val="007A69F0"/>
    <w:rsid w:val="007B4B53"/>
    <w:rsid w:val="007E4385"/>
    <w:rsid w:val="00811E86"/>
    <w:rsid w:val="00831761"/>
    <w:rsid w:val="008401BE"/>
    <w:rsid w:val="00867007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6AAA"/>
    <w:rsid w:val="00B16AC3"/>
    <w:rsid w:val="00B26311"/>
    <w:rsid w:val="00B41B48"/>
    <w:rsid w:val="00B41E81"/>
    <w:rsid w:val="00B45623"/>
    <w:rsid w:val="00B6780C"/>
    <w:rsid w:val="00B820EA"/>
    <w:rsid w:val="00B92B78"/>
    <w:rsid w:val="00BD6EDA"/>
    <w:rsid w:val="00C0490B"/>
    <w:rsid w:val="00C93182"/>
    <w:rsid w:val="00CC120A"/>
    <w:rsid w:val="00CC1223"/>
    <w:rsid w:val="00CC2FDB"/>
    <w:rsid w:val="00CD55D3"/>
    <w:rsid w:val="00CF7BE3"/>
    <w:rsid w:val="00D06D14"/>
    <w:rsid w:val="00D430D7"/>
    <w:rsid w:val="00D538A4"/>
    <w:rsid w:val="00D63A7E"/>
    <w:rsid w:val="00D90F53"/>
    <w:rsid w:val="00DB0613"/>
    <w:rsid w:val="00DB4320"/>
    <w:rsid w:val="00DD7C7B"/>
    <w:rsid w:val="00DF0065"/>
    <w:rsid w:val="00E05E29"/>
    <w:rsid w:val="00E57D19"/>
    <w:rsid w:val="00E65F23"/>
    <w:rsid w:val="00EF216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1756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10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179</Words>
  <Characters>1023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Юра</cp:lastModifiedBy>
  <cp:revision>12</cp:revision>
  <dcterms:created xsi:type="dcterms:W3CDTF">2019-03-28T15:33:00Z</dcterms:created>
  <dcterms:modified xsi:type="dcterms:W3CDTF">2019-06-24T09:31:00Z</dcterms:modified>
</cp:coreProperties>
</file>