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EE" w:rsidRPr="00612B4A" w:rsidRDefault="00EC5DEE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EC5DEE" w:rsidRDefault="00EC5DEE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C5DEE" w:rsidRDefault="00EC5DEE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EC5DEE" w:rsidRPr="00CC2FDB" w:rsidRDefault="00EC5DEE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C5DEE" w:rsidRDefault="00EC5DEE">
      <w:pPr>
        <w:rPr>
          <w:rFonts w:ascii="Times New Roman" w:hAnsi="Times New Roman"/>
          <w:sz w:val="28"/>
          <w:szCs w:val="28"/>
          <w:lang w:val="uk-UA"/>
        </w:rPr>
      </w:pPr>
    </w:p>
    <w:p w:rsidR="00EC5DEE" w:rsidRDefault="00EC5DE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__Математика фінансів і фінансова звітність_________________</w:t>
      </w:r>
    </w:p>
    <w:p w:rsidR="00EC5DEE" w:rsidRDefault="00EC5DE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інститут: кафедра математичного і функціонального аналізу/ Факультет математики та інформатики</w:t>
      </w:r>
    </w:p>
    <w:p w:rsidR="00EC5DEE" w:rsidRDefault="00EC5DE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Кравців Вікторія Василівна</w:t>
      </w:r>
    </w:p>
    <w:p w:rsidR="00EC5DEE" w:rsidRPr="00612B4A" w:rsidRDefault="00EC5D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EC5DEE" w:rsidRPr="00E17AB3" w:rsidRDefault="00EC5DEE">
      <w:pPr>
        <w:rPr>
          <w:rFonts w:ascii="Times New Roman" w:hAnsi="Times New Roman"/>
          <w:sz w:val="28"/>
          <w:szCs w:val="28"/>
          <w:lang w:val="uk-UA"/>
        </w:rPr>
      </w:pPr>
      <w:r w:rsidRPr="00245FFD">
        <w:rPr>
          <w:rFonts w:ascii="Times New Roman" w:hAnsi="Times New Roman"/>
          <w:sz w:val="28"/>
          <w:szCs w:val="28"/>
          <w:lang w:val="uk-UA"/>
        </w:rPr>
        <w:t>1</w:t>
      </w:r>
      <w:r w:rsidRPr="00E17A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17AB3">
        <w:rPr>
          <w:rFonts w:ascii="Times New Roman" w:hAnsi="Times New Roman"/>
          <w:bCs/>
          <w:sz w:val="28"/>
          <w:szCs w:val="28"/>
        </w:rPr>
        <w:t>Голов С. Ф., Костюченко В. М.</w:t>
      </w:r>
      <w:r w:rsidRPr="00E17AB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17AB3">
        <w:rPr>
          <w:rFonts w:ascii="Times New Roman" w:hAnsi="Times New Roman"/>
          <w:sz w:val="28"/>
          <w:szCs w:val="28"/>
        </w:rPr>
        <w:t>Бухгалтерський облік та фінансова звітність за міжнародними стандартами : практичний посібник. - Київ : Лібра, 2004. - 880 c.</w:t>
      </w:r>
    </w:p>
    <w:p w:rsidR="00EC5DEE" w:rsidRPr="00E17AB3" w:rsidRDefault="00EC5DEE">
      <w:pPr>
        <w:rPr>
          <w:rFonts w:ascii="Times New Roman" w:hAnsi="Times New Roman"/>
          <w:sz w:val="28"/>
          <w:szCs w:val="28"/>
          <w:lang w:val="uk-UA"/>
        </w:rPr>
      </w:pPr>
      <w:r w:rsidRPr="00E17AB3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E17AB3">
        <w:rPr>
          <w:rFonts w:ascii="Times New Roman" w:hAnsi="Times New Roman"/>
          <w:bCs/>
          <w:sz w:val="28"/>
          <w:szCs w:val="28"/>
        </w:rPr>
        <w:t>Коваленко Д. І., Венгер В. В.</w:t>
      </w:r>
      <w:r w:rsidRPr="00E17AB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17AB3">
        <w:rPr>
          <w:rFonts w:ascii="Times New Roman" w:hAnsi="Times New Roman"/>
          <w:sz w:val="28"/>
          <w:szCs w:val="28"/>
        </w:rPr>
        <w:t>Фінанси, гроші та кредит: теорія та практика : навчальний посібник. - Київ : ЦУЛ, 2013. - 578 c.</w:t>
      </w:r>
    </w:p>
    <w:p w:rsidR="00EC5DEE" w:rsidRPr="00E17AB3" w:rsidRDefault="00EC5DE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E17A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17AB3">
        <w:rPr>
          <w:rFonts w:ascii="Times New Roman" w:hAnsi="Times New Roman"/>
          <w:bCs/>
          <w:sz w:val="28"/>
          <w:szCs w:val="28"/>
        </w:rPr>
        <w:t>Любенко Н. М.</w:t>
      </w:r>
      <w:r w:rsidRPr="00E17AB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17AB3">
        <w:rPr>
          <w:rFonts w:ascii="Times New Roman" w:hAnsi="Times New Roman"/>
          <w:sz w:val="28"/>
          <w:szCs w:val="28"/>
        </w:rPr>
        <w:t>Фінанси підприємств : навчальний посібник. - Київ : ЦУЛ, 2009. - 264 c.</w:t>
      </w:r>
    </w:p>
    <w:p w:rsidR="00EC5DEE" w:rsidRPr="00E17AB3" w:rsidRDefault="00EC5DE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E17A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17AB3">
        <w:rPr>
          <w:rFonts w:ascii="Times New Roman" w:hAnsi="Times New Roman"/>
          <w:bCs/>
          <w:sz w:val="28"/>
          <w:szCs w:val="28"/>
          <w:lang w:val="uk-UA"/>
        </w:rPr>
        <w:t xml:space="preserve">Мендела І. Я. </w:t>
      </w:r>
      <w:r w:rsidRPr="00E17AB3">
        <w:rPr>
          <w:rFonts w:ascii="Times New Roman" w:hAnsi="Times New Roman"/>
          <w:sz w:val="28"/>
          <w:szCs w:val="28"/>
          <w:lang w:val="uk-UA"/>
        </w:rPr>
        <w:t xml:space="preserve">Фінанси підприємств : курс лекцій. - Івано-Франківськ : ПНУ, 2014. - 67 </w:t>
      </w:r>
      <w:r w:rsidRPr="00E17AB3">
        <w:rPr>
          <w:rFonts w:ascii="Times New Roman" w:hAnsi="Times New Roman"/>
          <w:sz w:val="28"/>
          <w:szCs w:val="28"/>
        </w:rPr>
        <w:t>c</w:t>
      </w:r>
      <w:r w:rsidRPr="00E17AB3">
        <w:rPr>
          <w:rFonts w:ascii="Times New Roman" w:hAnsi="Times New Roman"/>
          <w:sz w:val="28"/>
          <w:szCs w:val="28"/>
          <w:lang w:val="uk-UA"/>
        </w:rPr>
        <w:t>.</w:t>
      </w:r>
    </w:p>
    <w:p w:rsidR="00EC5DEE" w:rsidRPr="00E17AB3" w:rsidRDefault="00EC5DE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E17A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17AB3">
        <w:rPr>
          <w:rFonts w:ascii="Times New Roman" w:hAnsi="Times New Roman"/>
          <w:bCs/>
          <w:sz w:val="28"/>
          <w:szCs w:val="28"/>
        </w:rPr>
        <w:t>Ткачук І. Г.</w:t>
      </w:r>
      <w:r w:rsidRPr="00E17AB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17AB3">
        <w:rPr>
          <w:rFonts w:ascii="Times New Roman" w:hAnsi="Times New Roman"/>
          <w:sz w:val="28"/>
          <w:szCs w:val="28"/>
        </w:rPr>
        <w:t>Державні фінанси : підручник. - Івано-Франківськ : ПНУ, 2015. - 510 c.</w:t>
      </w:r>
    </w:p>
    <w:p w:rsidR="00EC5DEE" w:rsidRPr="00245FFD" w:rsidRDefault="00EC5DEE">
      <w:pPr>
        <w:rPr>
          <w:rFonts w:ascii="Times New Roman" w:hAnsi="Times New Roman"/>
          <w:sz w:val="28"/>
          <w:szCs w:val="28"/>
          <w:lang w:val="uk-UA"/>
        </w:rPr>
      </w:pPr>
      <w:r w:rsidRPr="00245FFD">
        <w:rPr>
          <w:rFonts w:ascii="Times New Roman" w:hAnsi="Times New Roman"/>
          <w:sz w:val="28"/>
          <w:szCs w:val="28"/>
          <w:lang w:val="uk-UA"/>
        </w:rPr>
        <w:t>2. Список підручників, яких немає у електронному каталозі (електронні варіанти додаються)</w:t>
      </w:r>
    </w:p>
    <w:p w:rsidR="00EC5DEE" w:rsidRDefault="00EC5DEE" w:rsidP="00E17AB3">
      <w:pPr>
        <w:rPr>
          <w:rFonts w:ascii="Times New Roman" w:hAnsi="Times New Roman"/>
          <w:sz w:val="28"/>
          <w:szCs w:val="28"/>
          <w:lang w:val="uk-UA"/>
        </w:rPr>
      </w:pPr>
      <w:r w:rsidRPr="00245FFD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17AB3">
        <w:rPr>
          <w:rFonts w:ascii="Times New Roman" w:hAnsi="Times New Roman"/>
          <w:sz w:val="28"/>
          <w:szCs w:val="28"/>
          <w:lang w:val="uk-UA"/>
        </w:rPr>
        <w:t>Молдавська О. В. Ф</w:t>
      </w:r>
      <w:r>
        <w:rPr>
          <w:rFonts w:ascii="Times New Roman" w:hAnsi="Times New Roman"/>
          <w:sz w:val="28"/>
          <w:szCs w:val="28"/>
          <w:lang w:val="uk-UA"/>
        </w:rPr>
        <w:t xml:space="preserve">інансова математика. – </w:t>
      </w:r>
      <w:r w:rsidRPr="00E17AB3">
        <w:rPr>
          <w:rFonts w:ascii="Times New Roman" w:hAnsi="Times New Roman"/>
          <w:sz w:val="28"/>
          <w:szCs w:val="28"/>
          <w:lang w:val="uk-UA"/>
        </w:rPr>
        <w:t>Харків. Вид. ХНЕУ, 2008</w:t>
      </w:r>
      <w:r>
        <w:rPr>
          <w:rFonts w:ascii="Times New Roman" w:hAnsi="Times New Roman"/>
          <w:sz w:val="28"/>
          <w:szCs w:val="28"/>
          <w:lang w:val="uk-UA"/>
        </w:rPr>
        <w:t xml:space="preserve"> – 77с.</w:t>
      </w:r>
    </w:p>
    <w:p w:rsidR="00EC5DEE" w:rsidRDefault="00EC5DEE" w:rsidP="00E17AB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Пономаренко О.І. та ін.. Сучасний економічний аналіз Ч.1. Мікроекономіка./Перестюк М.О, Бурим В.М. – К.: Вища школа, 2004 – 262 с.</w:t>
      </w:r>
    </w:p>
    <w:p w:rsidR="00EC5DEE" w:rsidRPr="00E17AB3" w:rsidRDefault="00EC5DEE" w:rsidP="00E17AB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Козьменко О.В. «4Р» маркетингу страхових компаній. – Суми: «Університетська книга», 2014 – 432 с.</w:t>
      </w:r>
    </w:p>
    <w:p w:rsidR="00EC5DEE" w:rsidRPr="00766EBF" w:rsidRDefault="00EC5DE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-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@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.</w:t>
        </w:r>
        <w:r w:rsidRPr="00B6780C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C5DEE" w:rsidRDefault="00EC5DEE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EC5DEE" w:rsidRPr="00B6780C" w:rsidRDefault="00EC5DEE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EC5DEE" w:rsidRPr="00B6780C" w:rsidRDefault="00EC5DEE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EC5DEE" w:rsidRDefault="00EC5DEE">
      <w:pPr>
        <w:rPr>
          <w:rFonts w:ascii="Times New Roman" w:hAnsi="Times New Roman"/>
          <w:sz w:val="28"/>
          <w:szCs w:val="28"/>
          <w:lang w:val="uk-UA"/>
        </w:rPr>
      </w:pPr>
    </w:p>
    <w:sectPr w:rsidR="00EC5DEE" w:rsidSect="00E21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FAC1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1A06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AAAB6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FAAEC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A6A2F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8449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76BB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C036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CE5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E4C63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76886"/>
    <w:rsid w:val="000E0EAA"/>
    <w:rsid w:val="000E2877"/>
    <w:rsid w:val="00111406"/>
    <w:rsid w:val="00114E9C"/>
    <w:rsid w:val="00157B9D"/>
    <w:rsid w:val="001622A3"/>
    <w:rsid w:val="0022718B"/>
    <w:rsid w:val="00245FFD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15342"/>
    <w:rsid w:val="00523F49"/>
    <w:rsid w:val="00553583"/>
    <w:rsid w:val="00575CCA"/>
    <w:rsid w:val="005C1BF7"/>
    <w:rsid w:val="005E4FC3"/>
    <w:rsid w:val="00612B4A"/>
    <w:rsid w:val="006C08AA"/>
    <w:rsid w:val="006E7746"/>
    <w:rsid w:val="0075036D"/>
    <w:rsid w:val="007621B8"/>
    <w:rsid w:val="00766EBF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17FD"/>
    <w:rsid w:val="00B16AC3"/>
    <w:rsid w:val="00B41E81"/>
    <w:rsid w:val="00B6780C"/>
    <w:rsid w:val="00B820EA"/>
    <w:rsid w:val="00B92B78"/>
    <w:rsid w:val="00BD6EDA"/>
    <w:rsid w:val="00C0490B"/>
    <w:rsid w:val="00C91889"/>
    <w:rsid w:val="00C93182"/>
    <w:rsid w:val="00CC1223"/>
    <w:rsid w:val="00CC2FDB"/>
    <w:rsid w:val="00D430D7"/>
    <w:rsid w:val="00D63D93"/>
    <w:rsid w:val="00D734CF"/>
    <w:rsid w:val="00D90F53"/>
    <w:rsid w:val="00DB0613"/>
    <w:rsid w:val="00DD7C7B"/>
    <w:rsid w:val="00E17AB3"/>
    <w:rsid w:val="00E217C6"/>
    <w:rsid w:val="00E65F23"/>
    <w:rsid w:val="00EC5DEE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7C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766EB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298</Words>
  <Characters>1701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Admin</cp:lastModifiedBy>
  <cp:revision>3</cp:revision>
  <dcterms:created xsi:type="dcterms:W3CDTF">2017-11-09T07:47:00Z</dcterms:created>
  <dcterms:modified xsi:type="dcterms:W3CDTF">2017-11-09T08:19:00Z</dcterms:modified>
</cp:coreProperties>
</file>