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BE8" w:rsidRPr="00612B4A" w:rsidRDefault="00222BE8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222BE8" w:rsidRPr="00D06D14" w:rsidRDefault="00222BE8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222BE8" w:rsidRPr="00D06D14" w:rsidRDefault="00222BE8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222BE8" w:rsidRPr="00CC2FDB" w:rsidRDefault="00222BE8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222BE8" w:rsidRDefault="00222BE8">
      <w:pPr>
        <w:rPr>
          <w:rFonts w:ascii="Times New Roman" w:hAnsi="Times New Roman"/>
          <w:sz w:val="28"/>
          <w:szCs w:val="28"/>
          <w:lang w:val="uk-UA"/>
        </w:rPr>
      </w:pPr>
    </w:p>
    <w:p w:rsidR="00222BE8" w:rsidRPr="00CE1DB0" w:rsidRDefault="00222BE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Pr="00E23C3A">
        <w:rPr>
          <w:rFonts w:ascii="Times New Roman" w:hAnsi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sz w:val="28"/>
          <w:szCs w:val="28"/>
          <w:lang w:val="uk-UA"/>
        </w:rPr>
        <w:t>Практикум перекладу</w:t>
      </w:r>
      <w:r w:rsidRPr="00E23C3A">
        <w:rPr>
          <w:rFonts w:ascii="Times New Roman" w:hAnsi="Times New Roman"/>
          <w:b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Спеціальність міжнародні відносини,  курс 1, 2</w:t>
      </w:r>
    </w:p>
    <w:p w:rsidR="00222BE8" w:rsidRDefault="00222BE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ОР</w:t>
      </w:r>
      <w:r w:rsidRPr="005035BC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МАГІСТР</w:t>
      </w:r>
    </w:p>
    <w:p w:rsidR="00222BE8" w:rsidRDefault="00222BE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іноземних мов і перекладу </w:t>
      </w:r>
    </w:p>
    <w:p w:rsidR="00222BE8" w:rsidRDefault="00222BE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факультет /інститут історії, політології і міжнародних відносин</w:t>
      </w:r>
    </w:p>
    <w:p w:rsidR="00222BE8" w:rsidRDefault="00222BE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b/>
          <w:sz w:val="28"/>
          <w:szCs w:val="28"/>
          <w:lang w:val="uk-UA"/>
        </w:rPr>
        <w:t>Семак Оксана Іванівна</w:t>
      </w:r>
    </w:p>
    <w:p w:rsidR="00222BE8" w:rsidRPr="005035BC" w:rsidRDefault="00222BE8">
      <w:pPr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E23C3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oksem@meta.ua</w:t>
      </w:r>
    </w:p>
    <w:p w:rsidR="00222BE8" w:rsidRPr="005D25DA" w:rsidRDefault="00222BE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текстів:</w:t>
      </w:r>
    </w:p>
    <w:p w:rsidR="00222BE8" w:rsidRPr="00632BBD" w:rsidRDefault="00222BE8" w:rsidP="00632BBD">
      <w:pPr>
        <w:pStyle w:val="BodyText"/>
        <w:widowControl w:val="0"/>
        <w:numPr>
          <w:ilvl w:val="0"/>
          <w:numId w:val="1"/>
        </w:numPr>
        <w:tabs>
          <w:tab w:val="left" w:pos="475"/>
        </w:tabs>
        <w:autoSpaceDE w:val="0"/>
        <w:autoSpaceDN w:val="0"/>
        <w:adjustRightInd w:val="0"/>
        <w:spacing w:after="0" w:line="240" w:lineRule="auto"/>
        <w:ind w:left="142" w:right="7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>Кальниченко О.А. Теорія перекладу. Довідник. – Харків: Видавництво НУА, 1997. – 65 с.</w:t>
      </w:r>
      <w:r w:rsidRPr="00632BBD">
        <w:rPr>
          <w:rFonts w:ascii="Times New Roman" w:hAnsi="Times New Roman"/>
          <w:color w:val="231F20"/>
          <w:sz w:val="24"/>
          <w:szCs w:val="24"/>
        </w:rPr>
        <w:t xml:space="preserve"> </w:t>
      </w:r>
      <w:r>
        <w:rPr>
          <w:rFonts w:ascii="Times New Roman" w:hAnsi="Times New Roman"/>
          <w:color w:val="231F20"/>
          <w:sz w:val="24"/>
          <w:szCs w:val="24"/>
        </w:rPr>
        <w:t>[Електронний ресурс].</w:t>
      </w:r>
    </w:p>
    <w:p w:rsidR="00222BE8" w:rsidRDefault="00222BE8" w:rsidP="00D3222F">
      <w:pPr>
        <w:pStyle w:val="Heading2"/>
        <w:shd w:val="clear" w:color="auto" w:fill="FFFFFF"/>
        <w:spacing w:before="0" w:beforeAutospacing="0" w:after="0" w:afterAutospacing="0" w:line="360" w:lineRule="auto"/>
        <w:ind w:left="-142"/>
        <w:jc w:val="both"/>
        <w:rPr>
          <w:b w:val="0"/>
          <w:sz w:val="24"/>
          <w:szCs w:val="24"/>
          <w:lang w:val="uk-UA"/>
        </w:rPr>
      </w:pPr>
    </w:p>
    <w:p w:rsidR="00222BE8" w:rsidRPr="00B6780C" w:rsidRDefault="00222BE8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(опрацювується в порядку надходження).</w:t>
      </w:r>
    </w:p>
    <w:p w:rsidR="00222BE8" w:rsidRPr="00B6780C" w:rsidRDefault="00222BE8" w:rsidP="005C1BF7">
      <w:pPr>
        <w:rPr>
          <w:rFonts w:ascii="Times New Roman" w:hAnsi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222BE8" w:rsidRDefault="00222BE8">
      <w:pPr>
        <w:rPr>
          <w:rFonts w:ascii="Times New Roman" w:hAnsi="Times New Roman"/>
          <w:sz w:val="28"/>
          <w:szCs w:val="28"/>
          <w:lang w:val="uk-UA"/>
        </w:rPr>
      </w:pPr>
      <w:r w:rsidRPr="001101E0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/>
          <w:sz w:val="28"/>
          <w:szCs w:val="28"/>
          <w:lang w:val="uk-UA"/>
        </w:rPr>
        <w:t>http://lib.pnu.edu.ua/elibrary-res.php?a=хрестоматія&amp;nom=2</w:t>
      </w:r>
    </w:p>
    <w:sectPr w:rsidR="00222BE8" w:rsidSect="00822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F1B67"/>
    <w:multiLevelType w:val="hybridMultilevel"/>
    <w:tmpl w:val="7F704CD8"/>
    <w:lvl w:ilvl="0" w:tplc="053AEFAE">
      <w:start w:val="7"/>
      <w:numFmt w:val="decimal"/>
      <w:lvlText w:val="%1."/>
      <w:lvlJc w:val="left"/>
      <w:pPr>
        <w:ind w:left="502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2F0C2625"/>
    <w:multiLevelType w:val="hybridMultilevel"/>
    <w:tmpl w:val="5E7C17F4"/>
    <w:lvl w:ilvl="0" w:tplc="42E00C2E">
      <w:start w:val="1"/>
      <w:numFmt w:val="decimal"/>
      <w:lvlText w:val="%1."/>
      <w:lvlJc w:val="left"/>
      <w:pPr>
        <w:ind w:left="86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2BE8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2766"/>
    <w:rsid w:val="00434EED"/>
    <w:rsid w:val="004630F7"/>
    <w:rsid w:val="004B0A6D"/>
    <w:rsid w:val="005035BC"/>
    <w:rsid w:val="00523F49"/>
    <w:rsid w:val="00553583"/>
    <w:rsid w:val="005C1BF7"/>
    <w:rsid w:val="005D25DA"/>
    <w:rsid w:val="00612B4A"/>
    <w:rsid w:val="00632BBD"/>
    <w:rsid w:val="006C08AA"/>
    <w:rsid w:val="00734729"/>
    <w:rsid w:val="0075036D"/>
    <w:rsid w:val="007621B8"/>
    <w:rsid w:val="007A69F0"/>
    <w:rsid w:val="007B4B53"/>
    <w:rsid w:val="00822AA3"/>
    <w:rsid w:val="008401BE"/>
    <w:rsid w:val="00887A78"/>
    <w:rsid w:val="008C6D37"/>
    <w:rsid w:val="008F0DA5"/>
    <w:rsid w:val="008F67CB"/>
    <w:rsid w:val="0091610F"/>
    <w:rsid w:val="00916289"/>
    <w:rsid w:val="00975929"/>
    <w:rsid w:val="00991E66"/>
    <w:rsid w:val="009940A2"/>
    <w:rsid w:val="009C69BA"/>
    <w:rsid w:val="009E28B6"/>
    <w:rsid w:val="00A35D46"/>
    <w:rsid w:val="00A41272"/>
    <w:rsid w:val="00A95EF2"/>
    <w:rsid w:val="00AE12BD"/>
    <w:rsid w:val="00AE6129"/>
    <w:rsid w:val="00AF41FC"/>
    <w:rsid w:val="00B16AC3"/>
    <w:rsid w:val="00B41E81"/>
    <w:rsid w:val="00B45623"/>
    <w:rsid w:val="00B6780C"/>
    <w:rsid w:val="00B77B9D"/>
    <w:rsid w:val="00B820EA"/>
    <w:rsid w:val="00B92B78"/>
    <w:rsid w:val="00BD6EDA"/>
    <w:rsid w:val="00C0490B"/>
    <w:rsid w:val="00C93182"/>
    <w:rsid w:val="00CC1223"/>
    <w:rsid w:val="00CC2FDB"/>
    <w:rsid w:val="00CD55D3"/>
    <w:rsid w:val="00CE1DB0"/>
    <w:rsid w:val="00CF7BE3"/>
    <w:rsid w:val="00D06D14"/>
    <w:rsid w:val="00D3222F"/>
    <w:rsid w:val="00D430D7"/>
    <w:rsid w:val="00D90F53"/>
    <w:rsid w:val="00DB0613"/>
    <w:rsid w:val="00DB1373"/>
    <w:rsid w:val="00DD7C7B"/>
    <w:rsid w:val="00E23C3A"/>
    <w:rsid w:val="00E65F23"/>
    <w:rsid w:val="00E705E4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AA3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D322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3222F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D3222F"/>
    <w:pPr>
      <w:ind w:left="720"/>
      <w:contextualSpacing/>
    </w:pPr>
    <w:rPr>
      <w:lang w:val="uk-UA"/>
    </w:rPr>
  </w:style>
  <w:style w:type="character" w:customStyle="1" w:styleId="FontStyle103">
    <w:name w:val="Font Style103"/>
    <w:uiPriority w:val="99"/>
    <w:rsid w:val="00D3222F"/>
    <w:rPr>
      <w:rFonts w:ascii="Times New Roman" w:hAnsi="Times New Roman"/>
      <w:b/>
      <w:color w:val="000000"/>
      <w:sz w:val="18"/>
    </w:rPr>
  </w:style>
  <w:style w:type="paragraph" w:styleId="BodyTextIndent">
    <w:name w:val="Body Text Indent"/>
    <w:basedOn w:val="Normal"/>
    <w:link w:val="BodyTextIndentChar"/>
    <w:uiPriority w:val="99"/>
    <w:rsid w:val="00D3222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uk-UA" w:eastAsia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3222F"/>
    <w:rPr>
      <w:rFonts w:ascii="Times New Roman" w:hAnsi="Times New Roman" w:cs="Times New Roman"/>
      <w:sz w:val="20"/>
      <w:szCs w:val="20"/>
      <w:lang w:val="uk-UA" w:eastAsia="uk-UA"/>
    </w:rPr>
  </w:style>
  <w:style w:type="paragraph" w:styleId="NormalWeb">
    <w:name w:val="Normal (Web)"/>
    <w:basedOn w:val="Normal"/>
    <w:uiPriority w:val="99"/>
    <w:rsid w:val="00D3222F"/>
    <w:pPr>
      <w:spacing w:before="100" w:beforeAutospacing="1" w:after="100" w:afterAutospacing="1" w:line="240" w:lineRule="auto"/>
      <w:ind w:firstLine="567"/>
      <w:jc w:val="both"/>
    </w:pPr>
    <w:rPr>
      <w:rFonts w:ascii="Arial Unicode MS" w:eastAsia="Arial Unicode MS" w:hAnsi="Arial Unicode MS" w:cs="Arial Unicode MS"/>
      <w:sz w:val="24"/>
      <w:szCs w:val="24"/>
      <w:lang w:val="uk-UA" w:eastAsia="zh-TW"/>
    </w:rPr>
  </w:style>
  <w:style w:type="paragraph" w:styleId="BodyText">
    <w:name w:val="Body Text"/>
    <w:basedOn w:val="Normal"/>
    <w:link w:val="BodyTextChar"/>
    <w:uiPriority w:val="99"/>
    <w:rsid w:val="00632BB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32BB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157</Words>
  <Characters>898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vik</cp:lastModifiedBy>
  <cp:revision>5</cp:revision>
  <dcterms:created xsi:type="dcterms:W3CDTF">2020-04-08T12:02:00Z</dcterms:created>
  <dcterms:modified xsi:type="dcterms:W3CDTF">2020-04-10T09:59:00Z</dcterms:modified>
</cp:coreProperties>
</file>