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AA" w:rsidRPr="00012C53" w:rsidRDefault="00DB45AA" w:rsidP="008036A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2C53">
        <w:rPr>
          <w:rFonts w:ascii="Times New Roman" w:hAnsi="Times New Roman"/>
          <w:b/>
          <w:sz w:val="28"/>
          <w:szCs w:val="28"/>
        </w:rPr>
        <w:t>Електронн</w:t>
      </w:r>
      <w:r w:rsidRPr="00012C53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012C53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012C53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B45AA" w:rsidRPr="00012C53" w:rsidRDefault="00DB45AA" w:rsidP="008036A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B45AA" w:rsidRPr="00012C53" w:rsidRDefault="00DB45AA" w:rsidP="008036A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B45AA" w:rsidRPr="00012C53" w:rsidRDefault="00DB45AA" w:rsidP="008036A0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en-US"/>
        </w:rPr>
        <w:t>(</w:t>
      </w:r>
      <w:r w:rsidRPr="00012C53">
        <w:rPr>
          <w:rFonts w:ascii="Times New Roman" w:hAnsi="Times New Roman"/>
          <w:sz w:val="28"/>
          <w:szCs w:val="28"/>
          <w:lang w:val="uk-UA"/>
        </w:rPr>
        <w:t>згідно з розпорядженням Науково-дослідної частини № 03-21 від 05.05. 2017 р.)</w:t>
      </w:r>
    </w:p>
    <w:p w:rsidR="00DB45AA" w:rsidRPr="00012C53" w:rsidRDefault="00DB45AA" w:rsidP="008036A0">
      <w:pPr>
        <w:rPr>
          <w:rFonts w:ascii="Times New Roman" w:hAnsi="Times New Roman"/>
          <w:sz w:val="28"/>
          <w:szCs w:val="28"/>
          <w:lang w:val="uk-UA"/>
        </w:rPr>
      </w:pPr>
    </w:p>
    <w:p w:rsidR="00DB45AA" w:rsidRPr="00012C53" w:rsidRDefault="00DB45AA" w:rsidP="008036A0">
      <w:pPr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 xml:space="preserve">Дисципліна ___Історія </w:t>
      </w:r>
      <w:r>
        <w:rPr>
          <w:rFonts w:ascii="Times New Roman" w:hAnsi="Times New Roman"/>
          <w:sz w:val="28"/>
          <w:szCs w:val="28"/>
          <w:lang w:val="uk-UA"/>
        </w:rPr>
        <w:t xml:space="preserve">вчень про державу і право </w:t>
      </w:r>
      <w:r w:rsidRPr="00012C53">
        <w:rPr>
          <w:rFonts w:ascii="Times New Roman" w:hAnsi="Times New Roman"/>
          <w:sz w:val="28"/>
          <w:szCs w:val="28"/>
          <w:lang w:val="uk-UA"/>
        </w:rPr>
        <w:t>___________________________________________________</w:t>
      </w:r>
    </w:p>
    <w:p w:rsidR="00DB45AA" w:rsidRPr="00012C53" w:rsidRDefault="00DB45AA" w:rsidP="008036A0">
      <w:pPr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 xml:space="preserve"> Кафедра теорії та історії держави і права </w:t>
      </w:r>
      <w:r w:rsidRPr="00012C53">
        <w:rPr>
          <w:rFonts w:ascii="Times New Roman" w:hAnsi="Times New Roman"/>
          <w:sz w:val="28"/>
          <w:szCs w:val="28"/>
          <w:lang w:val="uk-UA"/>
        </w:rPr>
        <w:t>Навчально-науковий юридичний  інститут</w:t>
      </w:r>
    </w:p>
    <w:p w:rsidR="00DB45AA" w:rsidRPr="00012C53" w:rsidRDefault="00DB45AA" w:rsidP="008036A0">
      <w:pPr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sz w:val="28"/>
          <w:szCs w:val="28"/>
          <w:lang w:val="uk-UA"/>
        </w:rPr>
        <w:t xml:space="preserve">Саветчук Н.М. </w:t>
      </w:r>
      <w:r w:rsidRPr="00012C53">
        <w:rPr>
          <w:rFonts w:ascii="Times New Roman" w:hAnsi="Times New Roman"/>
          <w:sz w:val="28"/>
          <w:szCs w:val="28"/>
          <w:lang w:val="uk-UA"/>
        </w:rPr>
        <w:t>________________________________________________________</w:t>
      </w:r>
    </w:p>
    <w:p w:rsidR="00DB45AA" w:rsidRPr="00012C53" w:rsidRDefault="00DB45AA" w:rsidP="008036A0">
      <w:pPr>
        <w:rPr>
          <w:rFonts w:ascii="Times New Roman" w:hAnsi="Times New Roman"/>
          <w:sz w:val="28"/>
          <w:szCs w:val="28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012C53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 w:rsidRPr="00012C53">
        <w:rPr>
          <w:rFonts w:ascii="Times New Roman" w:hAnsi="Times New Roman"/>
          <w:sz w:val="28"/>
          <w:szCs w:val="28"/>
          <w:lang w:val="uk-UA"/>
        </w:rPr>
        <w:t>):</w:t>
      </w:r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Гурак Р.В. </w:t>
      </w:r>
      <w:r w:rsidRPr="00D50050">
        <w:rPr>
          <w:rFonts w:ascii="Times New Roman" w:hAnsi="Times New Roman"/>
          <w:sz w:val="28"/>
          <w:szCs w:val="28"/>
        </w:rPr>
        <w:t>Особливості розвитку політико-правових учень у стародавній Греції</w:t>
      </w:r>
      <w:r>
        <w:rPr>
          <w:rFonts w:ascii="Times New Roman" w:hAnsi="Times New Roman"/>
          <w:sz w:val="28"/>
          <w:szCs w:val="28"/>
        </w:rPr>
        <w:t xml:space="preserve"> /Р.В. Гурак //</w:t>
      </w:r>
      <w:r w:rsidRPr="00D50050">
        <w:rPr>
          <w:rFonts w:ascii="Times New Roman" w:hAnsi="Times New Roman"/>
          <w:sz w:val="28"/>
          <w:szCs w:val="28"/>
        </w:rPr>
        <w:t>Науковий вісник Херсонського державного університету</w:t>
      </w:r>
      <w:r>
        <w:rPr>
          <w:rFonts w:ascii="Times New Roman" w:hAnsi="Times New Roman"/>
          <w:sz w:val="28"/>
          <w:szCs w:val="28"/>
        </w:rPr>
        <w:t xml:space="preserve">. Серія юридичні науки. – 2014. – </w:t>
      </w:r>
      <w:r w:rsidRPr="00D50050">
        <w:rPr>
          <w:rFonts w:ascii="Times New Roman" w:hAnsi="Times New Roman"/>
          <w:sz w:val="28"/>
          <w:szCs w:val="28"/>
        </w:rPr>
        <w:t>Випуск 6-1. Том 1.</w:t>
      </w:r>
      <w:r>
        <w:rPr>
          <w:rFonts w:ascii="Times New Roman" w:hAnsi="Times New Roman"/>
          <w:sz w:val="28"/>
          <w:szCs w:val="28"/>
        </w:rPr>
        <w:t xml:space="preserve">– С.24-27 </w:t>
      </w:r>
      <w:hyperlink r:id="rId5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http://www.lj.kherson.ua/2014/pravo06/part_1/7.pdf</w:t>
        </w:r>
      </w:hyperlink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Меленко С.Г. А</w:t>
      </w:r>
      <w:r w:rsidRPr="00D50050">
        <w:rPr>
          <w:rFonts w:ascii="Times New Roman" w:hAnsi="Times New Roman"/>
          <w:sz w:val="28"/>
          <w:szCs w:val="28"/>
        </w:rPr>
        <w:t>рістоте</w:t>
      </w:r>
      <w:r>
        <w:rPr>
          <w:rFonts w:ascii="Times New Roman" w:hAnsi="Times New Roman"/>
          <w:sz w:val="28"/>
          <w:szCs w:val="28"/>
        </w:rPr>
        <w:t xml:space="preserve">ль про соціальні основи держави/ С.Г. Меленко// Держава і право. – 2011. – Випуск 56. – С.60-65 </w:t>
      </w:r>
      <w:hyperlink r:id="rId6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http://dspace.nbuv.gov.ua/bitstream/handle/123456789/64091/11-Melenko.pdf?sequence=1</w:t>
        </w:r>
      </w:hyperlink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Меленко С.Г. Е</w:t>
      </w:r>
      <w:r w:rsidRPr="00EF72A6">
        <w:rPr>
          <w:rFonts w:ascii="Times New Roman" w:hAnsi="Times New Roman"/>
          <w:sz w:val="28"/>
          <w:szCs w:val="28"/>
        </w:rPr>
        <w:t>волюція філософсько-правових поглядів</w:t>
      </w:r>
      <w:r>
        <w:rPr>
          <w:rFonts w:ascii="Times New Roman" w:hAnsi="Times New Roman"/>
          <w:sz w:val="28"/>
          <w:szCs w:val="28"/>
        </w:rPr>
        <w:t xml:space="preserve"> Платона А</w:t>
      </w:r>
      <w:r w:rsidRPr="00EF72A6">
        <w:rPr>
          <w:rFonts w:ascii="Times New Roman" w:hAnsi="Times New Roman"/>
          <w:sz w:val="28"/>
          <w:szCs w:val="28"/>
        </w:rPr>
        <w:t>фінського на форми державного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2A6">
        <w:rPr>
          <w:rFonts w:ascii="Times New Roman" w:hAnsi="Times New Roman"/>
          <w:sz w:val="28"/>
          <w:szCs w:val="28"/>
        </w:rPr>
        <w:t>правління</w:t>
      </w:r>
      <w:r>
        <w:rPr>
          <w:rFonts w:ascii="Times New Roman" w:hAnsi="Times New Roman"/>
          <w:sz w:val="28"/>
          <w:szCs w:val="28"/>
        </w:rPr>
        <w:t xml:space="preserve"> / С.Г. Меленко// </w:t>
      </w:r>
      <w:r w:rsidRPr="00EF72A6">
        <w:rPr>
          <w:rFonts w:ascii="Times New Roman" w:hAnsi="Times New Roman"/>
          <w:sz w:val="28"/>
          <w:szCs w:val="28"/>
        </w:rPr>
        <w:t xml:space="preserve">Вісник Львівського університету. Серія юридична.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F72A6">
        <w:rPr>
          <w:rFonts w:ascii="Times New Roman" w:hAnsi="Times New Roman"/>
          <w:sz w:val="28"/>
          <w:szCs w:val="28"/>
        </w:rPr>
        <w:t xml:space="preserve">2012.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F72A6">
        <w:rPr>
          <w:rFonts w:ascii="Times New Roman" w:hAnsi="Times New Roman"/>
          <w:sz w:val="28"/>
          <w:szCs w:val="28"/>
        </w:rPr>
        <w:t xml:space="preserve">Випуск 56.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EF72A6">
        <w:rPr>
          <w:rFonts w:ascii="Times New Roman" w:hAnsi="Times New Roman"/>
          <w:sz w:val="28"/>
          <w:szCs w:val="28"/>
        </w:rPr>
        <w:t>С. 3 0 -3 7</w:t>
      </w:r>
      <w:r w:rsidRPr="00EF72A6">
        <w:t xml:space="preserve"> </w:t>
      </w:r>
      <w:hyperlink r:id="rId7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http://www.eurolawdep.chnu.edu.ua/professors/files/publications/serhiy_melenko/21.pdf</w:t>
        </w:r>
      </w:hyperlink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Історія вчень про державу і право: Конспект лекцій/ Уклад.: В.В. Сухонос. – Суми: Ініціатива, 2000. – 56 с.</w:t>
      </w:r>
      <w:r w:rsidRPr="00EF72A6">
        <w:t xml:space="preserve"> </w:t>
      </w:r>
      <w:hyperlink r:id="rId8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http://uabs.edu.ua/images/stories/docs/K_DPD/ist_uchen.pdf</w:t>
        </w:r>
      </w:hyperlink>
    </w:p>
    <w:p w:rsidR="00DB45AA" w:rsidRPr="00930C0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30C0A">
        <w:rPr>
          <w:rFonts w:ascii="Times New Roman" w:hAnsi="Times New Roman"/>
          <w:sz w:val="28"/>
          <w:szCs w:val="28"/>
        </w:rPr>
        <w:t>Саветчук Н.М. Державно-правові ідеї І.Франка в процесі сучасного державотворення/ Н.М. Саветчук/ Актуальні проблеми вдосконалення чинного законодавства України [текст]: З</w:t>
      </w:r>
      <w:r>
        <w:rPr>
          <w:rFonts w:ascii="Times New Roman" w:hAnsi="Times New Roman"/>
          <w:sz w:val="28"/>
          <w:szCs w:val="28"/>
        </w:rPr>
        <w:t xml:space="preserve">бірник наукових статей. Випуск. </w:t>
      </w:r>
      <w:r w:rsidRPr="00930C0A">
        <w:rPr>
          <w:rFonts w:ascii="Times New Roman" w:hAnsi="Times New Roman"/>
          <w:sz w:val="28"/>
          <w:szCs w:val="28"/>
        </w:rPr>
        <w:t xml:space="preserve"> – Івано-Франківськ: Прикарпатський національний університет імені Василя Стефаника, 2014.– С.12-18</w:t>
      </w:r>
      <w:hyperlink r:id="rId9" w:history="1">
        <w:r w:rsidRPr="00930C0A">
          <w:rPr>
            <w:rStyle w:val="Hyperlink"/>
            <w:rFonts w:ascii="Times New Roman" w:hAnsi="Times New Roman"/>
            <w:sz w:val="28"/>
            <w:szCs w:val="28"/>
          </w:rPr>
          <w:t>file:///C:/Users/Asus/Downloads/apvchzu_2014_36_7%20(1).pdf</w:t>
        </w:r>
      </w:hyperlink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А.Ю. Державотворчі ідеї Івана Франка/ А.Ю. Бойчук//</w:t>
      </w:r>
      <w:r w:rsidRPr="00DC0318">
        <w:t xml:space="preserve"> </w:t>
      </w:r>
      <w:r w:rsidRPr="00DC0318">
        <w:rPr>
          <w:rFonts w:ascii="Times New Roman" w:hAnsi="Times New Roman"/>
          <w:sz w:val="28"/>
          <w:szCs w:val="28"/>
        </w:rPr>
        <w:t>Актуальнi проблеми держави i права</w:t>
      </w:r>
      <w:r>
        <w:rPr>
          <w:rFonts w:ascii="Times New Roman" w:hAnsi="Times New Roman"/>
          <w:sz w:val="28"/>
          <w:szCs w:val="28"/>
        </w:rPr>
        <w:t xml:space="preserve">. – 2009. – № 4. – С.74-77 </w:t>
      </w:r>
      <w:hyperlink r:id="rId10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http://www.apdp.in.ua/v48/14.pdf</w:t>
        </w:r>
      </w:hyperlink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Ситник В.О. Державно-правові погляди Пилипа О</w:t>
      </w:r>
      <w:r w:rsidRPr="00DC0318">
        <w:rPr>
          <w:rFonts w:ascii="Times New Roman" w:hAnsi="Times New Roman"/>
          <w:sz w:val="28"/>
          <w:szCs w:val="28"/>
        </w:rPr>
        <w:t>рлика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318">
        <w:rPr>
          <w:rFonts w:ascii="Times New Roman" w:hAnsi="Times New Roman"/>
          <w:sz w:val="28"/>
          <w:szCs w:val="28"/>
        </w:rPr>
        <w:t>і розвиток української національної ідеї</w:t>
      </w:r>
      <w:r>
        <w:rPr>
          <w:rFonts w:ascii="Times New Roman" w:hAnsi="Times New Roman"/>
          <w:sz w:val="28"/>
          <w:szCs w:val="28"/>
        </w:rPr>
        <w:t>/ В.О. Ситник//</w:t>
      </w:r>
      <w:r w:rsidRPr="00DC0318"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C0318">
        <w:rPr>
          <w:rFonts w:ascii="Times New Roman" w:hAnsi="Times New Roman"/>
          <w:sz w:val="28"/>
          <w:szCs w:val="28"/>
        </w:rPr>
        <w:t xml:space="preserve">аукові записки. </w:t>
      </w:r>
      <w:r>
        <w:rPr>
          <w:rFonts w:ascii="Times New Roman" w:hAnsi="Times New Roman"/>
          <w:sz w:val="28"/>
          <w:szCs w:val="28"/>
        </w:rPr>
        <w:t>Ю</w:t>
      </w:r>
      <w:r w:rsidRPr="00DC0318">
        <w:rPr>
          <w:rFonts w:ascii="Times New Roman" w:hAnsi="Times New Roman"/>
          <w:sz w:val="28"/>
          <w:szCs w:val="28"/>
        </w:rPr>
        <w:t>ридичні науки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C0318">
        <w:rPr>
          <w:rFonts w:ascii="Times New Roman" w:hAnsi="Times New Roman"/>
          <w:sz w:val="28"/>
          <w:szCs w:val="28"/>
        </w:rPr>
        <w:t xml:space="preserve">– 2003. – Том 21. </w:t>
      </w:r>
      <w:r>
        <w:rPr>
          <w:rFonts w:ascii="Times New Roman" w:hAnsi="Times New Roman"/>
          <w:sz w:val="28"/>
          <w:szCs w:val="28"/>
        </w:rPr>
        <w:t xml:space="preserve">– С.55-59 </w:t>
      </w:r>
      <w:hyperlink r:id="rId11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http://ekmair.ukma.edu.ua/bitstream/handle/123456789/8416/Sytnyk_Derzhavno-pravovi_pohliady.pdf</w:t>
        </w:r>
      </w:hyperlink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C0318">
        <w:rPr>
          <w:rFonts w:ascii="Times New Roman" w:hAnsi="Times New Roman"/>
          <w:sz w:val="28"/>
          <w:szCs w:val="28"/>
        </w:rPr>
        <w:t>Історія вчень про державу і право : підручник / за ред. проф.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318">
        <w:rPr>
          <w:rFonts w:ascii="Times New Roman" w:hAnsi="Times New Roman"/>
          <w:sz w:val="28"/>
          <w:szCs w:val="28"/>
        </w:rPr>
        <w:t xml:space="preserve">Г. Г. Демиденка, проф. О. В. Петришина.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DC0318">
        <w:rPr>
          <w:rFonts w:ascii="Times New Roman" w:hAnsi="Times New Roman"/>
          <w:sz w:val="28"/>
          <w:szCs w:val="28"/>
        </w:rPr>
        <w:t xml:space="preserve">Х. : Право, 2009.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DC0318">
        <w:rPr>
          <w:rFonts w:ascii="Times New Roman" w:hAnsi="Times New Roman"/>
          <w:sz w:val="28"/>
          <w:szCs w:val="28"/>
        </w:rPr>
        <w:t>256 с.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http://library.nlu.edu.ua/POLN_TEXT/KNIGI_2009_2/IVDP_Demidenko_2009.pdf</w:t>
        </w:r>
      </w:hyperlink>
    </w:p>
    <w:p w:rsidR="00DB45AA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Кормич А.І. </w:t>
      </w:r>
      <w:r w:rsidRPr="00972E27">
        <w:rPr>
          <w:rFonts w:ascii="Times New Roman" w:hAnsi="Times New Roman"/>
          <w:sz w:val="28"/>
          <w:szCs w:val="28"/>
        </w:rPr>
        <w:t>СУТНІСТЬ ДЕРЖАВНИЦЬКО-ПРАВОВИХКОНЦЕПЦІЙ УКРАЇНИ ХХ ст. ТА ЇХ ВПЛИВ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2E27">
        <w:rPr>
          <w:rFonts w:ascii="Times New Roman" w:hAnsi="Times New Roman"/>
          <w:sz w:val="28"/>
          <w:szCs w:val="28"/>
        </w:rPr>
        <w:t>НА СУЧАСНИЙ ДЕРЖАВОТВОРЧИЙ ПРОЦЕС</w:t>
      </w:r>
      <w:r>
        <w:rPr>
          <w:rFonts w:ascii="Times New Roman" w:hAnsi="Times New Roman"/>
          <w:sz w:val="28"/>
          <w:szCs w:val="28"/>
        </w:rPr>
        <w:t xml:space="preserve">/ А.І. Кормич// Форум права. – № 5. – С.66-75 </w:t>
      </w:r>
      <w:hyperlink r:id="rId13" w:history="1">
        <w:r w:rsidRPr="008A1F9E">
          <w:rPr>
            <w:rStyle w:val="Hyperlink"/>
            <w:rFonts w:ascii="Times New Roman" w:hAnsi="Times New Roman"/>
            <w:sz w:val="28"/>
            <w:szCs w:val="28"/>
          </w:rPr>
          <w:t>http://dspace.onua.edu.ua/bitstream/handle/11300/1586/Kormich_A.pdf?sequence=1</w:t>
        </w:r>
      </w:hyperlink>
    </w:p>
    <w:p w:rsidR="00DB45AA" w:rsidRPr="00972E27" w:rsidRDefault="00DB45AA" w:rsidP="008036A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Куян І.Ф. Ос</w:t>
      </w:r>
      <w:r w:rsidRPr="00972E27">
        <w:rPr>
          <w:rFonts w:ascii="Times New Roman" w:hAnsi="Times New Roman"/>
          <w:sz w:val="28"/>
          <w:szCs w:val="28"/>
        </w:rPr>
        <w:t>обливості розуміння ідеї суверенітету в політико-правовій думці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2E27">
        <w:rPr>
          <w:rFonts w:ascii="Times New Roman" w:hAnsi="Times New Roman"/>
          <w:sz w:val="28"/>
          <w:szCs w:val="28"/>
        </w:rPr>
        <w:t xml:space="preserve">західних держав </w:t>
      </w:r>
      <w:r>
        <w:rPr>
          <w:rFonts w:ascii="Times New Roman" w:hAnsi="Times New Roman"/>
          <w:sz w:val="28"/>
          <w:szCs w:val="28"/>
        </w:rPr>
        <w:t>16-18 століття/І.А. Куян//</w:t>
      </w:r>
      <w:r w:rsidRPr="00930C0A">
        <w:t xml:space="preserve"> </w:t>
      </w:r>
      <w:r w:rsidRPr="00930C0A">
        <w:rPr>
          <w:rFonts w:ascii="Times New Roman" w:hAnsi="Times New Roman"/>
          <w:sz w:val="28"/>
          <w:szCs w:val="28"/>
        </w:rPr>
        <w:t xml:space="preserve">Науковий вісник Чернівецького університету. </w:t>
      </w:r>
      <w:r>
        <w:rPr>
          <w:rFonts w:ascii="Times New Roman" w:hAnsi="Times New Roman"/>
          <w:sz w:val="28"/>
          <w:szCs w:val="28"/>
        </w:rPr>
        <w:t>Правознавство.</w:t>
      </w:r>
      <w:r w:rsidRPr="00930C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30C0A">
        <w:rPr>
          <w:rFonts w:ascii="Times New Roman" w:hAnsi="Times New Roman"/>
          <w:sz w:val="28"/>
          <w:szCs w:val="28"/>
        </w:rPr>
        <w:t xml:space="preserve">2010.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30C0A">
        <w:rPr>
          <w:rFonts w:ascii="Times New Roman" w:hAnsi="Times New Roman"/>
          <w:sz w:val="28"/>
          <w:szCs w:val="28"/>
        </w:rPr>
        <w:t xml:space="preserve">Випуск 538. </w:t>
      </w:r>
      <w:r>
        <w:rPr>
          <w:rFonts w:ascii="Times New Roman" w:hAnsi="Times New Roman"/>
          <w:sz w:val="28"/>
          <w:szCs w:val="28"/>
        </w:rPr>
        <w:t xml:space="preserve">– С.30-35 </w:t>
      </w:r>
      <w:r w:rsidRPr="00930C0A">
        <w:rPr>
          <w:rFonts w:ascii="Times New Roman" w:hAnsi="Times New Roman"/>
          <w:sz w:val="28"/>
          <w:szCs w:val="28"/>
        </w:rPr>
        <w:t>http://lawreview.chnu.edu.ua/visnuku/st/538/5.pdf</w:t>
      </w:r>
    </w:p>
    <w:p w:rsidR="00DB45AA" w:rsidRPr="00012C53" w:rsidRDefault="00DB45AA" w:rsidP="008036A0">
      <w:pPr>
        <w:rPr>
          <w:rFonts w:ascii="Times New Roman" w:hAnsi="Times New Roman"/>
          <w:sz w:val="28"/>
          <w:szCs w:val="28"/>
          <w:lang w:val="uk-UA"/>
        </w:rPr>
      </w:pPr>
    </w:p>
    <w:p w:rsidR="00DB45AA" w:rsidRPr="00012C53" w:rsidRDefault="00DB45AA" w:rsidP="008036A0">
      <w:pPr>
        <w:rPr>
          <w:rFonts w:ascii="Times New Roman" w:hAnsi="Times New Roman"/>
          <w:b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4" w:history="1">
        <w:r w:rsidRPr="00012C53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012C53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-</w:t>
        </w:r>
        <w:r w:rsidRPr="00012C53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012C53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@</w:t>
        </w:r>
        <w:r w:rsidRPr="00012C53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012C53">
          <w:rPr>
            <w:rStyle w:val="Hyperlink"/>
            <w:rFonts w:ascii="Times New Roman" w:hAnsi="Times New Roman"/>
            <w:b/>
            <w:sz w:val="28"/>
            <w:szCs w:val="28"/>
            <w:u w:val="none"/>
          </w:rPr>
          <w:t>.</w:t>
        </w:r>
        <w:r w:rsidRPr="00012C53">
          <w:rPr>
            <w:rStyle w:val="Hyperlink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B45AA" w:rsidRPr="00012C53" w:rsidRDefault="00DB45AA" w:rsidP="008036A0">
      <w:pPr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>Контактна особа – Гуцуляк Олег Борисович, учений секретар наукової бібліотеки</w:t>
      </w:r>
    </w:p>
    <w:p w:rsidR="00DB45AA" w:rsidRPr="00012C53" w:rsidRDefault="00DB45AA" w:rsidP="008036A0">
      <w:pPr>
        <w:rPr>
          <w:rFonts w:ascii="Times New Roman" w:hAnsi="Times New Roman"/>
          <w:b/>
          <w:sz w:val="28"/>
          <w:szCs w:val="28"/>
          <w:lang w:val="uk-UA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DB45AA" w:rsidRPr="00B6780C" w:rsidRDefault="00DB45AA" w:rsidP="008036A0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DB45AA" w:rsidRDefault="00DB45AA" w:rsidP="008036A0">
      <w:pPr>
        <w:rPr>
          <w:rFonts w:ascii="Times New Roman" w:hAnsi="Times New Roman"/>
          <w:sz w:val="28"/>
          <w:szCs w:val="28"/>
          <w:lang w:val="uk-UA"/>
        </w:rPr>
      </w:pPr>
    </w:p>
    <w:p w:rsidR="00DB45AA" w:rsidRDefault="00DB45AA"/>
    <w:sectPr w:rsidR="00DB45AA" w:rsidSect="00EC6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0515C"/>
    <w:multiLevelType w:val="hybridMultilevel"/>
    <w:tmpl w:val="1C6A67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6A0"/>
    <w:rsid w:val="00012C53"/>
    <w:rsid w:val="002F1F62"/>
    <w:rsid w:val="008036A0"/>
    <w:rsid w:val="008A1F9E"/>
    <w:rsid w:val="00930C0A"/>
    <w:rsid w:val="00972E27"/>
    <w:rsid w:val="00B16822"/>
    <w:rsid w:val="00B6780C"/>
    <w:rsid w:val="00D50050"/>
    <w:rsid w:val="00D54518"/>
    <w:rsid w:val="00D877C0"/>
    <w:rsid w:val="00DB45AA"/>
    <w:rsid w:val="00DC0318"/>
    <w:rsid w:val="00EC61E9"/>
    <w:rsid w:val="00EF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6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036A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036A0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bs.edu.ua/images/stories/docs/K_DPD/ist_uchen.pdf" TargetMode="External"/><Relationship Id="rId13" Type="http://schemas.openxmlformats.org/officeDocument/2006/relationships/hyperlink" Target="http://dspace.onua.edu.ua/bitstream/handle/11300/1586/Kormich_A.pdf?sequence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urolawdep.chnu.edu.ua/professors/files/publications/serhiy_melenko/21.pdf" TargetMode="External"/><Relationship Id="rId12" Type="http://schemas.openxmlformats.org/officeDocument/2006/relationships/hyperlink" Target="http://library.nlu.edu.ua/POLN_TEXT/KNIGI_2009_2/IVDP_Demidenko_2009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space.nbuv.gov.ua/bitstream/handle/123456789/64091/11-Melenko.pdf?sequence=1" TargetMode="External"/><Relationship Id="rId11" Type="http://schemas.openxmlformats.org/officeDocument/2006/relationships/hyperlink" Target="http://ekmair.ukma.edu.ua/bitstream/handle/123456789/8416/Sytnyk_Derzhavno-pravovi_pohliady.pdf" TargetMode="External"/><Relationship Id="rId5" Type="http://schemas.openxmlformats.org/officeDocument/2006/relationships/hyperlink" Target="http://www.lj.kherson.ua/2014/pravo06/part_1/7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apdp.in.ua/v48/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/Users/Asus/Downloads/apvchzu_2014_36_7%20(1).pdf" TargetMode="External"/><Relationship Id="rId1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635</Words>
  <Characters>3624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Asus</dc:creator>
  <cp:keywords/>
  <dc:description/>
  <cp:lastModifiedBy>kaf</cp:lastModifiedBy>
  <cp:revision>2</cp:revision>
  <dcterms:created xsi:type="dcterms:W3CDTF">2017-11-03T09:01:00Z</dcterms:created>
  <dcterms:modified xsi:type="dcterms:W3CDTF">2017-11-03T09:01:00Z</dcterms:modified>
</cp:coreProperties>
</file>